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26C" w:rsidRPr="00F85051" w:rsidRDefault="0086726C" w:rsidP="000B70F0">
      <w:pPr>
        <w:pStyle w:val="Title"/>
        <w:rPr>
          <w:lang w:val="ru-RU"/>
        </w:rPr>
      </w:pPr>
      <w:r w:rsidRPr="00F85051">
        <w:t>Державне підприємство "ЕНЕРГОРИНОК"</w:t>
      </w:r>
    </w:p>
    <w:p w:rsidR="0086726C" w:rsidRPr="00F85051" w:rsidRDefault="0086726C" w:rsidP="000B70F0">
      <w:pPr>
        <w:jc w:val="center"/>
      </w:pPr>
    </w:p>
    <w:tbl>
      <w:tblPr>
        <w:tblW w:w="10008" w:type="dxa"/>
        <w:tblLook w:val="0000"/>
      </w:tblPr>
      <w:tblGrid>
        <w:gridCol w:w="1368"/>
        <w:gridCol w:w="3420"/>
        <w:gridCol w:w="5220"/>
      </w:tblGrid>
      <w:tr w:rsidR="0086726C" w:rsidRPr="00F85051" w:rsidTr="000B70F0">
        <w:trPr>
          <w:trHeight w:val="158"/>
        </w:trPr>
        <w:tc>
          <w:tcPr>
            <w:tcW w:w="1368" w:type="dxa"/>
          </w:tcPr>
          <w:p w:rsidR="0086726C" w:rsidRPr="00F85051" w:rsidRDefault="0086726C" w:rsidP="000B70F0">
            <w:pPr>
              <w:spacing w:after="0" w:line="240" w:lineRule="auto"/>
              <w:jc w:val="center"/>
            </w:pPr>
          </w:p>
        </w:tc>
        <w:tc>
          <w:tcPr>
            <w:tcW w:w="3420" w:type="dxa"/>
          </w:tcPr>
          <w:p w:rsidR="0086726C" w:rsidRPr="00F85051" w:rsidRDefault="0086726C" w:rsidP="0050641C">
            <w:pPr>
              <w:pStyle w:val="Heading5"/>
              <w:rPr>
                <w:noProof/>
                <w:lang w:val="ru-RU"/>
              </w:rPr>
            </w:pPr>
          </w:p>
        </w:tc>
        <w:tc>
          <w:tcPr>
            <w:tcW w:w="5220" w:type="dxa"/>
          </w:tcPr>
          <w:p w:rsidR="0086726C" w:rsidRPr="00F85051" w:rsidRDefault="0086726C" w:rsidP="0050641C">
            <w:pPr>
              <w:pStyle w:val="Heading5"/>
              <w:rPr>
                <w:noProof/>
                <w:lang w:val="ru-RU"/>
              </w:rPr>
            </w:pPr>
            <w:r w:rsidRPr="00F85051">
              <w:rPr>
                <w:noProof/>
                <w:lang w:val="ru-RU"/>
              </w:rPr>
              <w:t>ЗАТВЕРДЖЕНО</w:t>
            </w:r>
          </w:p>
        </w:tc>
      </w:tr>
      <w:tr w:rsidR="0086726C" w:rsidRPr="00F85051" w:rsidTr="0050641C">
        <w:tc>
          <w:tcPr>
            <w:tcW w:w="1368" w:type="dxa"/>
          </w:tcPr>
          <w:p w:rsidR="0086726C" w:rsidRPr="00F85051" w:rsidRDefault="0086726C" w:rsidP="000B70F0">
            <w:pPr>
              <w:spacing w:after="0" w:line="240" w:lineRule="auto"/>
              <w:jc w:val="center"/>
            </w:pPr>
          </w:p>
        </w:tc>
        <w:tc>
          <w:tcPr>
            <w:tcW w:w="8640" w:type="dxa"/>
            <w:gridSpan w:val="2"/>
          </w:tcPr>
          <w:p w:rsidR="0086726C" w:rsidRPr="00F85051" w:rsidRDefault="0086726C" w:rsidP="0050641C">
            <w:pPr>
              <w:pStyle w:val="Heading5"/>
              <w:ind w:right="432"/>
              <w:jc w:val="right"/>
              <w:rPr>
                <w:noProof/>
                <w:sz w:val="20"/>
                <w:szCs w:val="20"/>
              </w:rPr>
            </w:pPr>
            <w:r w:rsidRPr="00F85051">
              <w:rPr>
                <w:noProof/>
                <w:sz w:val="20"/>
                <w:szCs w:val="20"/>
                <w:lang w:val="ru-RU"/>
              </w:rPr>
              <w:t xml:space="preserve">рішенням комітету </w:t>
            </w:r>
            <w:r w:rsidRPr="00F85051">
              <w:rPr>
                <w:noProof/>
                <w:sz w:val="20"/>
                <w:szCs w:val="20"/>
              </w:rPr>
              <w:t xml:space="preserve">з конкурсних торгів </w:t>
            </w:r>
          </w:p>
          <w:p w:rsidR="0086726C" w:rsidRPr="00A47043" w:rsidRDefault="0086726C" w:rsidP="00806705">
            <w:pPr>
              <w:pStyle w:val="Heading5"/>
              <w:jc w:val="both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ru-RU"/>
              </w:rPr>
              <w:t xml:space="preserve">                                                                                         </w:t>
            </w:r>
            <w:r w:rsidRPr="004F6D17">
              <w:rPr>
                <w:noProof/>
                <w:sz w:val="20"/>
                <w:szCs w:val="20"/>
                <w:lang w:val="ru-RU"/>
              </w:rPr>
              <w:t xml:space="preserve">від  </w:t>
            </w:r>
            <w:r w:rsidRPr="004F6D17">
              <w:rPr>
                <w:noProof/>
                <w:sz w:val="20"/>
                <w:szCs w:val="20"/>
                <w:u w:val="single"/>
                <w:lang w:val="ru-RU"/>
              </w:rPr>
              <w:t xml:space="preserve"> 27.10.2015</w:t>
            </w:r>
            <w:r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F85051">
              <w:rPr>
                <w:noProof/>
                <w:sz w:val="20"/>
                <w:szCs w:val="20"/>
                <w:lang w:val="ru-RU"/>
              </w:rPr>
              <w:t>№</w:t>
            </w:r>
            <w:r w:rsidRPr="00D321B1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D321B1">
              <w:rPr>
                <w:noProof/>
                <w:sz w:val="20"/>
                <w:szCs w:val="20"/>
                <w:u w:val="single"/>
                <w:lang w:val="ru-RU"/>
              </w:rPr>
              <w:t>47/10</w:t>
            </w:r>
            <w:r w:rsidRPr="00A47043">
              <w:rPr>
                <w:noProof/>
                <w:sz w:val="20"/>
                <w:szCs w:val="20"/>
                <w:u w:val="single"/>
              </w:rPr>
              <w:t>ККТ-ЕЗ/ЗД27-1</w:t>
            </w:r>
          </w:p>
          <w:p w:rsidR="0086726C" w:rsidRPr="00806705" w:rsidRDefault="0086726C" w:rsidP="00806705">
            <w:pPr>
              <w:rPr>
                <w:lang w:eastAsia="ru-RU"/>
              </w:rPr>
            </w:pPr>
          </w:p>
        </w:tc>
      </w:tr>
    </w:tbl>
    <w:p w:rsidR="0086726C" w:rsidRPr="00F85051" w:rsidRDefault="0086726C" w:rsidP="000B70F0">
      <w:pPr>
        <w:jc w:val="center"/>
      </w:pPr>
    </w:p>
    <w:p w:rsidR="0086726C" w:rsidRPr="00F85051" w:rsidRDefault="0086726C" w:rsidP="000B70F0">
      <w:pPr>
        <w:jc w:val="center"/>
      </w:pPr>
    </w:p>
    <w:p w:rsidR="0086726C" w:rsidRPr="00F85051" w:rsidRDefault="0086726C" w:rsidP="000B70F0">
      <w:pPr>
        <w:jc w:val="center"/>
      </w:pPr>
    </w:p>
    <w:p w:rsidR="0086726C" w:rsidRPr="00F85051" w:rsidRDefault="0086726C" w:rsidP="000B70F0">
      <w:pPr>
        <w:jc w:val="center"/>
      </w:pPr>
    </w:p>
    <w:p w:rsidR="0086726C" w:rsidRPr="00F85051" w:rsidRDefault="0086726C" w:rsidP="000B70F0">
      <w:pPr>
        <w:jc w:val="center"/>
      </w:pPr>
    </w:p>
    <w:p w:rsidR="0086726C" w:rsidRPr="00F85051" w:rsidRDefault="0086726C" w:rsidP="000B70F0">
      <w:pPr>
        <w:jc w:val="center"/>
      </w:pPr>
    </w:p>
    <w:p w:rsidR="0086726C" w:rsidRPr="00F85051" w:rsidRDefault="0086726C" w:rsidP="000B70F0">
      <w:pPr>
        <w:jc w:val="center"/>
      </w:pPr>
    </w:p>
    <w:p w:rsidR="0086726C" w:rsidRDefault="0086726C" w:rsidP="000B70F0">
      <w:pPr>
        <w:pStyle w:val="Heading1"/>
        <w:rPr>
          <w:sz w:val="40"/>
        </w:rPr>
      </w:pPr>
      <w:r w:rsidRPr="00F85051">
        <w:rPr>
          <w:sz w:val="40"/>
        </w:rPr>
        <w:t xml:space="preserve">ДОКУМЕНТАЦІЯ </w:t>
      </w:r>
    </w:p>
    <w:p w:rsidR="0086726C" w:rsidRDefault="0086726C" w:rsidP="000B70F0">
      <w:pPr>
        <w:keepNext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6726C" w:rsidRPr="00357BA8" w:rsidRDefault="0086726C" w:rsidP="000B70F0">
      <w:pPr>
        <w:keepNext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57BA8">
        <w:rPr>
          <w:rFonts w:ascii="Times New Roman" w:hAnsi="Times New Roman"/>
          <w:b/>
          <w:bCs/>
          <w:sz w:val="28"/>
          <w:szCs w:val="28"/>
          <w:lang w:val="uk-UA"/>
        </w:rPr>
        <w:t xml:space="preserve">щодо проведення процедури закупівлі через систему електронних закупівель </w:t>
      </w:r>
    </w:p>
    <w:p w:rsidR="0086726C" w:rsidRPr="001D262F" w:rsidRDefault="0086726C" w:rsidP="000B70F0">
      <w:pPr>
        <w:tabs>
          <w:tab w:val="left" w:pos="2160"/>
          <w:tab w:val="left" w:pos="3600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511588">
        <w:rPr>
          <w:rFonts w:ascii="Times New Roman" w:hAnsi="Times New Roman"/>
          <w:b/>
          <w:i/>
          <w:sz w:val="24"/>
          <w:szCs w:val="24"/>
        </w:rPr>
        <w:t>"Частини та приладдя для обчислювальних машин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(обладнання для ремонту серверної системи на базі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Blade</w:t>
      </w:r>
      <w:r w:rsidRPr="001D262F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Centre</w:t>
      </w:r>
      <w:r w:rsidRPr="001D262F">
        <w:rPr>
          <w:rFonts w:ascii="Times New Roman" w:hAnsi="Times New Roman"/>
          <w:b/>
          <w:i/>
          <w:sz w:val="24"/>
          <w:szCs w:val="24"/>
        </w:rPr>
        <w:t>)</w:t>
      </w:r>
      <w:r w:rsidRPr="00511588">
        <w:rPr>
          <w:rFonts w:ascii="Times New Roman" w:hAnsi="Times New Roman"/>
          <w:b/>
          <w:i/>
          <w:sz w:val="24"/>
          <w:szCs w:val="24"/>
        </w:rPr>
        <w:t>"</w:t>
      </w:r>
    </w:p>
    <w:p w:rsidR="0086726C" w:rsidRPr="00D321B1" w:rsidRDefault="0086726C" w:rsidP="000B70F0">
      <w:pPr>
        <w:jc w:val="center"/>
        <w:rPr>
          <w:rFonts w:ascii="Times New Roman" w:hAnsi="Times New Roman"/>
          <w:sz w:val="24"/>
          <w:szCs w:val="24"/>
        </w:rPr>
      </w:pPr>
      <w:r w:rsidRPr="00D321B1">
        <w:rPr>
          <w:rFonts w:ascii="Times New Roman" w:hAnsi="Times New Roman"/>
          <w:sz w:val="24"/>
          <w:szCs w:val="24"/>
          <w:lang w:val="uk-UA"/>
        </w:rPr>
        <w:t xml:space="preserve">код за </w:t>
      </w:r>
      <w:r w:rsidRPr="00D321B1">
        <w:rPr>
          <w:rFonts w:ascii="Times New Roman" w:hAnsi="Times New Roman"/>
          <w:bCs/>
          <w:sz w:val="24"/>
          <w:szCs w:val="24"/>
          <w:lang w:val="uk-UA"/>
        </w:rPr>
        <w:t>ДК 016:2010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–</w:t>
      </w:r>
      <w:r w:rsidRPr="00D321B1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D321B1">
        <w:rPr>
          <w:rFonts w:ascii="Times New Roman" w:hAnsi="Times New Roman"/>
          <w:sz w:val="24"/>
          <w:szCs w:val="24"/>
        </w:rPr>
        <w:t>26.20.4</w:t>
      </w:r>
      <w:r w:rsidRPr="00D321B1">
        <w:rPr>
          <w:sz w:val="24"/>
          <w:szCs w:val="24"/>
        </w:rPr>
        <w:t xml:space="preserve"> </w:t>
      </w:r>
    </w:p>
    <w:tbl>
      <w:tblPr>
        <w:tblW w:w="3600" w:type="dxa"/>
        <w:tblInd w:w="6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</w:tblGrid>
      <w:tr w:rsidR="0086726C" w:rsidTr="008A30A9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86726C" w:rsidRPr="008A30A9" w:rsidRDefault="0086726C" w:rsidP="008A30A9">
            <w:pPr>
              <w:keepNext/>
              <w:overflowPunct w:val="0"/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A30A9">
              <w:rPr>
                <w:rFonts w:ascii="Times New Roman" w:hAnsi="Times New Roman"/>
                <w:bCs/>
              </w:rPr>
              <w:t xml:space="preserve">Дана </w:t>
            </w:r>
            <w:r w:rsidRPr="008A30A9">
              <w:rPr>
                <w:rFonts w:ascii="Times New Roman" w:hAnsi="Times New Roman"/>
                <w:bCs/>
                <w:lang w:val="uk-UA"/>
              </w:rPr>
              <w:t xml:space="preserve">процедура проводиться в рамках Пілотного проекту щодо впровадження електронних закупівель. </w:t>
            </w:r>
          </w:p>
          <w:p w:rsidR="0086726C" w:rsidRPr="008A30A9" w:rsidRDefault="0086726C" w:rsidP="008A30A9">
            <w:pPr>
              <w:keepNext/>
              <w:overflowPunct w:val="0"/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8A30A9">
              <w:rPr>
                <w:rFonts w:ascii="Times New Roman" w:hAnsi="Times New Roman"/>
                <w:bCs/>
                <w:lang w:val="uk-UA"/>
              </w:rPr>
              <w:t>Дані торги розміщені в системі електронних державних закупівель ProZorro. Подати пропозицію на участь у даній закупівлі можна з будь-якого майданчика, підключеного до системи. Список та адреси доступні на сайті www.prozorro.</w:t>
            </w:r>
            <w:r w:rsidRPr="008A30A9">
              <w:rPr>
                <w:rFonts w:ascii="Times New Roman" w:hAnsi="Times New Roman"/>
                <w:bCs/>
                <w:lang w:val="en-US"/>
              </w:rPr>
              <w:t>org</w:t>
            </w:r>
            <w:r w:rsidRPr="008A30A9">
              <w:rPr>
                <w:rFonts w:ascii="Times New Roman" w:hAnsi="Times New Roman"/>
                <w:bCs/>
              </w:rPr>
              <w:t>.</w:t>
            </w:r>
          </w:p>
        </w:tc>
      </w:tr>
    </w:tbl>
    <w:p w:rsidR="0086726C" w:rsidRPr="0017700F" w:rsidRDefault="0086726C" w:rsidP="0017700F">
      <w:pPr>
        <w:keepNext/>
        <w:overflowPunct w:val="0"/>
        <w:jc w:val="center"/>
        <w:rPr>
          <w:rFonts w:ascii="Times New Roman" w:hAnsi="Times New Roman"/>
          <w:b/>
          <w:bCs/>
          <w:lang w:val="uk-UA"/>
        </w:rPr>
      </w:pPr>
    </w:p>
    <w:p w:rsidR="0086726C" w:rsidRPr="00F85051" w:rsidRDefault="0086726C" w:rsidP="000B70F0">
      <w:pPr>
        <w:rPr>
          <w:sz w:val="36"/>
          <w:lang w:val="uk-UA"/>
        </w:rPr>
      </w:pPr>
    </w:p>
    <w:p w:rsidR="0086726C" w:rsidRPr="00F85051" w:rsidRDefault="0086726C" w:rsidP="000B70F0">
      <w:pPr>
        <w:rPr>
          <w:sz w:val="36"/>
          <w:lang w:val="uk-UA"/>
        </w:rPr>
      </w:pPr>
    </w:p>
    <w:p w:rsidR="0086726C" w:rsidRPr="000B70F0" w:rsidRDefault="0086726C" w:rsidP="000B70F0">
      <w:pPr>
        <w:jc w:val="center"/>
        <w:rPr>
          <w:rFonts w:ascii="Times New Roman" w:hAnsi="Times New Roman"/>
          <w:sz w:val="32"/>
        </w:rPr>
      </w:pPr>
      <w:r w:rsidRPr="000B70F0">
        <w:rPr>
          <w:rFonts w:ascii="Times New Roman" w:hAnsi="Times New Roman"/>
          <w:sz w:val="32"/>
          <w:lang w:val="uk-UA"/>
        </w:rPr>
        <w:t>м. Київ – 201</w:t>
      </w:r>
      <w:r w:rsidRPr="000B70F0">
        <w:rPr>
          <w:rFonts w:ascii="Times New Roman" w:hAnsi="Times New Roman"/>
          <w:sz w:val="32"/>
        </w:rPr>
        <w:t>5</w:t>
      </w:r>
    </w:p>
    <w:p w:rsidR="0086726C" w:rsidRDefault="0086726C" w:rsidP="007B5D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6726C" w:rsidRDefault="0086726C" w:rsidP="003F73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86726C" w:rsidRPr="00921DD4" w:rsidRDefault="0086726C" w:rsidP="003F73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21DD4">
        <w:rPr>
          <w:rFonts w:ascii="Times New Roman" w:hAnsi="Times New Roman"/>
          <w:sz w:val="24"/>
          <w:szCs w:val="24"/>
          <w:lang w:val="uk-UA" w:eastAsia="ru-RU"/>
        </w:rPr>
        <w:t>1. Замовник</w:t>
      </w:r>
    </w:p>
    <w:p w:rsidR="0086726C" w:rsidRPr="00921DD4" w:rsidRDefault="0086726C" w:rsidP="003F73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 w:rsidRPr="00921DD4">
        <w:rPr>
          <w:rFonts w:ascii="Times New Roman" w:hAnsi="Times New Roman"/>
          <w:sz w:val="24"/>
          <w:szCs w:val="24"/>
          <w:lang w:val="uk-UA" w:eastAsia="ru-RU"/>
        </w:rPr>
        <w:t>1.1.</w:t>
      </w:r>
      <w:r w:rsidRPr="00921DD4">
        <w:rPr>
          <w:rFonts w:ascii="Times New Roman" w:hAnsi="Times New Roman"/>
          <w:spacing w:val="-10"/>
          <w:sz w:val="24"/>
          <w:szCs w:val="24"/>
          <w:lang w:val="uk-UA"/>
        </w:rPr>
        <w:t xml:space="preserve"> Державне підприємство </w:t>
      </w:r>
      <w:r>
        <w:rPr>
          <w:rFonts w:ascii="Times New Roman" w:hAnsi="Times New Roman"/>
          <w:spacing w:val="-10"/>
          <w:sz w:val="24"/>
          <w:szCs w:val="24"/>
          <w:lang w:val="uk-UA"/>
        </w:rPr>
        <w:t>"Енергоринок"</w:t>
      </w:r>
      <w:r w:rsidRPr="00AE391F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. </w:t>
      </w:r>
    </w:p>
    <w:p w:rsidR="0086726C" w:rsidRPr="00656B78" w:rsidRDefault="0086726C" w:rsidP="003F73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0"/>
          <w:sz w:val="24"/>
          <w:szCs w:val="24"/>
          <w:lang w:val="uk-UA"/>
        </w:rPr>
      </w:pPr>
      <w:r w:rsidRPr="00921DD4">
        <w:rPr>
          <w:rFonts w:ascii="Times New Roman" w:hAnsi="Times New Roman"/>
          <w:color w:val="000000"/>
          <w:sz w:val="24"/>
          <w:szCs w:val="24"/>
          <w:lang w:val="uk-UA"/>
        </w:rPr>
        <w:t xml:space="preserve">1.2. Код </w:t>
      </w:r>
      <w:r w:rsidRPr="00656B78">
        <w:rPr>
          <w:rFonts w:ascii="Times New Roman" w:hAnsi="Times New Roman"/>
          <w:spacing w:val="-10"/>
          <w:sz w:val="24"/>
          <w:szCs w:val="24"/>
          <w:lang w:val="uk-UA"/>
        </w:rPr>
        <w:t>за ЄДРПОУ: 21515381.</w:t>
      </w:r>
    </w:p>
    <w:p w:rsidR="0086726C" w:rsidRPr="00921DD4" w:rsidRDefault="0086726C" w:rsidP="003F73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 w:rsidRPr="00921DD4">
        <w:rPr>
          <w:rFonts w:ascii="Times New Roman" w:hAnsi="Times New Roman"/>
          <w:color w:val="000000"/>
          <w:sz w:val="24"/>
          <w:szCs w:val="24"/>
          <w:lang w:val="uk-UA"/>
        </w:rPr>
        <w:t xml:space="preserve">1.3. Місцезнаходження: Україна, </w:t>
      </w:r>
      <w:smartTag w:uri="urn:schemas-microsoft-com:office:smarttags" w:element="metricconverter">
        <w:smartTagPr>
          <w:attr w:name="ProductID" w:val="01032, м"/>
        </w:smartTagPr>
        <w:r w:rsidRPr="00921DD4">
          <w:rPr>
            <w:rFonts w:ascii="Times New Roman" w:hAnsi="Times New Roman"/>
            <w:color w:val="000000"/>
            <w:sz w:val="24"/>
            <w:szCs w:val="24"/>
            <w:lang w:val="uk-UA"/>
          </w:rPr>
          <w:t>01</w:t>
        </w:r>
        <w:r>
          <w:rPr>
            <w:rFonts w:ascii="Times New Roman" w:hAnsi="Times New Roman"/>
            <w:color w:val="000000"/>
            <w:sz w:val="24"/>
            <w:szCs w:val="24"/>
            <w:lang w:val="uk-UA"/>
          </w:rPr>
          <w:t>0</w:t>
        </w:r>
        <w:r w:rsidRPr="00921DD4">
          <w:rPr>
            <w:rFonts w:ascii="Times New Roman" w:hAnsi="Times New Roman"/>
            <w:color w:val="000000"/>
            <w:sz w:val="24"/>
            <w:szCs w:val="24"/>
            <w:lang w:val="uk-UA"/>
          </w:rPr>
          <w:t>3</w:t>
        </w:r>
        <w:r>
          <w:rPr>
            <w:rFonts w:ascii="Times New Roman" w:hAnsi="Times New Roman"/>
            <w:color w:val="000000"/>
            <w:sz w:val="24"/>
            <w:szCs w:val="24"/>
            <w:lang w:val="uk-UA"/>
          </w:rPr>
          <w:t>2</w:t>
        </w:r>
        <w:r w:rsidRPr="00921DD4">
          <w:rPr>
            <w:rFonts w:ascii="Times New Roman" w:hAnsi="Times New Roman"/>
            <w:color w:val="000000"/>
            <w:sz w:val="24"/>
            <w:szCs w:val="24"/>
            <w:lang w:val="uk-UA"/>
          </w:rPr>
          <w:t>, м</w:t>
        </w:r>
      </w:smartTag>
      <w:r w:rsidRPr="00921DD4">
        <w:rPr>
          <w:rFonts w:ascii="Times New Roman" w:hAnsi="Times New Roman"/>
          <w:color w:val="000000"/>
          <w:sz w:val="24"/>
          <w:szCs w:val="24"/>
          <w:lang w:val="uk-UA"/>
        </w:rPr>
        <w:t xml:space="preserve">. Київ, вул.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С. Петлюри, 27</w:t>
      </w:r>
      <w:r w:rsidRPr="00921DD4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86726C" w:rsidRPr="00921DD4" w:rsidRDefault="0086726C" w:rsidP="003F73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1DD4">
        <w:rPr>
          <w:rFonts w:ascii="Times New Roman" w:hAnsi="Times New Roman"/>
          <w:color w:val="000000"/>
          <w:sz w:val="24"/>
          <w:szCs w:val="24"/>
          <w:lang w:val="uk-UA"/>
        </w:rPr>
        <w:t>1.4. Посадові особи замовника, уповноважені здійснювати зв’язок з учасниками: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начальник відділу організації закупівель Сушко Людмила Володимирівна, тел.: 044-594-59-72, факс.: 044-594-59-66</w:t>
      </w:r>
    </w:p>
    <w:p w:rsidR="0086726C" w:rsidRPr="00AE391F" w:rsidRDefault="0086726C" w:rsidP="003F73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D15D6B">
        <w:rPr>
          <w:rFonts w:ascii="Times New Roman" w:hAnsi="Times New Roman"/>
          <w:sz w:val="24"/>
          <w:szCs w:val="24"/>
          <w:lang w:val="uk-UA" w:eastAsia="ru-RU"/>
        </w:rPr>
        <w:t xml:space="preserve">2. Очікувана вартість закупівлі: </w:t>
      </w:r>
      <w:r>
        <w:rPr>
          <w:rFonts w:ascii="Times New Roman" w:hAnsi="Times New Roman"/>
          <w:sz w:val="24"/>
          <w:szCs w:val="24"/>
          <w:lang w:val="uk-UA" w:eastAsia="ru-RU"/>
        </w:rPr>
        <w:t>130 </w:t>
      </w:r>
      <w:r w:rsidRPr="00511588">
        <w:rPr>
          <w:rFonts w:ascii="Times New Roman" w:hAnsi="Times New Roman"/>
          <w:sz w:val="24"/>
          <w:szCs w:val="24"/>
          <w:lang w:val="uk-UA" w:eastAsia="ru-RU"/>
        </w:rPr>
        <w:t>67</w:t>
      </w:r>
      <w:r>
        <w:rPr>
          <w:rFonts w:ascii="Times New Roman" w:hAnsi="Times New Roman"/>
          <w:sz w:val="24"/>
          <w:szCs w:val="24"/>
          <w:lang w:val="uk-UA" w:eastAsia="ru-RU"/>
        </w:rPr>
        <w:t>0,00</w:t>
      </w:r>
      <w:r w:rsidRPr="00AE391F">
        <w:rPr>
          <w:rFonts w:ascii="Times New Roman" w:hAnsi="Times New Roman"/>
          <w:sz w:val="24"/>
          <w:szCs w:val="24"/>
          <w:lang w:val="uk-UA" w:eastAsia="ru-RU"/>
        </w:rPr>
        <w:t xml:space="preserve"> (</w:t>
      </w:r>
      <w:r>
        <w:rPr>
          <w:rFonts w:ascii="Times New Roman" w:hAnsi="Times New Roman"/>
          <w:sz w:val="24"/>
          <w:szCs w:val="24"/>
          <w:lang w:val="uk-UA" w:eastAsia="ru-RU"/>
        </w:rPr>
        <w:t>сто тридцять тисяч шістсот сімдесят</w:t>
      </w:r>
      <w:r w:rsidRPr="00AE391F">
        <w:rPr>
          <w:rFonts w:ascii="Times New Roman" w:hAnsi="Times New Roman"/>
          <w:sz w:val="24"/>
          <w:szCs w:val="24"/>
          <w:lang w:val="uk-UA" w:eastAsia="ru-RU"/>
        </w:rPr>
        <w:t xml:space="preserve"> гривень 00 коп.) грн. з ПДВ</w:t>
      </w:r>
      <w:r w:rsidRPr="00AE391F">
        <w:rPr>
          <w:rFonts w:ascii="Times New Roman" w:hAnsi="Times New Roman"/>
          <w:bCs/>
          <w:sz w:val="24"/>
          <w:szCs w:val="24"/>
          <w:lang w:val="uk-UA" w:eastAsia="ru-RU"/>
        </w:rPr>
        <w:t>.</w:t>
      </w:r>
    </w:p>
    <w:p w:rsidR="0086726C" w:rsidRPr="001D262F" w:rsidRDefault="0086726C" w:rsidP="00474009">
      <w:pPr>
        <w:tabs>
          <w:tab w:val="left" w:pos="2160"/>
          <w:tab w:val="left" w:pos="36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21DD4">
        <w:rPr>
          <w:rFonts w:ascii="Times New Roman" w:hAnsi="Times New Roman"/>
          <w:sz w:val="24"/>
          <w:szCs w:val="24"/>
          <w:lang w:val="uk-UA" w:eastAsia="ru-RU"/>
        </w:rPr>
        <w:t>3. Інформація про предмет закупівлі</w:t>
      </w:r>
      <w:r>
        <w:rPr>
          <w:rFonts w:ascii="Times New Roman" w:hAnsi="Times New Roman"/>
          <w:sz w:val="24"/>
          <w:szCs w:val="24"/>
          <w:lang w:val="uk-UA" w:eastAsia="ru-RU"/>
        </w:rPr>
        <w:t>:</w:t>
      </w:r>
      <w:r w:rsidRPr="00511588">
        <w:rPr>
          <w:rFonts w:ascii="Times New Roman" w:hAnsi="Times New Roman"/>
          <w:sz w:val="24"/>
          <w:szCs w:val="24"/>
        </w:rPr>
        <w:t xml:space="preserve"> "Частини та приладдя для обчислювальних машин</w:t>
      </w:r>
      <w:r w:rsidRPr="001D262F">
        <w:rPr>
          <w:rFonts w:ascii="Times New Roman" w:hAnsi="Times New Roman"/>
          <w:sz w:val="24"/>
          <w:szCs w:val="24"/>
        </w:rPr>
        <w:t xml:space="preserve"> </w:t>
      </w:r>
      <w:r w:rsidRPr="001D262F">
        <w:rPr>
          <w:rFonts w:ascii="Times New Roman" w:hAnsi="Times New Roman"/>
          <w:sz w:val="24"/>
          <w:szCs w:val="24"/>
          <w:lang w:val="uk-UA"/>
        </w:rPr>
        <w:t xml:space="preserve">(обладнання для ремонту серверної системи на базі </w:t>
      </w:r>
      <w:r w:rsidRPr="001D262F">
        <w:rPr>
          <w:rFonts w:ascii="Times New Roman" w:hAnsi="Times New Roman"/>
          <w:sz w:val="24"/>
          <w:szCs w:val="24"/>
          <w:lang w:val="en-US"/>
        </w:rPr>
        <w:t>Blade</w:t>
      </w:r>
      <w:r w:rsidRPr="001D262F">
        <w:rPr>
          <w:rFonts w:ascii="Times New Roman" w:hAnsi="Times New Roman"/>
          <w:sz w:val="24"/>
          <w:szCs w:val="24"/>
        </w:rPr>
        <w:t xml:space="preserve"> </w:t>
      </w:r>
      <w:r w:rsidRPr="001D262F">
        <w:rPr>
          <w:rFonts w:ascii="Times New Roman" w:hAnsi="Times New Roman"/>
          <w:sz w:val="24"/>
          <w:szCs w:val="24"/>
          <w:lang w:val="en-US"/>
        </w:rPr>
        <w:t>Centre</w:t>
      </w:r>
      <w:r w:rsidRPr="001D262F">
        <w:rPr>
          <w:rFonts w:ascii="Times New Roman" w:hAnsi="Times New Roman"/>
          <w:sz w:val="24"/>
          <w:szCs w:val="24"/>
        </w:rPr>
        <w:t>)</w:t>
      </w:r>
      <w:r w:rsidRPr="00511588">
        <w:rPr>
          <w:rFonts w:ascii="Times New Roman" w:hAnsi="Times New Roman"/>
          <w:sz w:val="24"/>
          <w:szCs w:val="24"/>
        </w:rPr>
        <w:t>"</w:t>
      </w:r>
    </w:p>
    <w:p w:rsidR="0086726C" w:rsidRPr="00511588" w:rsidRDefault="0086726C" w:rsidP="001D262F">
      <w:pPr>
        <w:tabs>
          <w:tab w:val="left" w:pos="2160"/>
          <w:tab w:val="left" w:pos="3600"/>
        </w:tabs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  <w:lang w:val="uk-UA"/>
        </w:rPr>
      </w:pPr>
      <w:r w:rsidRPr="00511588">
        <w:rPr>
          <w:rFonts w:ascii="Times New Roman" w:hAnsi="Times New Roman"/>
        </w:rPr>
        <w:t>Табл</w:t>
      </w:r>
      <w:r>
        <w:rPr>
          <w:rFonts w:ascii="Times New Roman" w:hAnsi="Times New Roman"/>
          <w:lang w:val="uk-UA"/>
        </w:rPr>
        <w:t>иця</w:t>
      </w:r>
      <w:r w:rsidRPr="00511588">
        <w:rPr>
          <w:rFonts w:ascii="Times New Roman" w:hAnsi="Times New Roman"/>
        </w:rPr>
        <w:t xml:space="preserve"> 1</w:t>
      </w:r>
    </w:p>
    <w:tbl>
      <w:tblPr>
        <w:tblpPr w:leftFromText="180" w:rightFromText="180" w:vertAnchor="text" w:horzAnchor="margin" w:tblpY="62"/>
        <w:tblW w:w="9654" w:type="dxa"/>
        <w:tblLook w:val="00A0"/>
      </w:tblPr>
      <w:tblGrid>
        <w:gridCol w:w="1291"/>
        <w:gridCol w:w="7513"/>
        <w:gridCol w:w="850"/>
      </w:tblGrid>
      <w:tr w:rsidR="0086726C" w:rsidRPr="001D262F" w:rsidTr="004F6D17">
        <w:trPr>
          <w:trHeight w:val="716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1D262F" w:rsidRDefault="0086726C" w:rsidP="001D262F">
            <w:pPr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1D262F">
              <w:rPr>
                <w:rFonts w:ascii="Times New Roman" w:hAnsi="Times New Roman"/>
                <w:bCs/>
                <w:lang w:val="uk-UA" w:eastAsia="ru-RU"/>
              </w:rPr>
              <w:t>Код деталі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726C" w:rsidRPr="001D262F" w:rsidRDefault="0086726C" w:rsidP="001D262F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D262F">
              <w:rPr>
                <w:rFonts w:ascii="Times New Roman" w:hAnsi="Times New Roman"/>
                <w:bCs/>
                <w:lang w:eastAsia="ru-RU"/>
              </w:rPr>
              <w:t>Назва обладнання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1D262F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D262F">
              <w:rPr>
                <w:rFonts w:ascii="Times New Roman" w:hAnsi="Times New Roman"/>
                <w:bCs/>
                <w:lang w:eastAsia="ru-RU"/>
              </w:rPr>
              <w:t>Кіл-сть, шт.</w:t>
            </w:r>
          </w:p>
        </w:tc>
      </w:tr>
      <w:tr w:rsidR="0086726C" w:rsidRPr="001D262F" w:rsidTr="004F6D17">
        <w:trPr>
          <w:trHeight w:val="52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726C" w:rsidRPr="001D262F" w:rsidRDefault="0086726C" w:rsidP="004F6D1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1D262F">
              <w:rPr>
                <w:rFonts w:ascii="Times New Roman" w:hAnsi="Times New Roman"/>
                <w:bCs/>
                <w:lang w:eastAsia="ru-RU"/>
              </w:rPr>
              <w:t>7875А4G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1D262F" w:rsidRDefault="0086726C" w:rsidP="004F6D1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1D262F">
              <w:rPr>
                <w:rFonts w:ascii="Times New Roman" w:hAnsi="Times New Roman"/>
                <w:bCs/>
                <w:lang w:eastAsia="ru-RU"/>
              </w:rPr>
              <w:t xml:space="preserve">Серверний модуль HS23, Xeon </w:t>
            </w:r>
            <w:smartTag w:uri="urn:schemas-microsoft-com:office:smarttags" w:element="metricconverter">
              <w:smartTagPr>
                <w:attr w:name="ProductID" w:val="6C"/>
              </w:smartTagPr>
              <w:r w:rsidRPr="001D262F">
                <w:rPr>
                  <w:rFonts w:ascii="Times New Roman" w:hAnsi="Times New Roman"/>
                  <w:bCs/>
                  <w:lang w:eastAsia="ru-RU"/>
                </w:rPr>
                <w:t>6C</w:t>
              </w:r>
            </w:smartTag>
            <w:r w:rsidRPr="001D262F">
              <w:rPr>
                <w:rFonts w:ascii="Times New Roman" w:hAnsi="Times New Roman"/>
                <w:bCs/>
                <w:lang w:eastAsia="ru-RU"/>
              </w:rPr>
              <w:t xml:space="preserve"> E5-2603v2 80W 1.8GHz/1333MHz/10MB, 1x8GB, O/Bay 2.5in SAS/SATA</w:t>
            </w:r>
            <w:r w:rsidRPr="001D262F">
              <w:rPr>
                <w:rFonts w:ascii="Times New Roman" w:hAnsi="Times New Roman"/>
                <w:bCs/>
                <w:lang w:val="uk-UA" w:eastAsia="ru-RU"/>
              </w:rPr>
              <w:t xml:space="preserve"> </w:t>
            </w:r>
            <w:r w:rsidRPr="001D262F">
              <w:rPr>
                <w:rFonts w:ascii="Times New Roman" w:hAnsi="Times New Roman"/>
                <w:bCs/>
                <w:lang w:eastAsia="ru-RU"/>
              </w:rPr>
              <w:t xml:space="preserve">(або </w:t>
            </w:r>
            <w:r>
              <w:rPr>
                <w:rFonts w:ascii="Times New Roman" w:hAnsi="Times New Roman"/>
                <w:bCs/>
                <w:lang w:val="uk-UA" w:eastAsia="ru-RU"/>
              </w:rPr>
              <w:t>еквівалент</w:t>
            </w:r>
            <w:r w:rsidRPr="001D262F">
              <w:rPr>
                <w:rFonts w:ascii="Times New Roman" w:hAnsi="Times New Roman"/>
                <w:bCs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726C" w:rsidRPr="001D262F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D262F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E53234" w:rsidTr="001D262F">
        <w:trPr>
          <w:trHeight w:val="27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726C" w:rsidRPr="001D262F" w:rsidRDefault="0086726C" w:rsidP="004F6D1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1D262F">
              <w:rPr>
                <w:rFonts w:ascii="Times New Roman" w:hAnsi="Times New Roman"/>
                <w:bCs/>
                <w:lang w:eastAsia="ru-RU"/>
              </w:rPr>
              <w:t>44X1945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1D262F" w:rsidRDefault="0086726C" w:rsidP="004F6D17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1D262F">
              <w:rPr>
                <w:rFonts w:ascii="Times New Roman" w:hAnsi="Times New Roman"/>
                <w:bCs/>
                <w:lang w:eastAsia="ru-RU"/>
              </w:rPr>
              <w:t>Контролер</w:t>
            </w:r>
            <w:r w:rsidRPr="001D262F">
              <w:rPr>
                <w:rFonts w:ascii="Times New Roman" w:hAnsi="Times New Roman"/>
                <w:bCs/>
                <w:lang w:val="en-US" w:eastAsia="ru-RU"/>
              </w:rPr>
              <w:t xml:space="preserve"> Qlogic 8Gb Fibre Channel Expansion Card</w:t>
            </w:r>
            <w:r w:rsidRPr="001D262F">
              <w:rPr>
                <w:rFonts w:ascii="Times New Roman" w:hAnsi="Times New Roman"/>
                <w:bCs/>
                <w:lang w:val="uk-UA" w:eastAsia="ru-RU"/>
              </w:rPr>
              <w:t xml:space="preserve"> </w:t>
            </w:r>
            <w:r w:rsidRPr="001D262F">
              <w:rPr>
                <w:rFonts w:ascii="Times New Roman" w:hAnsi="Times New Roman"/>
                <w:bCs/>
                <w:lang w:val="en-US" w:eastAsia="ru-RU"/>
              </w:rPr>
              <w:t>(</w:t>
            </w:r>
            <w:r w:rsidRPr="001D262F">
              <w:rPr>
                <w:rFonts w:ascii="Times New Roman" w:hAnsi="Times New Roman"/>
                <w:bCs/>
                <w:lang w:eastAsia="ru-RU"/>
              </w:rPr>
              <w:t>або</w:t>
            </w:r>
            <w:r w:rsidRPr="001D262F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bCs/>
                <w:lang w:val="uk-UA" w:eastAsia="ru-RU"/>
              </w:rPr>
              <w:t>еквівалент</w:t>
            </w:r>
            <w:r w:rsidRPr="001D262F">
              <w:rPr>
                <w:rFonts w:ascii="Times New Roman" w:hAnsi="Times New Roman"/>
                <w:bCs/>
                <w:lang w:val="en-US" w:eastAsia="ru-RU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726C" w:rsidRPr="00E53234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1D262F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</w:tbl>
    <w:p w:rsidR="0086726C" w:rsidRPr="00813F5A" w:rsidRDefault="0086726C" w:rsidP="00813F5A">
      <w:pPr>
        <w:pStyle w:val="ListParagraph"/>
        <w:shd w:val="clear" w:color="auto" w:fill="FFFFFF"/>
        <w:ind w:left="0" w:firstLine="567"/>
        <w:jc w:val="both"/>
      </w:pPr>
      <w:r>
        <w:rPr>
          <w:lang w:val="uk-UA"/>
        </w:rPr>
        <w:t xml:space="preserve">3.1 </w:t>
      </w:r>
      <w:r w:rsidRPr="005F1D95">
        <w:rPr>
          <w:lang w:val="uk-UA"/>
        </w:rPr>
        <w:t>Вартість</w:t>
      </w:r>
      <w:r w:rsidRPr="00813F5A">
        <w:t xml:space="preserve"> </w:t>
      </w:r>
      <w:r w:rsidRPr="005F1D95">
        <w:rPr>
          <w:lang w:val="uk-UA"/>
        </w:rPr>
        <w:t>пропозиції</w:t>
      </w:r>
      <w:r w:rsidRPr="00813F5A">
        <w:t xml:space="preserve"> повинна </w:t>
      </w:r>
      <w:r w:rsidRPr="005F1D95">
        <w:rPr>
          <w:lang w:val="uk-UA"/>
        </w:rPr>
        <w:t>враховувати</w:t>
      </w:r>
      <w:r w:rsidRPr="00813F5A">
        <w:t xml:space="preserve"> доставку, </w:t>
      </w:r>
      <w:r w:rsidRPr="005F1D95">
        <w:rPr>
          <w:lang w:val="uk-UA"/>
        </w:rPr>
        <w:t>роботи</w:t>
      </w:r>
      <w:r w:rsidRPr="00813F5A">
        <w:t xml:space="preserve"> з монтажу</w:t>
      </w:r>
      <w:r w:rsidRPr="00813F5A">
        <w:rPr>
          <w:lang w:val="uk-UA"/>
        </w:rPr>
        <w:t>,</w:t>
      </w:r>
      <w:r w:rsidRPr="00813F5A">
        <w:t xml:space="preserve"> </w:t>
      </w:r>
      <w:r w:rsidRPr="005F1D95">
        <w:rPr>
          <w:lang w:val="uk-UA"/>
        </w:rPr>
        <w:t>встановлення</w:t>
      </w:r>
      <w:r w:rsidRPr="00813F5A">
        <w:rPr>
          <w:lang w:val="uk-UA"/>
        </w:rPr>
        <w:t xml:space="preserve"> та наладки</w:t>
      </w:r>
      <w:r w:rsidRPr="00813F5A">
        <w:t xml:space="preserve"> </w:t>
      </w:r>
      <w:r w:rsidRPr="005F1D95">
        <w:rPr>
          <w:lang w:val="uk-UA"/>
        </w:rPr>
        <w:t>обладнання</w:t>
      </w:r>
      <w:r w:rsidRPr="00813F5A">
        <w:t xml:space="preserve">, а </w:t>
      </w:r>
      <w:r w:rsidRPr="005F1D95">
        <w:rPr>
          <w:lang w:val="uk-UA"/>
        </w:rPr>
        <w:t>також</w:t>
      </w:r>
      <w:r w:rsidRPr="00813F5A">
        <w:t xml:space="preserve"> всі </w:t>
      </w:r>
      <w:r w:rsidRPr="005F1D95">
        <w:rPr>
          <w:lang w:val="uk-UA"/>
        </w:rPr>
        <w:t>податки</w:t>
      </w:r>
      <w:r w:rsidRPr="00813F5A">
        <w:t xml:space="preserve">, збори та </w:t>
      </w:r>
      <w:r w:rsidRPr="005F1D95">
        <w:rPr>
          <w:lang w:val="uk-UA"/>
        </w:rPr>
        <w:t>інші</w:t>
      </w:r>
      <w:r w:rsidRPr="00813F5A">
        <w:t xml:space="preserve"> </w:t>
      </w:r>
      <w:r w:rsidRPr="005F1D95">
        <w:rPr>
          <w:lang w:val="uk-UA"/>
        </w:rPr>
        <w:t>витрати</w:t>
      </w:r>
      <w:r w:rsidRPr="00813F5A">
        <w:t xml:space="preserve">, </w:t>
      </w:r>
      <w:r w:rsidRPr="005F1D95">
        <w:rPr>
          <w:lang w:val="uk-UA"/>
        </w:rPr>
        <w:t>необхідні</w:t>
      </w:r>
      <w:r w:rsidRPr="00813F5A">
        <w:t xml:space="preserve"> для поставки товару.</w:t>
      </w:r>
    </w:p>
    <w:p w:rsidR="0086726C" w:rsidRPr="00813F5A" w:rsidRDefault="0086726C" w:rsidP="00813F5A">
      <w:pPr>
        <w:pStyle w:val="ListParagraph"/>
        <w:shd w:val="clear" w:color="auto" w:fill="FFFFFF"/>
        <w:ind w:left="0" w:firstLine="567"/>
        <w:jc w:val="both"/>
        <w:rPr>
          <w:lang w:val="uk-UA"/>
        </w:rPr>
      </w:pPr>
      <w:r>
        <w:rPr>
          <w:lang w:val="uk-UA"/>
        </w:rPr>
        <w:t xml:space="preserve">3.2 </w:t>
      </w:r>
      <w:r w:rsidRPr="00813F5A">
        <w:rPr>
          <w:lang w:val="uk-UA"/>
        </w:rPr>
        <w:t xml:space="preserve">Обладнання для ремонту серверної системи на базі </w:t>
      </w:r>
      <w:r w:rsidRPr="00813F5A">
        <w:rPr>
          <w:lang w:val="en-US"/>
        </w:rPr>
        <w:t>Blade</w:t>
      </w:r>
      <w:r w:rsidRPr="00813F5A">
        <w:rPr>
          <w:lang w:val="uk-UA"/>
        </w:rPr>
        <w:t xml:space="preserve"> </w:t>
      </w:r>
      <w:r w:rsidRPr="00813F5A">
        <w:rPr>
          <w:lang w:val="en-US"/>
        </w:rPr>
        <w:t>Centre</w:t>
      </w:r>
      <w:r>
        <w:rPr>
          <w:lang w:val="uk-UA"/>
        </w:rPr>
        <w:t xml:space="preserve"> (таблиця 1) ма</w:t>
      </w:r>
      <w:r w:rsidRPr="00813F5A">
        <w:rPr>
          <w:lang w:val="uk-UA"/>
        </w:rPr>
        <w:t xml:space="preserve">є бути повністю сумісне з існуючим обладнанням основної серверної системи на базі </w:t>
      </w:r>
      <w:r w:rsidRPr="00813F5A">
        <w:rPr>
          <w:lang w:val="en-US"/>
        </w:rPr>
        <w:t>Blade</w:t>
      </w:r>
      <w:r w:rsidRPr="00813F5A">
        <w:rPr>
          <w:lang w:val="uk-UA"/>
        </w:rPr>
        <w:t xml:space="preserve"> </w:t>
      </w:r>
      <w:r w:rsidRPr="00813F5A">
        <w:rPr>
          <w:lang w:val="en-US"/>
        </w:rPr>
        <w:t>Centre</w:t>
      </w:r>
      <w:r>
        <w:rPr>
          <w:lang w:val="uk-UA"/>
        </w:rPr>
        <w:t>, склад якої зазначено у таблиці</w:t>
      </w:r>
      <w:r w:rsidRPr="00813F5A">
        <w:rPr>
          <w:lang w:val="uk-UA"/>
        </w:rPr>
        <w:t xml:space="preserve"> 2.</w:t>
      </w:r>
    </w:p>
    <w:p w:rsidR="0086726C" w:rsidRPr="00E53234" w:rsidRDefault="0086726C" w:rsidP="00E5323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val="uk-UA" w:eastAsia="ru-RU"/>
        </w:rPr>
      </w:pPr>
      <w:r w:rsidRPr="00511588">
        <w:rPr>
          <w:rFonts w:ascii="Times New Roman" w:hAnsi="Times New Roman"/>
        </w:rPr>
        <w:t>Табл</w:t>
      </w:r>
      <w:r>
        <w:rPr>
          <w:rFonts w:ascii="Times New Roman" w:hAnsi="Times New Roman"/>
          <w:lang w:val="uk-UA"/>
        </w:rPr>
        <w:t>иця</w:t>
      </w:r>
      <w:r w:rsidRPr="0051158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uk-UA"/>
        </w:rPr>
        <w:t>2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1275"/>
        <w:gridCol w:w="7088"/>
        <w:gridCol w:w="850"/>
      </w:tblGrid>
      <w:tr w:rsidR="0086726C" w:rsidRPr="00E53234" w:rsidTr="009D59C2">
        <w:trPr>
          <w:cantSplit/>
          <w:trHeight w:hRule="exact" w:val="876"/>
        </w:trPr>
        <w:tc>
          <w:tcPr>
            <w:tcW w:w="426" w:type="dxa"/>
            <w:vAlign w:val="center"/>
          </w:tcPr>
          <w:p w:rsidR="0086726C" w:rsidRPr="00E53234" w:rsidRDefault="0086726C" w:rsidP="00E53234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№</w:t>
            </w:r>
          </w:p>
        </w:tc>
        <w:tc>
          <w:tcPr>
            <w:tcW w:w="1275" w:type="dxa"/>
            <w:vAlign w:val="center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Код деталі</w:t>
            </w:r>
          </w:p>
        </w:tc>
        <w:tc>
          <w:tcPr>
            <w:tcW w:w="7088" w:type="dxa"/>
            <w:vAlign w:val="center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Назва обладнання</w:t>
            </w:r>
          </w:p>
        </w:tc>
        <w:tc>
          <w:tcPr>
            <w:tcW w:w="850" w:type="dxa"/>
            <w:vAlign w:val="center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Кіл-сть, шт.</w:t>
            </w:r>
          </w:p>
        </w:tc>
      </w:tr>
      <w:tr w:rsidR="0086726C" w:rsidRPr="00E53234" w:rsidTr="00E53234">
        <w:trPr>
          <w:cantSplit/>
          <w:trHeight w:val="144"/>
        </w:trPr>
        <w:tc>
          <w:tcPr>
            <w:tcW w:w="426" w:type="dxa"/>
          </w:tcPr>
          <w:p w:rsidR="0086726C" w:rsidRPr="00E53234" w:rsidRDefault="0086726C" w:rsidP="00E53234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12" w:hanging="12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86773RG</w:t>
            </w:r>
          </w:p>
        </w:tc>
        <w:tc>
          <w:tcPr>
            <w:tcW w:w="7088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Шасі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IBM eServer BladeCenter Chassis, 8X Slim DVD-ROM </w:t>
            </w:r>
          </w:p>
        </w:tc>
        <w:tc>
          <w:tcPr>
            <w:tcW w:w="850" w:type="dxa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E53234" w:rsidTr="001F1E1D">
        <w:trPr>
          <w:cantSplit/>
          <w:trHeight w:val="181"/>
        </w:trPr>
        <w:tc>
          <w:tcPr>
            <w:tcW w:w="426" w:type="dxa"/>
          </w:tcPr>
          <w:p w:rsidR="0086726C" w:rsidRPr="00E53234" w:rsidRDefault="0086726C" w:rsidP="00E53234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12" w:hanging="12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46M0508</w:t>
            </w:r>
          </w:p>
        </w:tc>
        <w:tc>
          <w:tcPr>
            <w:tcW w:w="7088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Блок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живлення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E53234">
              <w:rPr>
                <w:rFonts w:ascii="Times New Roman" w:hAnsi="Times New Roman"/>
                <w:lang w:val="en-US"/>
              </w:rPr>
              <w:t>IBM BladeCenter E 2,320W AC Power Supply Option</w:t>
            </w:r>
          </w:p>
        </w:tc>
        <w:tc>
          <w:tcPr>
            <w:tcW w:w="850" w:type="dxa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</w:tr>
      <w:tr w:rsidR="0086726C" w:rsidRPr="00E53234" w:rsidTr="00E53234">
        <w:trPr>
          <w:cantSplit/>
          <w:trHeight w:val="144"/>
        </w:trPr>
        <w:tc>
          <w:tcPr>
            <w:tcW w:w="426" w:type="dxa"/>
          </w:tcPr>
          <w:p w:rsidR="0086726C" w:rsidRPr="00E53234" w:rsidRDefault="0086726C" w:rsidP="00E53234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12" w:hanging="12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8853L4G</w:t>
            </w:r>
          </w:p>
        </w:tc>
        <w:tc>
          <w:tcPr>
            <w:tcW w:w="7088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Серверний модуль IBM HS21 blade у складі:</w:t>
            </w:r>
          </w:p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серверний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модуль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IBM HS21 blade Intel Dual Core 5140 2.33 GHz / 1333MHz, 4MB L2, 2x512 Mb, O/Bay SAS - 1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шт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>.</w:t>
            </w:r>
          </w:p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додатковий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процесор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Intel Dual Core Xeon 5140, 2,33 GHz / 1333MHz, 4MB L2 – 1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шт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>.</w:t>
            </w:r>
          </w:p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додатковий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модуль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оперативної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пам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>’</w:t>
            </w:r>
            <w:r w:rsidRPr="00E53234">
              <w:rPr>
                <w:rFonts w:ascii="Times New Roman" w:hAnsi="Times New Roman"/>
                <w:bCs/>
                <w:lang w:eastAsia="ru-RU"/>
              </w:rPr>
              <w:t>яті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IBM 2Gb (2x1Gb) PC2-5300 667 MHz ECC DDR2 FBDIMM - 1</w:t>
            </w:r>
            <w:r w:rsidRPr="00E53234">
              <w:rPr>
                <w:rFonts w:ascii="Times New Roman" w:hAnsi="Times New Roman"/>
                <w:bCs/>
                <w:lang w:eastAsia="ru-RU"/>
              </w:rPr>
              <w:t>шт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>.</w:t>
            </w:r>
          </w:p>
        </w:tc>
        <w:tc>
          <w:tcPr>
            <w:tcW w:w="850" w:type="dxa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E53234" w:rsidTr="00E53234">
        <w:trPr>
          <w:cantSplit/>
          <w:trHeight w:val="420"/>
        </w:trPr>
        <w:tc>
          <w:tcPr>
            <w:tcW w:w="426" w:type="dxa"/>
          </w:tcPr>
          <w:p w:rsidR="0086726C" w:rsidRPr="00E53234" w:rsidRDefault="0086726C" w:rsidP="00E53234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12" w:hanging="12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26R0890</w:t>
            </w:r>
          </w:p>
        </w:tc>
        <w:tc>
          <w:tcPr>
            <w:tcW w:w="7088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Контролер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QLogic(R) 4Gb SFF Fiber Channel Expansion card for IBM eServer BladeCenter</w:t>
            </w:r>
          </w:p>
        </w:tc>
        <w:tc>
          <w:tcPr>
            <w:tcW w:w="850" w:type="dxa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E53234" w:rsidTr="001F1E1D">
        <w:trPr>
          <w:cantSplit/>
          <w:trHeight w:val="304"/>
        </w:trPr>
        <w:tc>
          <w:tcPr>
            <w:tcW w:w="426" w:type="dxa"/>
          </w:tcPr>
          <w:p w:rsidR="0086726C" w:rsidRPr="00E53234" w:rsidRDefault="0086726C" w:rsidP="00E53234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12" w:hanging="12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7875B4G</w:t>
            </w:r>
          </w:p>
        </w:tc>
        <w:tc>
          <w:tcPr>
            <w:tcW w:w="7088" w:type="dxa"/>
            <w:vAlign w:val="center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 xml:space="preserve">Серверний модуль: HS23, Xeon </w:t>
            </w:r>
            <w:smartTag w:uri="urn:schemas-microsoft-com:office:smarttags" w:element="metricconverter">
              <w:smartTagPr>
                <w:attr w:name="ProductID" w:val="6C"/>
              </w:smartTagPr>
              <w:r w:rsidRPr="00E53234">
                <w:rPr>
                  <w:rFonts w:ascii="Times New Roman" w:hAnsi="Times New Roman"/>
                  <w:bCs/>
                  <w:lang w:eastAsia="ru-RU"/>
                </w:rPr>
                <w:t>6C</w:t>
              </w:r>
            </w:smartTag>
            <w:r w:rsidRPr="00E53234">
              <w:rPr>
                <w:rFonts w:ascii="Times New Roman" w:hAnsi="Times New Roman"/>
                <w:bCs/>
                <w:lang w:eastAsia="ru-RU"/>
              </w:rPr>
              <w:t xml:space="preserve"> E5-2620v2 80W 2.1GHz/1600MHz/15MB, 1x8GB, O/Bay 2.5in SAS/SATA</w:t>
            </w:r>
          </w:p>
        </w:tc>
        <w:tc>
          <w:tcPr>
            <w:tcW w:w="850" w:type="dxa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9</w:t>
            </w:r>
          </w:p>
        </w:tc>
      </w:tr>
      <w:tr w:rsidR="0086726C" w:rsidRPr="00E53234" w:rsidTr="001F1E1D">
        <w:trPr>
          <w:cantSplit/>
          <w:trHeight w:val="146"/>
        </w:trPr>
        <w:tc>
          <w:tcPr>
            <w:tcW w:w="426" w:type="dxa"/>
          </w:tcPr>
          <w:p w:rsidR="0086726C" w:rsidRPr="00E53234" w:rsidRDefault="0086726C" w:rsidP="00E53234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12" w:hanging="12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44X1945</w:t>
            </w:r>
          </w:p>
        </w:tc>
        <w:tc>
          <w:tcPr>
            <w:tcW w:w="7088" w:type="dxa"/>
            <w:vAlign w:val="center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Контролер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Qlogic 8Gb Fibre Channel Expansion Card</w:t>
            </w:r>
          </w:p>
        </w:tc>
        <w:tc>
          <w:tcPr>
            <w:tcW w:w="850" w:type="dxa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9</w:t>
            </w:r>
          </w:p>
        </w:tc>
      </w:tr>
      <w:tr w:rsidR="0086726C" w:rsidRPr="00E53234" w:rsidTr="001F1E1D">
        <w:trPr>
          <w:cantSplit/>
          <w:trHeight w:hRule="exact" w:val="615"/>
        </w:trPr>
        <w:tc>
          <w:tcPr>
            <w:tcW w:w="426" w:type="dxa"/>
          </w:tcPr>
          <w:p w:rsidR="0086726C" w:rsidRPr="00E53234" w:rsidRDefault="0086726C" w:rsidP="00E53234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12" w:hanging="12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32R1860</w:t>
            </w:r>
          </w:p>
        </w:tc>
        <w:tc>
          <w:tcPr>
            <w:tcW w:w="7088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Комутатор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локальної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мережі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Nortel Layer 2/3 Copper GbE Switch Module for BladeCenter</w:t>
            </w:r>
          </w:p>
        </w:tc>
        <w:tc>
          <w:tcPr>
            <w:tcW w:w="850" w:type="dxa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ru-RU"/>
              </w:rPr>
            </w:pPr>
            <w:r w:rsidRPr="00E53234">
              <w:rPr>
                <w:rFonts w:ascii="Times New Roman" w:hAnsi="Times New Roman"/>
                <w:bCs/>
                <w:lang w:val="en-US" w:eastAsia="ru-RU"/>
              </w:rPr>
              <w:t>2</w:t>
            </w:r>
          </w:p>
        </w:tc>
      </w:tr>
      <w:tr w:rsidR="0086726C" w:rsidRPr="00E53234" w:rsidTr="00E53234">
        <w:trPr>
          <w:cantSplit/>
          <w:trHeight w:val="528"/>
        </w:trPr>
        <w:tc>
          <w:tcPr>
            <w:tcW w:w="426" w:type="dxa"/>
          </w:tcPr>
          <w:p w:rsidR="0086726C" w:rsidRPr="00E53234" w:rsidRDefault="0086726C" w:rsidP="00E53234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12" w:hanging="12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32R1813</w:t>
            </w:r>
          </w:p>
        </w:tc>
        <w:tc>
          <w:tcPr>
            <w:tcW w:w="7088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Комутатор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мережі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зберігання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даних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Fiber Channel Brocade 10-port 4 Gb SAN Switch Module for IBM BladeCenter</w:t>
            </w:r>
          </w:p>
        </w:tc>
        <w:tc>
          <w:tcPr>
            <w:tcW w:w="850" w:type="dxa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</w:tr>
      <w:tr w:rsidR="0086726C" w:rsidRPr="00E53234" w:rsidTr="00E53234">
        <w:trPr>
          <w:cantSplit/>
          <w:trHeight w:val="420"/>
        </w:trPr>
        <w:tc>
          <w:tcPr>
            <w:tcW w:w="426" w:type="dxa"/>
          </w:tcPr>
          <w:p w:rsidR="0086726C" w:rsidRPr="00E53234" w:rsidRDefault="0086726C" w:rsidP="00E53234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12" w:hanging="12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7870A2G</w:t>
            </w:r>
          </w:p>
        </w:tc>
        <w:tc>
          <w:tcPr>
            <w:tcW w:w="7088" w:type="dxa"/>
          </w:tcPr>
          <w:p w:rsidR="0086726C" w:rsidRPr="00E53234" w:rsidRDefault="0086726C" w:rsidP="00B44F12">
            <w:pPr>
              <w:pStyle w:val="BodyText"/>
              <w:tabs>
                <w:tab w:val="left" w:pos="567"/>
              </w:tabs>
              <w:spacing w:after="0"/>
              <w:rPr>
                <w:bCs/>
                <w:sz w:val="22"/>
                <w:szCs w:val="22"/>
                <w:lang w:eastAsia="ru-RU"/>
              </w:rPr>
            </w:pPr>
            <w:r w:rsidRPr="00E53234">
              <w:rPr>
                <w:bCs/>
                <w:sz w:val="22"/>
                <w:szCs w:val="22"/>
                <w:lang w:eastAsia="ru-RU"/>
              </w:rPr>
              <w:t xml:space="preserve">Серверний модуль IBM HS22 Blade у складі: </w:t>
            </w:r>
          </w:p>
          <w:p w:rsidR="0086726C" w:rsidRPr="00E53234" w:rsidRDefault="0086726C" w:rsidP="00B44F12">
            <w:pPr>
              <w:pStyle w:val="BodyText"/>
              <w:tabs>
                <w:tab w:val="left" w:pos="567"/>
              </w:tabs>
              <w:spacing w:after="0"/>
              <w:rPr>
                <w:bCs/>
                <w:sz w:val="22"/>
                <w:szCs w:val="22"/>
                <w:lang w:eastAsia="ru-RU"/>
              </w:rPr>
            </w:pPr>
            <w:r w:rsidRPr="00E53234">
              <w:rPr>
                <w:bCs/>
                <w:sz w:val="22"/>
                <w:szCs w:val="22"/>
                <w:lang w:eastAsia="ru-RU"/>
              </w:rPr>
              <w:t xml:space="preserve">серверний модуль IBM HS22, Xeon </w:t>
            </w:r>
            <w:smartTag w:uri="urn:schemas-microsoft-com:office:smarttags" w:element="metricconverter">
              <w:smartTagPr>
                <w:attr w:name="ProductID" w:val="4C"/>
              </w:smartTagPr>
              <w:r w:rsidRPr="00E53234">
                <w:rPr>
                  <w:bCs/>
                  <w:sz w:val="22"/>
                  <w:szCs w:val="22"/>
                  <w:lang w:eastAsia="ru-RU"/>
                </w:rPr>
                <w:t>4C</w:t>
              </w:r>
            </w:smartTag>
            <w:r w:rsidRPr="00E53234">
              <w:rPr>
                <w:bCs/>
                <w:sz w:val="22"/>
                <w:szCs w:val="22"/>
                <w:lang w:eastAsia="ru-RU"/>
              </w:rPr>
              <w:t xml:space="preserve"> E5504 80W 2.00GHz/800MHz/4MB L2, 2x1GB, O/Bay </w:t>
            </w:r>
            <w:smartTag w:uri="urn:schemas-microsoft-com:office:smarttags" w:element="metricconverter">
              <w:smartTagPr>
                <w:attr w:name="ProductID" w:val="2.5 in"/>
              </w:smartTagPr>
              <w:r w:rsidRPr="00E53234">
                <w:rPr>
                  <w:bCs/>
                  <w:sz w:val="22"/>
                  <w:szCs w:val="22"/>
                  <w:lang w:eastAsia="ru-RU"/>
                </w:rPr>
                <w:t>2.5 in</w:t>
              </w:r>
            </w:smartTag>
            <w:r w:rsidRPr="00E53234">
              <w:rPr>
                <w:bCs/>
                <w:sz w:val="22"/>
                <w:szCs w:val="22"/>
                <w:lang w:eastAsia="ru-RU"/>
              </w:rPr>
              <w:t xml:space="preserve"> SAS - 1 шт.</w:t>
            </w:r>
          </w:p>
          <w:p w:rsidR="0086726C" w:rsidRPr="00E53234" w:rsidRDefault="0086726C" w:rsidP="00B44F12">
            <w:pPr>
              <w:pStyle w:val="BodyText"/>
              <w:tabs>
                <w:tab w:val="left" w:pos="567"/>
              </w:tabs>
              <w:spacing w:after="0"/>
              <w:rPr>
                <w:bCs/>
                <w:sz w:val="22"/>
                <w:szCs w:val="22"/>
                <w:lang w:eastAsia="ru-RU"/>
              </w:rPr>
            </w:pPr>
            <w:r w:rsidRPr="00E53234">
              <w:rPr>
                <w:bCs/>
                <w:sz w:val="22"/>
                <w:szCs w:val="22"/>
                <w:lang w:eastAsia="ru-RU"/>
              </w:rPr>
              <w:t xml:space="preserve">додатковий процесор Intel Xeon </w:t>
            </w:r>
            <w:smartTag w:uri="urn:schemas-microsoft-com:office:smarttags" w:element="metricconverter">
              <w:smartTagPr>
                <w:attr w:name="ProductID" w:val="4C"/>
              </w:smartTagPr>
              <w:r w:rsidRPr="00E53234">
                <w:rPr>
                  <w:bCs/>
                  <w:sz w:val="22"/>
                  <w:szCs w:val="22"/>
                  <w:lang w:eastAsia="ru-RU"/>
                </w:rPr>
                <w:t>4C</w:t>
              </w:r>
            </w:smartTag>
            <w:r w:rsidRPr="00E53234">
              <w:rPr>
                <w:bCs/>
                <w:sz w:val="22"/>
                <w:szCs w:val="22"/>
                <w:lang w:eastAsia="ru-RU"/>
              </w:rPr>
              <w:t xml:space="preserve"> Processor Model E5504 80W 2.00GHz/800BHz/4MB L2 – 1 шт.</w:t>
            </w:r>
          </w:p>
          <w:p w:rsidR="0086726C" w:rsidRPr="00E53234" w:rsidRDefault="0086726C" w:rsidP="00B44F12">
            <w:pPr>
              <w:pStyle w:val="BodyText"/>
              <w:tabs>
                <w:tab w:val="left" w:pos="567"/>
              </w:tabs>
              <w:spacing w:after="0"/>
              <w:rPr>
                <w:bCs/>
                <w:sz w:val="22"/>
                <w:szCs w:val="22"/>
                <w:lang w:eastAsia="ru-RU"/>
              </w:rPr>
            </w:pPr>
            <w:r w:rsidRPr="00E53234">
              <w:rPr>
                <w:bCs/>
                <w:sz w:val="22"/>
                <w:szCs w:val="22"/>
                <w:lang w:eastAsia="ru-RU"/>
              </w:rPr>
              <w:t>додатковий модуль оперативної пам`яті 1GB (1x1GB) Single Rank PC3-10600 CL9 ECC DDR3-1333 VLP RDIMM – 2 шт.</w:t>
            </w:r>
          </w:p>
          <w:p w:rsidR="0086726C" w:rsidRPr="00E53234" w:rsidRDefault="0086726C" w:rsidP="00B44F12">
            <w:pPr>
              <w:pStyle w:val="BodyText"/>
              <w:tabs>
                <w:tab w:val="left" w:pos="567"/>
              </w:tabs>
              <w:spacing w:after="0"/>
              <w:rPr>
                <w:bCs/>
                <w:sz w:val="22"/>
                <w:szCs w:val="22"/>
                <w:lang w:eastAsia="ru-RU"/>
              </w:rPr>
            </w:pPr>
            <w:r w:rsidRPr="00E53234">
              <w:rPr>
                <w:bCs/>
                <w:sz w:val="22"/>
                <w:szCs w:val="22"/>
                <w:lang w:eastAsia="ru-RU"/>
              </w:rPr>
              <w:t>Контролер QLogic 4Gb Fibre Channel Expansion Card (CIOv) for  IBM BladeCenter – 1 шт</w:t>
            </w:r>
          </w:p>
        </w:tc>
        <w:tc>
          <w:tcPr>
            <w:tcW w:w="850" w:type="dxa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</w:tr>
      <w:tr w:rsidR="0086726C" w:rsidRPr="00E53234" w:rsidTr="00E53234">
        <w:trPr>
          <w:cantSplit/>
          <w:trHeight w:val="420"/>
        </w:trPr>
        <w:tc>
          <w:tcPr>
            <w:tcW w:w="426" w:type="dxa"/>
          </w:tcPr>
          <w:p w:rsidR="0086726C" w:rsidRPr="00E53234" w:rsidRDefault="0086726C" w:rsidP="00E53234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12" w:hanging="12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8038C2G</w:t>
            </w:r>
          </w:p>
        </w:tc>
        <w:tc>
          <w:tcPr>
            <w:tcW w:w="7088" w:type="dxa"/>
          </w:tcPr>
          <w:p w:rsidR="0086726C" w:rsidRPr="00E53234" w:rsidRDefault="0086726C" w:rsidP="00B44F12">
            <w:pPr>
              <w:pStyle w:val="BodyText"/>
              <w:tabs>
                <w:tab w:val="left" w:pos="567"/>
              </w:tabs>
              <w:spacing w:after="0"/>
              <w:rPr>
                <w:bCs/>
                <w:sz w:val="22"/>
                <w:szCs w:val="22"/>
                <w:lang w:eastAsia="ru-RU"/>
              </w:rPr>
            </w:pPr>
            <w:r w:rsidRPr="00E53234">
              <w:rPr>
                <w:bCs/>
                <w:sz w:val="22"/>
                <w:szCs w:val="22"/>
                <w:lang w:eastAsia="ru-RU"/>
              </w:rPr>
              <w:t xml:space="preserve">Серверний модуль HS23E, з процесором Xeon </w:t>
            </w:r>
            <w:smartTag w:uri="urn:schemas-microsoft-com:office:smarttags" w:element="metricconverter">
              <w:smartTagPr>
                <w:attr w:name="ProductID" w:val="6C"/>
              </w:smartTagPr>
              <w:r w:rsidRPr="00E53234">
                <w:rPr>
                  <w:bCs/>
                  <w:sz w:val="22"/>
                  <w:szCs w:val="22"/>
                  <w:lang w:eastAsia="ru-RU"/>
                </w:rPr>
                <w:t>6C</w:t>
              </w:r>
            </w:smartTag>
            <w:r w:rsidRPr="00E53234">
              <w:rPr>
                <w:bCs/>
                <w:sz w:val="22"/>
                <w:szCs w:val="22"/>
                <w:lang w:eastAsia="ru-RU"/>
              </w:rPr>
              <w:t xml:space="preserve"> E5-2430 95W 2.2GHz/1333MHz/15MB, оперативною пам'ятью 3x4GB, без дисків (O/Bay 2.5in SAS)</w:t>
            </w:r>
          </w:p>
          <w:p w:rsidR="0086726C" w:rsidRPr="00E53234" w:rsidRDefault="0086726C" w:rsidP="00B44F12">
            <w:pPr>
              <w:pStyle w:val="BodyText"/>
              <w:tabs>
                <w:tab w:val="left" w:pos="567"/>
              </w:tabs>
              <w:spacing w:after="0"/>
              <w:rPr>
                <w:bCs/>
                <w:sz w:val="22"/>
                <w:szCs w:val="22"/>
                <w:lang w:eastAsia="ru-RU"/>
              </w:rPr>
            </w:pPr>
            <w:r w:rsidRPr="00E53234">
              <w:rPr>
                <w:bCs/>
                <w:sz w:val="22"/>
                <w:szCs w:val="22"/>
                <w:lang w:eastAsia="ru-RU"/>
              </w:rPr>
              <w:t>Контролер QLogic 8Gb Fibre Channel Expansion Card (CIOv) для IBM BladeCenter</w:t>
            </w:r>
          </w:p>
        </w:tc>
        <w:tc>
          <w:tcPr>
            <w:tcW w:w="850" w:type="dxa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E53234" w:rsidTr="00E53234">
        <w:trPr>
          <w:cantSplit/>
          <w:trHeight w:val="65"/>
        </w:trPr>
        <w:tc>
          <w:tcPr>
            <w:tcW w:w="426" w:type="dxa"/>
          </w:tcPr>
          <w:p w:rsidR="0086726C" w:rsidRPr="00E53234" w:rsidRDefault="0086726C" w:rsidP="00E53234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12" w:hanging="12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1814-70Н</w:t>
            </w:r>
          </w:p>
        </w:tc>
        <w:tc>
          <w:tcPr>
            <w:tcW w:w="7088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Шасі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дискової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підсистеми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IBM DS4700 Express Model 70</w:t>
            </w:r>
          </w:p>
        </w:tc>
        <w:tc>
          <w:tcPr>
            <w:tcW w:w="850" w:type="dxa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E53234" w:rsidTr="00E53234">
        <w:trPr>
          <w:cantSplit/>
          <w:trHeight w:val="94"/>
        </w:trPr>
        <w:tc>
          <w:tcPr>
            <w:tcW w:w="426" w:type="dxa"/>
          </w:tcPr>
          <w:p w:rsidR="0086726C" w:rsidRPr="00E53234" w:rsidRDefault="0086726C" w:rsidP="00E53234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12" w:hanging="12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39М4590</w:t>
            </w:r>
          </w:p>
        </w:tc>
        <w:tc>
          <w:tcPr>
            <w:tcW w:w="7088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Жорсткий диск IBM 2 Gbps FC, 146.8 GB/10K E-DDM</w:t>
            </w:r>
          </w:p>
        </w:tc>
        <w:tc>
          <w:tcPr>
            <w:tcW w:w="850" w:type="dxa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6</w:t>
            </w:r>
          </w:p>
        </w:tc>
      </w:tr>
      <w:tr w:rsidR="0086726C" w:rsidRPr="00E53234" w:rsidTr="00E53234">
        <w:trPr>
          <w:cantSplit/>
          <w:trHeight w:val="65"/>
        </w:trPr>
        <w:tc>
          <w:tcPr>
            <w:tcW w:w="426" w:type="dxa"/>
          </w:tcPr>
          <w:p w:rsidR="0086726C" w:rsidRPr="00E53234" w:rsidRDefault="0086726C" w:rsidP="00E53234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12" w:hanging="12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40К6820</w:t>
            </w:r>
          </w:p>
        </w:tc>
        <w:tc>
          <w:tcPr>
            <w:tcW w:w="7088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Жорсткий диск IBM 4 Gbps FC, 146.8 GB/15K E-DDM</w:t>
            </w:r>
          </w:p>
        </w:tc>
        <w:tc>
          <w:tcPr>
            <w:tcW w:w="850" w:type="dxa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10</w:t>
            </w:r>
          </w:p>
        </w:tc>
      </w:tr>
      <w:tr w:rsidR="0086726C" w:rsidRPr="00E53234" w:rsidTr="00E53234">
        <w:trPr>
          <w:cantSplit/>
          <w:trHeight w:val="232"/>
        </w:trPr>
        <w:tc>
          <w:tcPr>
            <w:tcW w:w="426" w:type="dxa"/>
          </w:tcPr>
          <w:p w:rsidR="0086726C" w:rsidRPr="00E53234" w:rsidRDefault="0086726C" w:rsidP="00E53234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12" w:hanging="12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41Y0656</w:t>
            </w:r>
          </w:p>
        </w:tc>
        <w:tc>
          <w:tcPr>
            <w:tcW w:w="7088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Розширення дискової підсистеми IBM DS 4700 4-8Stg.Part.-Fld</w:t>
            </w:r>
          </w:p>
        </w:tc>
        <w:tc>
          <w:tcPr>
            <w:tcW w:w="850" w:type="dxa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E53234" w:rsidTr="00E53234">
        <w:trPr>
          <w:cantSplit/>
          <w:trHeight w:val="420"/>
        </w:trPr>
        <w:tc>
          <w:tcPr>
            <w:tcW w:w="426" w:type="dxa"/>
          </w:tcPr>
          <w:p w:rsidR="0086726C" w:rsidRPr="00E53234" w:rsidRDefault="0086726C" w:rsidP="00E53234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12" w:hanging="12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25R5778</w:t>
            </w:r>
          </w:p>
        </w:tc>
        <w:tc>
          <w:tcPr>
            <w:tcW w:w="7088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Резервний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модуль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керування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IB</w:t>
            </w:r>
            <w:r w:rsidRPr="00E53234">
              <w:rPr>
                <w:rFonts w:ascii="Times New Roman" w:hAnsi="Times New Roman"/>
                <w:bCs/>
                <w:lang w:eastAsia="ru-RU"/>
              </w:rPr>
              <w:t>М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BladeCenter Redundant KVM/Advanced Management Module</w:t>
            </w:r>
          </w:p>
        </w:tc>
        <w:tc>
          <w:tcPr>
            <w:tcW w:w="850" w:type="dxa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E53234" w:rsidTr="00E53234">
        <w:trPr>
          <w:cantSplit/>
          <w:trHeight w:val="65"/>
        </w:trPr>
        <w:tc>
          <w:tcPr>
            <w:tcW w:w="426" w:type="dxa"/>
          </w:tcPr>
          <w:p w:rsidR="0086726C" w:rsidRPr="00E53234" w:rsidRDefault="0086726C" w:rsidP="00E53234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12" w:hanging="12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32R1822</w:t>
            </w:r>
          </w:p>
        </w:tc>
        <w:tc>
          <w:tcPr>
            <w:tcW w:w="7088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Розширення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на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10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портів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комутатора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IBM Brocade 10-port Upgrade for IBM eServer BladeCenter 4Gb Modules</w:t>
            </w:r>
          </w:p>
        </w:tc>
        <w:tc>
          <w:tcPr>
            <w:tcW w:w="850" w:type="dxa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</w:tr>
      <w:tr w:rsidR="0086726C" w:rsidRPr="00E53234" w:rsidTr="00E53234">
        <w:trPr>
          <w:cantSplit/>
          <w:trHeight w:val="188"/>
        </w:trPr>
        <w:tc>
          <w:tcPr>
            <w:tcW w:w="426" w:type="dxa"/>
          </w:tcPr>
          <w:p w:rsidR="0086726C" w:rsidRPr="00E53234" w:rsidRDefault="0086726C" w:rsidP="00E53234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12" w:hanging="12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22R4897</w:t>
            </w:r>
          </w:p>
        </w:tc>
        <w:tc>
          <w:tcPr>
            <w:tcW w:w="7088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Оптичні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модулі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IBM 4 Gbps SW SFP Transceiver 4 Pack</w:t>
            </w:r>
          </w:p>
        </w:tc>
        <w:tc>
          <w:tcPr>
            <w:tcW w:w="850" w:type="dxa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E53234" w:rsidTr="001F1E1D">
        <w:trPr>
          <w:cantSplit/>
          <w:trHeight w:hRule="exact" w:val="518"/>
        </w:trPr>
        <w:tc>
          <w:tcPr>
            <w:tcW w:w="426" w:type="dxa"/>
          </w:tcPr>
          <w:p w:rsidR="0086726C" w:rsidRPr="00E53234" w:rsidRDefault="0086726C" w:rsidP="00E53234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12" w:hanging="12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39М4674</w:t>
            </w:r>
          </w:p>
        </w:tc>
        <w:tc>
          <w:tcPr>
            <w:tcW w:w="7088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Модуль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зменшення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шуму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IBM eServer BladeCenter Acoustic Attenuation Module</w:t>
            </w:r>
          </w:p>
        </w:tc>
        <w:tc>
          <w:tcPr>
            <w:tcW w:w="850" w:type="dxa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E53234" w:rsidTr="009D59C2">
        <w:trPr>
          <w:cantSplit/>
          <w:trHeight w:hRule="exact" w:val="570"/>
        </w:trPr>
        <w:tc>
          <w:tcPr>
            <w:tcW w:w="426" w:type="dxa"/>
          </w:tcPr>
          <w:p w:rsidR="0086726C" w:rsidRPr="00E53234" w:rsidRDefault="0086726C" w:rsidP="00E53234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12" w:hanging="12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181281H</w:t>
            </w:r>
          </w:p>
        </w:tc>
        <w:tc>
          <w:tcPr>
            <w:tcW w:w="7088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 xml:space="preserve">Модуль розширення дискової підсистеми IBM System Storage DS4000 ЕХР810    Storage   Expansion   Unit </w:t>
            </w:r>
          </w:p>
        </w:tc>
        <w:tc>
          <w:tcPr>
            <w:tcW w:w="850" w:type="dxa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E53234" w:rsidTr="001F1E1D">
        <w:trPr>
          <w:cantSplit/>
          <w:trHeight w:hRule="exact" w:val="326"/>
        </w:trPr>
        <w:tc>
          <w:tcPr>
            <w:tcW w:w="426" w:type="dxa"/>
          </w:tcPr>
          <w:p w:rsidR="0086726C" w:rsidRPr="00E53234" w:rsidRDefault="0086726C" w:rsidP="00E53234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12" w:hanging="12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41Y0664</w:t>
            </w:r>
          </w:p>
        </w:tc>
        <w:tc>
          <w:tcPr>
            <w:tcW w:w="7088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Розширення дискової підсистеми IBM DS 4700 8-16Stg.Part.-Fld</w:t>
            </w:r>
          </w:p>
        </w:tc>
        <w:tc>
          <w:tcPr>
            <w:tcW w:w="850" w:type="dxa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E53234" w:rsidTr="001F1E1D">
        <w:trPr>
          <w:cantSplit/>
          <w:trHeight w:hRule="exact" w:val="364"/>
        </w:trPr>
        <w:tc>
          <w:tcPr>
            <w:tcW w:w="426" w:type="dxa"/>
          </w:tcPr>
          <w:p w:rsidR="0086726C" w:rsidRPr="00E53234" w:rsidRDefault="0086726C" w:rsidP="00E53234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12" w:hanging="12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43W9714</w:t>
            </w:r>
          </w:p>
        </w:tc>
        <w:tc>
          <w:tcPr>
            <w:tcW w:w="7088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 xml:space="preserve">Жорсткий диск 750GB 7.2K SATA E-DDM </w:t>
            </w:r>
          </w:p>
        </w:tc>
        <w:tc>
          <w:tcPr>
            <w:tcW w:w="850" w:type="dxa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10</w:t>
            </w:r>
          </w:p>
        </w:tc>
      </w:tr>
      <w:tr w:rsidR="0086726C" w:rsidRPr="00E53234" w:rsidTr="001F1E1D">
        <w:trPr>
          <w:cantSplit/>
          <w:trHeight w:hRule="exact" w:val="360"/>
        </w:trPr>
        <w:tc>
          <w:tcPr>
            <w:tcW w:w="426" w:type="dxa"/>
          </w:tcPr>
          <w:p w:rsidR="0086726C" w:rsidRPr="00E53234" w:rsidRDefault="0086726C" w:rsidP="00E53234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12" w:hanging="12"/>
              <w:jc w:val="right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26K7941</w:t>
            </w:r>
          </w:p>
        </w:tc>
        <w:tc>
          <w:tcPr>
            <w:tcW w:w="7088" w:type="dxa"/>
          </w:tcPr>
          <w:p w:rsidR="0086726C" w:rsidRPr="00E53234" w:rsidRDefault="0086726C" w:rsidP="00B44F12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Оптичні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E53234">
              <w:rPr>
                <w:rFonts w:ascii="Times New Roman" w:hAnsi="Times New Roman"/>
                <w:bCs/>
                <w:lang w:eastAsia="ru-RU"/>
              </w:rPr>
              <w:t>модулі</w:t>
            </w:r>
            <w:r w:rsidRPr="00E53234">
              <w:rPr>
                <w:rFonts w:ascii="Times New Roman" w:hAnsi="Times New Roman"/>
                <w:bCs/>
                <w:lang w:val="en-US" w:eastAsia="ru-RU"/>
              </w:rPr>
              <w:t xml:space="preserve"> SW 4 Gbps SFP transceiver pair </w:t>
            </w:r>
          </w:p>
        </w:tc>
        <w:tc>
          <w:tcPr>
            <w:tcW w:w="850" w:type="dxa"/>
          </w:tcPr>
          <w:p w:rsidR="0086726C" w:rsidRPr="00E53234" w:rsidRDefault="0086726C" w:rsidP="00B44F12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53234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</w:tr>
    </w:tbl>
    <w:p w:rsidR="0086726C" w:rsidRPr="004C6D55" w:rsidRDefault="0086726C" w:rsidP="003F73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21DD4">
        <w:rPr>
          <w:rFonts w:ascii="Times New Roman" w:hAnsi="Times New Roman"/>
          <w:sz w:val="24"/>
          <w:szCs w:val="24"/>
          <w:lang w:val="uk-UA" w:eastAsia="ru-RU"/>
        </w:rPr>
        <w:t>3.</w:t>
      </w:r>
      <w:r>
        <w:rPr>
          <w:rFonts w:ascii="Times New Roman" w:hAnsi="Times New Roman"/>
          <w:sz w:val="24"/>
          <w:szCs w:val="24"/>
          <w:lang w:val="uk-UA" w:eastAsia="ru-RU"/>
        </w:rPr>
        <w:t>3</w:t>
      </w:r>
      <w:r w:rsidRPr="00921DD4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hAnsi="Times New Roman"/>
          <w:sz w:val="24"/>
          <w:szCs w:val="24"/>
          <w:lang w:val="uk-UA" w:eastAsia="ru-RU"/>
        </w:rPr>
        <w:t>Адреса</w:t>
      </w:r>
      <w:r w:rsidRPr="00921DD4">
        <w:rPr>
          <w:rFonts w:ascii="Times New Roman" w:hAnsi="Times New Roman"/>
          <w:sz w:val="24"/>
          <w:szCs w:val="24"/>
          <w:lang w:val="uk-UA" w:eastAsia="ru-RU"/>
        </w:rPr>
        <w:t xml:space="preserve"> поставки товарів: </w:t>
      </w:r>
      <w:r w:rsidRPr="00921DD4">
        <w:rPr>
          <w:rFonts w:ascii="Times New Roman" w:hAnsi="Times New Roman"/>
          <w:sz w:val="24"/>
          <w:szCs w:val="24"/>
          <w:lang w:val="uk-UA"/>
        </w:rPr>
        <w:t xml:space="preserve">Україна, </w:t>
      </w:r>
      <w:smartTag w:uri="urn:schemas-microsoft-com:office:smarttags" w:element="metricconverter">
        <w:smartTagPr>
          <w:attr w:name="ProductID" w:val="6C"/>
        </w:smartTagPr>
        <w:r>
          <w:rPr>
            <w:rFonts w:ascii="Times New Roman" w:hAnsi="Times New Roman"/>
            <w:sz w:val="24"/>
            <w:szCs w:val="24"/>
            <w:lang w:val="uk-UA"/>
          </w:rPr>
          <w:t>01032</w:t>
        </w:r>
        <w:r w:rsidRPr="00921DD4">
          <w:rPr>
            <w:rFonts w:ascii="Times New Roman" w:hAnsi="Times New Roman"/>
            <w:sz w:val="24"/>
            <w:szCs w:val="24"/>
            <w:lang w:val="uk-UA"/>
          </w:rPr>
          <w:t>, м</w:t>
        </w:r>
      </w:smartTag>
      <w:r w:rsidRPr="00921DD4"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>Київ</w:t>
      </w:r>
      <w:r w:rsidRPr="00921DD4">
        <w:rPr>
          <w:rFonts w:ascii="Times New Roman" w:hAnsi="Times New Roman"/>
          <w:sz w:val="24"/>
          <w:szCs w:val="24"/>
          <w:lang w:val="uk-UA"/>
        </w:rPr>
        <w:t>, вул. </w:t>
      </w:r>
      <w:r>
        <w:rPr>
          <w:rFonts w:ascii="Times New Roman" w:hAnsi="Times New Roman"/>
          <w:sz w:val="24"/>
          <w:szCs w:val="24"/>
          <w:lang w:val="uk-UA"/>
        </w:rPr>
        <w:t>С. Петлюри</w:t>
      </w:r>
      <w:r w:rsidRPr="00921DD4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27</w:t>
      </w:r>
      <w:r w:rsidRPr="00921DD4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кім. 707-а</w:t>
      </w:r>
      <w:r w:rsidRPr="00921DD4">
        <w:rPr>
          <w:rFonts w:ascii="Times New Roman" w:hAnsi="Times New Roman"/>
          <w:sz w:val="24"/>
          <w:szCs w:val="24"/>
          <w:lang w:val="uk-UA"/>
        </w:rPr>
        <w:t>.</w:t>
      </w:r>
    </w:p>
    <w:p w:rsidR="0086726C" w:rsidRDefault="0086726C" w:rsidP="00EA0B9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21DD4">
        <w:rPr>
          <w:rFonts w:ascii="Times New Roman" w:hAnsi="Times New Roman"/>
          <w:sz w:val="24"/>
          <w:szCs w:val="24"/>
          <w:lang w:val="uk-UA" w:eastAsia="ru-RU"/>
        </w:rPr>
        <w:t>3.</w:t>
      </w:r>
      <w:r>
        <w:rPr>
          <w:rFonts w:ascii="Times New Roman" w:hAnsi="Times New Roman"/>
          <w:sz w:val="24"/>
          <w:szCs w:val="24"/>
          <w:lang w:val="uk-UA" w:eastAsia="ru-RU"/>
        </w:rPr>
        <w:t>4.</w:t>
      </w:r>
      <w:r w:rsidRPr="00921DD4">
        <w:rPr>
          <w:rFonts w:ascii="Times New Roman" w:hAnsi="Times New Roman"/>
          <w:sz w:val="24"/>
          <w:szCs w:val="24"/>
          <w:lang w:val="uk-UA" w:eastAsia="ru-RU"/>
        </w:rPr>
        <w:t xml:space="preserve"> Строк поставки товару</w:t>
      </w:r>
      <w:r w:rsidRPr="002F6C81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та перевірки обладнання</w:t>
      </w:r>
      <w:r w:rsidRPr="00921DD4">
        <w:rPr>
          <w:rFonts w:ascii="Times New Roman" w:hAnsi="Times New Roman"/>
          <w:sz w:val="24"/>
          <w:szCs w:val="24"/>
          <w:lang w:val="uk-UA" w:eastAsia="ru-RU"/>
        </w:rPr>
        <w:t xml:space="preserve">: </w:t>
      </w:r>
      <w:r>
        <w:rPr>
          <w:rFonts w:ascii="Times New Roman" w:hAnsi="Times New Roman"/>
          <w:sz w:val="24"/>
          <w:szCs w:val="24"/>
          <w:lang w:val="uk-UA" w:eastAsia="ru-RU"/>
        </w:rPr>
        <w:t>55 (п</w:t>
      </w:r>
      <w:r w:rsidRPr="002F6C81">
        <w:rPr>
          <w:rFonts w:ascii="Times New Roman" w:hAnsi="Times New Roman"/>
          <w:sz w:val="24"/>
          <w:szCs w:val="24"/>
          <w:lang w:eastAsia="ru-RU"/>
        </w:rPr>
        <w:t>’</w:t>
      </w:r>
      <w:r>
        <w:rPr>
          <w:rFonts w:ascii="Times New Roman" w:hAnsi="Times New Roman"/>
          <w:sz w:val="24"/>
          <w:szCs w:val="24"/>
          <w:lang w:val="uk-UA" w:eastAsia="ru-RU"/>
        </w:rPr>
        <w:t>ятдесят п</w:t>
      </w:r>
      <w:r w:rsidRPr="002F6C81">
        <w:rPr>
          <w:rFonts w:ascii="Times New Roman" w:hAnsi="Times New Roman"/>
          <w:sz w:val="24"/>
          <w:szCs w:val="24"/>
          <w:lang w:eastAsia="ru-RU"/>
        </w:rPr>
        <w:t>’</w:t>
      </w:r>
      <w:r>
        <w:rPr>
          <w:rFonts w:ascii="Times New Roman" w:hAnsi="Times New Roman"/>
          <w:sz w:val="24"/>
          <w:szCs w:val="24"/>
          <w:lang w:val="uk-UA" w:eastAsia="ru-RU"/>
        </w:rPr>
        <w:t>ять)</w:t>
      </w:r>
      <w:r w:rsidRPr="004C6D55">
        <w:rPr>
          <w:rFonts w:ascii="Times New Roman" w:hAnsi="Times New Roman"/>
          <w:sz w:val="24"/>
          <w:szCs w:val="24"/>
          <w:lang w:val="uk-UA" w:eastAsia="ru-RU"/>
        </w:rPr>
        <w:t xml:space="preserve"> робочих днів з дня </w:t>
      </w:r>
      <w:r>
        <w:rPr>
          <w:rFonts w:ascii="Times New Roman" w:hAnsi="Times New Roman"/>
          <w:sz w:val="24"/>
          <w:szCs w:val="24"/>
          <w:lang w:val="uk-UA" w:eastAsia="ru-RU"/>
        </w:rPr>
        <w:t>укладання Договору</w:t>
      </w:r>
      <w:r w:rsidRPr="00E57E1F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86726C" w:rsidRPr="001D262F" w:rsidRDefault="0086726C" w:rsidP="00EA0B9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D262F">
        <w:rPr>
          <w:rFonts w:ascii="Times New Roman" w:hAnsi="Times New Roman"/>
          <w:sz w:val="24"/>
          <w:szCs w:val="24"/>
          <w:lang w:val="uk-UA" w:eastAsia="ru-RU"/>
        </w:rPr>
        <w:t>3.5. Учасник</w:t>
      </w:r>
      <w:r w:rsidRPr="001D262F">
        <w:rPr>
          <w:rFonts w:ascii="Times New Roman" w:hAnsi="Times New Roman"/>
          <w:sz w:val="24"/>
          <w:szCs w:val="24"/>
          <w:lang w:val="uk-UA"/>
        </w:rPr>
        <w:t xml:space="preserve"> гарантує належну, згідно з вимогами виробника, якість Товару, його відповідність діючим стандартам протягом терміну придатності товару</w:t>
      </w:r>
      <w:r w:rsidRPr="001D262F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86726C" w:rsidRPr="001D262F" w:rsidRDefault="0086726C" w:rsidP="0066051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D262F">
        <w:rPr>
          <w:rFonts w:ascii="Times New Roman" w:hAnsi="Times New Roman"/>
          <w:color w:val="000000"/>
          <w:sz w:val="24"/>
          <w:szCs w:val="24"/>
          <w:lang w:val="uk-UA"/>
        </w:rPr>
        <w:t xml:space="preserve">3.6. </w:t>
      </w:r>
      <w:r w:rsidRPr="001D262F">
        <w:rPr>
          <w:rFonts w:ascii="Times New Roman" w:hAnsi="Times New Roman"/>
          <w:sz w:val="24"/>
          <w:szCs w:val="24"/>
          <w:lang w:val="uk-UA" w:eastAsia="ru-RU"/>
        </w:rPr>
        <w:t>Покупець має право зменшувати обсяг закупівлі Товару та загальну вартість Договору залежно від реального фінансування видатків та/або виробничої потреби Покупця.</w:t>
      </w:r>
    </w:p>
    <w:p w:rsidR="0086726C" w:rsidRPr="00921DD4" w:rsidRDefault="0086726C" w:rsidP="0093721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D262F">
        <w:rPr>
          <w:rFonts w:ascii="Times New Roman" w:hAnsi="Times New Roman"/>
          <w:sz w:val="24"/>
          <w:szCs w:val="24"/>
          <w:lang w:val="uk-UA" w:eastAsia="ru-RU"/>
        </w:rPr>
        <w:t>4. Умови розрахунків: зазначено в проекті договору, що є Додатком № 2 до документації.</w:t>
      </w:r>
    </w:p>
    <w:p w:rsidR="0086726C" w:rsidRPr="00921DD4" w:rsidRDefault="0086726C" w:rsidP="0093721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21DD4">
        <w:rPr>
          <w:rFonts w:ascii="Times New Roman" w:hAnsi="Times New Roman"/>
          <w:sz w:val="24"/>
          <w:szCs w:val="24"/>
          <w:lang w:val="uk-UA" w:eastAsia="ru-RU"/>
        </w:rPr>
        <w:t>5. Вимоги до кваліфікації учасників та спосіб їх підтвердження.</w:t>
      </w:r>
    </w:p>
    <w:p w:rsidR="0086726C" w:rsidRPr="00921DD4" w:rsidRDefault="0086726C" w:rsidP="00ED42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21DD4">
        <w:rPr>
          <w:rFonts w:ascii="Times New Roman" w:hAnsi="Times New Roman"/>
          <w:sz w:val="24"/>
          <w:szCs w:val="24"/>
          <w:lang w:val="uk-UA" w:eastAsia="ru-RU"/>
        </w:rPr>
        <w:t xml:space="preserve">Учасник повинен надати (розмістити на електронному майданчику) </w:t>
      </w:r>
      <w:r w:rsidRPr="00921DD4">
        <w:rPr>
          <w:rFonts w:ascii="Times New Roman" w:hAnsi="Times New Roman"/>
          <w:b/>
          <w:sz w:val="24"/>
          <w:szCs w:val="24"/>
          <w:lang w:val="uk-UA" w:eastAsia="ru-RU"/>
        </w:rPr>
        <w:t>до закінчення дати та часу подання пропозицій</w:t>
      </w:r>
      <w:r w:rsidRPr="00921DD4">
        <w:rPr>
          <w:rFonts w:ascii="Times New Roman" w:hAnsi="Times New Roman"/>
          <w:sz w:val="24"/>
          <w:szCs w:val="24"/>
          <w:lang w:val="uk-UA" w:eastAsia="ru-RU"/>
        </w:rPr>
        <w:t xml:space="preserve"> в електронному (сканованому) вигляді в складі своєї пропозиції наступні документи:</w:t>
      </w:r>
    </w:p>
    <w:p w:rsidR="0086726C" w:rsidRPr="00F8378D" w:rsidRDefault="0086726C" w:rsidP="00045861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C01941">
        <w:rPr>
          <w:rFonts w:ascii="Times New Roman" w:hAnsi="Times New Roman"/>
          <w:sz w:val="24"/>
          <w:szCs w:val="24"/>
          <w:lang w:val="uk-UA"/>
        </w:rPr>
        <w:t>5.1</w:t>
      </w:r>
      <w:r w:rsidRPr="00921DD4">
        <w:rPr>
          <w:rFonts w:ascii="Times New Roman" w:hAnsi="Times New Roman"/>
          <w:sz w:val="24"/>
          <w:szCs w:val="24"/>
          <w:lang w:val="uk-UA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д</w:t>
      </w:r>
      <w:r w:rsidRPr="00F8378D">
        <w:rPr>
          <w:rFonts w:ascii="Times New Roman" w:hAnsi="Times New Roman"/>
          <w:bCs/>
          <w:sz w:val="24"/>
          <w:szCs w:val="24"/>
          <w:lang w:val="uk-UA"/>
        </w:rPr>
        <w:t>овідка</w:t>
      </w:r>
      <w:r>
        <w:rPr>
          <w:rFonts w:ascii="Times New Roman" w:hAnsi="Times New Roman"/>
          <w:bCs/>
          <w:sz w:val="24"/>
          <w:szCs w:val="24"/>
          <w:lang w:val="uk-UA"/>
        </w:rPr>
        <w:t>, складена в довільній формі,</w:t>
      </w:r>
      <w:r w:rsidRPr="00F8378D">
        <w:rPr>
          <w:rFonts w:ascii="Times New Roman" w:hAnsi="Times New Roman"/>
          <w:bCs/>
          <w:sz w:val="24"/>
          <w:szCs w:val="24"/>
          <w:lang w:val="uk-UA"/>
        </w:rPr>
        <w:t xml:space="preserve"> про наявність в Учасника власного центру технічної підтримки</w:t>
      </w:r>
      <w:r w:rsidRPr="00F8378D">
        <w:rPr>
          <w:rFonts w:ascii="Times New Roman" w:hAnsi="Times New Roman"/>
          <w:sz w:val="24"/>
          <w:szCs w:val="24"/>
          <w:lang w:val="uk-UA"/>
        </w:rPr>
        <w:t xml:space="preserve"> користувачів обладнання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8378D">
        <w:rPr>
          <w:rFonts w:ascii="Times New Roman" w:hAnsi="Times New Roman"/>
          <w:bCs/>
          <w:sz w:val="24"/>
          <w:szCs w:val="24"/>
          <w:lang w:val="uk-UA"/>
        </w:rPr>
        <w:t xml:space="preserve"> з можливістю цілодобового звернення до нього </w:t>
      </w:r>
      <w:r w:rsidRPr="00F8378D">
        <w:rPr>
          <w:rFonts w:ascii="Times New Roman" w:hAnsi="Times New Roman"/>
          <w:color w:val="000000"/>
          <w:sz w:val="24"/>
          <w:szCs w:val="24"/>
          <w:lang w:val="uk-UA"/>
        </w:rPr>
        <w:t>за допомогою телефонного зв’язку, електронної пошти, інших засобів комунікацій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(із вказанням </w:t>
      </w:r>
      <w:r w:rsidRPr="00F8378D">
        <w:rPr>
          <w:rFonts w:ascii="Times New Roman" w:hAnsi="Times New Roman"/>
          <w:bCs/>
          <w:sz w:val="24"/>
          <w:szCs w:val="24"/>
          <w:lang w:val="uk-UA"/>
        </w:rPr>
        <w:t>адрес</w:t>
      </w:r>
      <w:r>
        <w:rPr>
          <w:rFonts w:ascii="Times New Roman" w:hAnsi="Times New Roman"/>
          <w:bCs/>
          <w:sz w:val="24"/>
          <w:szCs w:val="24"/>
          <w:lang w:val="uk-UA"/>
        </w:rPr>
        <w:t>и</w:t>
      </w:r>
      <w:r w:rsidRPr="00F8378D">
        <w:rPr>
          <w:rFonts w:ascii="Times New Roman" w:hAnsi="Times New Roman"/>
          <w:bCs/>
          <w:sz w:val="24"/>
          <w:szCs w:val="24"/>
          <w:lang w:val="uk-UA"/>
        </w:rPr>
        <w:t>, контактн</w:t>
      </w:r>
      <w:r>
        <w:rPr>
          <w:rFonts w:ascii="Times New Roman" w:hAnsi="Times New Roman"/>
          <w:bCs/>
          <w:sz w:val="24"/>
          <w:szCs w:val="24"/>
          <w:lang w:val="uk-UA"/>
        </w:rPr>
        <w:t>их</w:t>
      </w:r>
      <w:r w:rsidRPr="00F8378D">
        <w:rPr>
          <w:rFonts w:ascii="Times New Roman" w:hAnsi="Times New Roman"/>
          <w:bCs/>
          <w:sz w:val="24"/>
          <w:szCs w:val="24"/>
          <w:lang w:val="uk-UA"/>
        </w:rPr>
        <w:t xml:space="preserve"> телефон</w:t>
      </w:r>
      <w:r>
        <w:rPr>
          <w:rFonts w:ascii="Times New Roman" w:hAnsi="Times New Roman"/>
          <w:bCs/>
          <w:sz w:val="24"/>
          <w:szCs w:val="24"/>
          <w:lang w:val="uk-UA"/>
        </w:rPr>
        <w:t>ів</w:t>
      </w:r>
      <w:r w:rsidRPr="00F8378D">
        <w:rPr>
          <w:rFonts w:ascii="Times New Roman" w:hAnsi="Times New Roman"/>
          <w:bCs/>
          <w:sz w:val="24"/>
          <w:szCs w:val="24"/>
          <w:lang w:val="uk-UA"/>
        </w:rPr>
        <w:t>, адрес</w:t>
      </w:r>
      <w:r>
        <w:rPr>
          <w:rFonts w:ascii="Times New Roman" w:hAnsi="Times New Roman"/>
          <w:bCs/>
          <w:sz w:val="24"/>
          <w:szCs w:val="24"/>
          <w:lang w:val="uk-UA"/>
        </w:rPr>
        <w:t>и</w:t>
      </w:r>
      <w:r w:rsidRPr="00F8378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F8378D">
        <w:rPr>
          <w:rFonts w:ascii="Times New Roman" w:hAnsi="Times New Roman"/>
          <w:bCs/>
          <w:sz w:val="24"/>
          <w:szCs w:val="24"/>
        </w:rPr>
        <w:t>Web</w:t>
      </w:r>
      <w:r w:rsidRPr="00F8378D">
        <w:rPr>
          <w:rFonts w:ascii="Times New Roman" w:hAnsi="Times New Roman"/>
          <w:bCs/>
          <w:sz w:val="24"/>
          <w:szCs w:val="24"/>
          <w:lang w:val="uk-UA"/>
        </w:rPr>
        <w:t>-сайту, адрес</w:t>
      </w:r>
      <w:r>
        <w:rPr>
          <w:rFonts w:ascii="Times New Roman" w:hAnsi="Times New Roman"/>
          <w:bCs/>
          <w:sz w:val="24"/>
          <w:szCs w:val="24"/>
          <w:lang w:val="uk-UA"/>
        </w:rPr>
        <w:t>и</w:t>
      </w:r>
      <w:r w:rsidRPr="00F8378D">
        <w:rPr>
          <w:rFonts w:ascii="Times New Roman" w:hAnsi="Times New Roman"/>
          <w:bCs/>
          <w:sz w:val="24"/>
          <w:szCs w:val="24"/>
          <w:lang w:val="uk-UA"/>
        </w:rPr>
        <w:t xml:space="preserve"> електронної пошти, інформаці</w:t>
      </w:r>
      <w:r>
        <w:rPr>
          <w:rFonts w:ascii="Times New Roman" w:hAnsi="Times New Roman"/>
          <w:bCs/>
          <w:sz w:val="24"/>
          <w:szCs w:val="24"/>
          <w:lang w:val="uk-UA"/>
        </w:rPr>
        <w:t>ї</w:t>
      </w:r>
      <w:r w:rsidRPr="00F8378D">
        <w:rPr>
          <w:rFonts w:ascii="Times New Roman" w:hAnsi="Times New Roman"/>
          <w:bCs/>
          <w:sz w:val="24"/>
          <w:szCs w:val="24"/>
          <w:lang w:val="uk-UA"/>
        </w:rPr>
        <w:t xml:space="preserve"> про можливість автоматичних сервісних звернень</w:t>
      </w:r>
      <w:r>
        <w:rPr>
          <w:rFonts w:ascii="Times New Roman" w:hAnsi="Times New Roman"/>
          <w:bCs/>
          <w:sz w:val="24"/>
          <w:szCs w:val="24"/>
          <w:lang w:val="uk-UA"/>
        </w:rPr>
        <w:t>)</w:t>
      </w:r>
      <w:r w:rsidRPr="00F8378D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86726C" w:rsidRDefault="0086726C" w:rsidP="00045861">
      <w:pPr>
        <w:tabs>
          <w:tab w:val="num" w:pos="72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C01941">
        <w:rPr>
          <w:rFonts w:ascii="Times New Roman" w:hAnsi="Times New Roman"/>
          <w:sz w:val="24"/>
          <w:szCs w:val="24"/>
          <w:lang w:val="uk-UA"/>
        </w:rPr>
        <w:t>5.2</w:t>
      </w:r>
      <w:r>
        <w:rPr>
          <w:rFonts w:ascii="Times New Roman" w:hAnsi="Times New Roman"/>
          <w:sz w:val="24"/>
          <w:szCs w:val="24"/>
          <w:lang w:val="uk-UA"/>
        </w:rPr>
        <w:t>) д</w:t>
      </w:r>
      <w:r w:rsidRPr="00F8378D">
        <w:rPr>
          <w:rFonts w:ascii="Times New Roman" w:hAnsi="Times New Roman"/>
          <w:bCs/>
          <w:sz w:val="24"/>
          <w:szCs w:val="24"/>
          <w:lang w:val="uk-UA"/>
        </w:rPr>
        <w:t xml:space="preserve">овідка, складена в довільній формі, яка містить перелік фахівців Учасника з діючими сертифікатами виробника, щодо обслуговування запропонованого обладнання (не менше </w:t>
      </w:r>
      <w:r>
        <w:rPr>
          <w:rFonts w:ascii="Times New Roman" w:hAnsi="Times New Roman"/>
          <w:bCs/>
          <w:sz w:val="24"/>
          <w:szCs w:val="24"/>
          <w:lang w:val="uk-UA"/>
        </w:rPr>
        <w:t>ніж 2 працівника).</w:t>
      </w:r>
      <w:r w:rsidRPr="00F8378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</w:p>
    <w:p w:rsidR="0086726C" w:rsidRDefault="0086726C" w:rsidP="00045861">
      <w:pPr>
        <w:tabs>
          <w:tab w:val="num" w:pos="72"/>
        </w:tabs>
        <w:spacing w:after="0" w:line="240" w:lineRule="auto"/>
        <w:ind w:firstLine="567"/>
        <w:jc w:val="both"/>
        <w:rPr>
          <w:bCs/>
          <w:szCs w:val="28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5.3) копії</w:t>
      </w:r>
      <w:r w:rsidRPr="00F8378D">
        <w:rPr>
          <w:rFonts w:ascii="Times New Roman" w:hAnsi="Times New Roman"/>
          <w:bCs/>
          <w:sz w:val="24"/>
          <w:szCs w:val="24"/>
          <w:lang w:val="uk-UA"/>
        </w:rPr>
        <w:t xml:space="preserve"> документів, які свідчать про трудові взаємовідносини з фахівцями, стаж роботи фахівців</w:t>
      </w:r>
      <w:r>
        <w:rPr>
          <w:rFonts w:ascii="Times New Roman" w:hAnsi="Times New Roman"/>
          <w:bCs/>
          <w:sz w:val="24"/>
          <w:szCs w:val="24"/>
          <w:lang w:val="uk-UA"/>
        </w:rPr>
        <w:t>, зазначених у довідці п. 5.2</w:t>
      </w:r>
      <w:r w:rsidRPr="00F8378D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F8378D">
        <w:rPr>
          <w:bCs/>
          <w:szCs w:val="28"/>
          <w:lang w:val="uk-UA"/>
        </w:rPr>
        <w:t xml:space="preserve"> </w:t>
      </w:r>
    </w:p>
    <w:p w:rsidR="0086726C" w:rsidRPr="00283E63" w:rsidRDefault="0086726C" w:rsidP="00045861">
      <w:pPr>
        <w:tabs>
          <w:tab w:val="num" w:pos="72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C01941">
        <w:rPr>
          <w:rFonts w:ascii="Times New Roman" w:hAnsi="Times New Roman"/>
          <w:bCs/>
          <w:sz w:val="24"/>
          <w:szCs w:val="24"/>
          <w:lang w:val="uk-UA"/>
        </w:rPr>
        <w:t>5.</w:t>
      </w:r>
      <w:r>
        <w:rPr>
          <w:rFonts w:ascii="Times New Roman" w:hAnsi="Times New Roman"/>
          <w:bCs/>
          <w:sz w:val="24"/>
          <w:szCs w:val="24"/>
          <w:lang w:val="uk-UA"/>
        </w:rPr>
        <w:t>4</w:t>
      </w:r>
      <w:r w:rsidRPr="00B56BC3">
        <w:rPr>
          <w:rFonts w:ascii="Times New Roman" w:hAnsi="Times New Roman"/>
          <w:bCs/>
          <w:sz w:val="24"/>
          <w:szCs w:val="24"/>
          <w:lang w:val="uk-UA"/>
        </w:rPr>
        <w:t xml:space="preserve">) </w:t>
      </w:r>
      <w:r>
        <w:rPr>
          <w:rFonts w:ascii="Times New Roman" w:hAnsi="Times New Roman"/>
          <w:bCs/>
          <w:sz w:val="24"/>
          <w:szCs w:val="24"/>
          <w:lang w:val="uk-UA"/>
        </w:rPr>
        <w:t>к</w:t>
      </w:r>
      <w:r w:rsidRPr="00B56BC3">
        <w:rPr>
          <w:rFonts w:ascii="Times New Roman" w:hAnsi="Times New Roman"/>
          <w:bCs/>
          <w:sz w:val="24"/>
          <w:szCs w:val="24"/>
          <w:lang w:val="uk-UA"/>
        </w:rPr>
        <w:t>опії сертифікатів</w:t>
      </w:r>
      <w:r w:rsidRPr="00A658A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283E63">
        <w:rPr>
          <w:rFonts w:ascii="Times New Roman" w:hAnsi="Times New Roman"/>
          <w:bCs/>
          <w:sz w:val="24"/>
          <w:szCs w:val="24"/>
          <w:lang w:val="uk-UA"/>
        </w:rPr>
        <w:t>виданих фахівцям Учасника</w:t>
      </w:r>
      <w:r w:rsidRPr="00A658AD">
        <w:rPr>
          <w:rFonts w:ascii="Times New Roman" w:hAnsi="Times New Roman"/>
          <w:bCs/>
          <w:sz w:val="24"/>
          <w:szCs w:val="24"/>
          <w:lang w:val="uk-UA"/>
        </w:rPr>
        <w:t>,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що</w:t>
      </w:r>
      <w:r w:rsidRPr="00B56BC3">
        <w:rPr>
          <w:rFonts w:ascii="Times New Roman" w:hAnsi="Times New Roman"/>
          <w:bCs/>
          <w:sz w:val="24"/>
          <w:szCs w:val="24"/>
          <w:lang w:val="uk-UA"/>
        </w:rPr>
        <w:t xml:space="preserve"> зазначен</w:t>
      </w:r>
      <w:r>
        <w:rPr>
          <w:rFonts w:ascii="Times New Roman" w:hAnsi="Times New Roman"/>
          <w:bCs/>
          <w:sz w:val="24"/>
          <w:szCs w:val="24"/>
          <w:lang w:val="uk-UA"/>
        </w:rPr>
        <w:t>і</w:t>
      </w:r>
      <w:r w:rsidRPr="00B56BC3">
        <w:rPr>
          <w:rFonts w:ascii="Times New Roman" w:hAnsi="Times New Roman"/>
          <w:bCs/>
          <w:sz w:val="24"/>
          <w:szCs w:val="24"/>
          <w:lang w:val="uk-UA"/>
        </w:rPr>
        <w:t xml:space="preserve"> в довідці п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7D340B">
        <w:rPr>
          <w:rFonts w:ascii="Times New Roman" w:hAnsi="Times New Roman"/>
          <w:bCs/>
          <w:sz w:val="24"/>
          <w:szCs w:val="24"/>
          <w:lang w:val="uk-UA"/>
        </w:rPr>
        <w:t>5.2</w:t>
      </w:r>
      <w:r>
        <w:rPr>
          <w:rFonts w:ascii="Times New Roman" w:hAnsi="Times New Roman"/>
          <w:bCs/>
          <w:sz w:val="24"/>
          <w:szCs w:val="24"/>
          <w:lang w:val="uk-UA"/>
        </w:rPr>
        <w:t>,</w:t>
      </w:r>
      <w:r w:rsidRPr="00283E63">
        <w:rPr>
          <w:bCs/>
          <w:lang w:val="uk-UA"/>
        </w:rPr>
        <w:t xml:space="preserve"> </w:t>
      </w:r>
      <w:r w:rsidRPr="00283E63">
        <w:rPr>
          <w:rFonts w:ascii="Times New Roman" w:hAnsi="Times New Roman"/>
          <w:bCs/>
          <w:sz w:val="24"/>
          <w:szCs w:val="24"/>
          <w:lang w:val="uk-UA"/>
        </w:rPr>
        <w:t>які підтверджують їх кваліфікацію</w:t>
      </w:r>
      <w:r>
        <w:rPr>
          <w:rFonts w:ascii="Times New Roman" w:hAnsi="Times New Roman"/>
          <w:bCs/>
          <w:sz w:val="24"/>
          <w:szCs w:val="24"/>
          <w:lang w:val="uk-UA"/>
        </w:rPr>
        <w:t>,</w:t>
      </w:r>
      <w:r w:rsidRPr="00283E63">
        <w:rPr>
          <w:rFonts w:ascii="Times New Roman" w:hAnsi="Times New Roman"/>
          <w:bCs/>
          <w:sz w:val="24"/>
          <w:szCs w:val="24"/>
          <w:lang w:val="uk-UA"/>
        </w:rPr>
        <w:t xml:space="preserve"> щодо обслуговування запропонованого обладнання (не менше 2 сертифікатів на різних працівників).</w:t>
      </w:r>
    </w:p>
    <w:p w:rsidR="0086726C" w:rsidRDefault="0086726C" w:rsidP="00045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C01941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  <w:lang w:val="uk-UA"/>
        </w:rPr>
        <w:t>5) д</w:t>
      </w:r>
      <w:r w:rsidRPr="00F8378D">
        <w:rPr>
          <w:rFonts w:ascii="Times New Roman" w:hAnsi="Times New Roman"/>
          <w:bCs/>
          <w:sz w:val="24"/>
          <w:szCs w:val="24"/>
          <w:lang w:val="uk-UA"/>
        </w:rPr>
        <w:t>овідка, складена в довільній формі,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яка містить перелік підприємств, установ та організацій (не менше 2), яким Учасник здійснював поставку аналогічного обладнання протягом останніх 3-х років.</w:t>
      </w:r>
    </w:p>
    <w:p w:rsidR="0086726C" w:rsidRDefault="0086726C" w:rsidP="00045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  <w:lang w:val="uk-UA"/>
        </w:rPr>
        <w:t xml:space="preserve">6) оригінали або копії листів-відгуків від підприємств, установ, організацій, зазначених в довідці п. </w:t>
      </w:r>
      <w:r w:rsidRPr="007D340B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  <w:lang w:val="uk-UA"/>
        </w:rPr>
        <w:t>5, щодо постачання Учасником аналогічного обладнання протягом останніх 3-х років (не менше 2).</w:t>
      </w:r>
    </w:p>
    <w:p w:rsidR="0086726C" w:rsidRDefault="0086726C" w:rsidP="00045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01941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  <w:lang w:val="uk-UA"/>
        </w:rPr>
        <w:t>7) оригінал авторизаційного листа від офіційного представництва виробника обладнання в Україні, з обов</w:t>
      </w:r>
      <w:r w:rsidRPr="00E90B54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  <w:lang w:val="uk-UA"/>
        </w:rPr>
        <w:t>язковим зазначенням партнерського статусу Учасника.</w:t>
      </w:r>
    </w:p>
    <w:p w:rsidR="0086726C" w:rsidRPr="00921DD4" w:rsidRDefault="0086726C" w:rsidP="000458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E3318">
        <w:rPr>
          <w:rFonts w:ascii="Times New Roman" w:hAnsi="Times New Roman"/>
          <w:sz w:val="24"/>
          <w:szCs w:val="24"/>
          <w:lang w:val="uk-UA"/>
        </w:rPr>
        <w:t>5.8) копію витягу або виписки Державної реєстраційної служби України з Єдиного державного реєстру юридичних та фізичних осіб - підприємців, який містить актуальну достовірну інформацію щодо реєстрації/діяльності контрагента/учасника (для юридичних осіб);</w:t>
      </w:r>
    </w:p>
    <w:p w:rsidR="0086726C" w:rsidRPr="00921DD4" w:rsidRDefault="0086726C" w:rsidP="0004586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01941">
        <w:rPr>
          <w:rFonts w:ascii="Times New Roman" w:hAnsi="Times New Roman"/>
          <w:sz w:val="24"/>
          <w:szCs w:val="24"/>
          <w:lang w:val="uk-UA"/>
        </w:rPr>
        <w:t>5.</w:t>
      </w:r>
      <w:r>
        <w:rPr>
          <w:rFonts w:ascii="Times New Roman" w:hAnsi="Times New Roman"/>
          <w:sz w:val="24"/>
          <w:szCs w:val="24"/>
          <w:lang w:val="uk-UA"/>
        </w:rPr>
        <w:t>9</w:t>
      </w:r>
      <w:r w:rsidRPr="00921DD4">
        <w:rPr>
          <w:rFonts w:ascii="Times New Roman" w:hAnsi="Times New Roman"/>
          <w:sz w:val="24"/>
          <w:szCs w:val="24"/>
          <w:lang w:val="uk-UA"/>
        </w:rPr>
        <w:t>) завірену підписом та печаткою* учасника довідку, яка містить контактні данні/інформацію компанії-учасника (з зазначенням реквізитів учасника: назви, коду ЄДРПОУ, місцезнаходження, поштової адреси, телефону,  електронної адреси; відомостей про контактну особу (прізвище, ім’я, по-батькові, посада, контактний телефон);</w:t>
      </w:r>
    </w:p>
    <w:p w:rsidR="0086726C" w:rsidRPr="00921DD4" w:rsidRDefault="0086726C" w:rsidP="0004586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01941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  <w:lang w:val="uk-UA"/>
        </w:rPr>
        <w:t>10</w:t>
      </w:r>
      <w:r w:rsidRPr="00921DD4">
        <w:rPr>
          <w:rFonts w:ascii="Times New Roman" w:hAnsi="Times New Roman"/>
          <w:sz w:val="24"/>
          <w:szCs w:val="24"/>
          <w:lang w:val="uk-UA"/>
        </w:rPr>
        <w:t>) завірену підписом та печаткою* учасника «Комерційну пропозицію» запропон</w:t>
      </w:r>
      <w:r>
        <w:rPr>
          <w:rFonts w:ascii="Times New Roman" w:hAnsi="Times New Roman"/>
          <w:sz w:val="24"/>
          <w:szCs w:val="24"/>
          <w:lang w:val="uk-UA"/>
        </w:rPr>
        <w:t xml:space="preserve">ованого товару </w:t>
      </w:r>
      <w:r w:rsidRPr="00921DD4">
        <w:rPr>
          <w:rFonts w:ascii="Times New Roman" w:hAnsi="Times New Roman"/>
          <w:sz w:val="24"/>
          <w:szCs w:val="24"/>
          <w:lang w:val="uk-UA"/>
        </w:rPr>
        <w:t xml:space="preserve">з описом, характеристиками, вимогами щодо якості тощо, за формою відповідно </w:t>
      </w:r>
      <w:r w:rsidRPr="00257776">
        <w:rPr>
          <w:rFonts w:ascii="Times New Roman" w:hAnsi="Times New Roman"/>
          <w:sz w:val="24"/>
          <w:szCs w:val="24"/>
          <w:lang w:val="uk-UA"/>
        </w:rPr>
        <w:t>до Додатку №1</w:t>
      </w:r>
      <w:r w:rsidRPr="00921DD4">
        <w:rPr>
          <w:rFonts w:ascii="Times New Roman" w:hAnsi="Times New Roman"/>
          <w:sz w:val="24"/>
          <w:szCs w:val="24"/>
          <w:lang w:val="uk-UA"/>
        </w:rPr>
        <w:t xml:space="preserve"> до </w:t>
      </w:r>
      <w:r>
        <w:rPr>
          <w:rFonts w:ascii="Times New Roman" w:hAnsi="Times New Roman"/>
          <w:sz w:val="24"/>
          <w:szCs w:val="24"/>
          <w:lang w:val="uk-UA" w:eastAsia="ru-RU"/>
        </w:rPr>
        <w:t>документації</w:t>
      </w:r>
      <w:r w:rsidRPr="00921DD4">
        <w:rPr>
          <w:rFonts w:ascii="Times New Roman" w:hAnsi="Times New Roman"/>
          <w:sz w:val="24"/>
          <w:szCs w:val="24"/>
          <w:lang w:val="uk-UA"/>
        </w:rPr>
        <w:t>;</w:t>
      </w:r>
    </w:p>
    <w:p w:rsidR="0086726C" w:rsidRPr="008F5613" w:rsidRDefault="0086726C" w:rsidP="00017272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8F5613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6. Дата та час закінчення подання запитів на уточнення та/або запитань щодо закупівель: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вказано в оголошенні</w:t>
      </w:r>
    </w:p>
    <w:p w:rsidR="0086726C" w:rsidRPr="008F5613" w:rsidRDefault="0086726C" w:rsidP="00017272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8F5613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7. Дата та час початку подання пропозицій: 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  <w:lang w:val="uk-UA"/>
        </w:rPr>
        <w:t>вказано в оголошенні</w:t>
      </w:r>
    </w:p>
    <w:p w:rsidR="0086726C" w:rsidRPr="00266818" w:rsidRDefault="0086726C" w:rsidP="00017272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8F5613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8. Дата та час закінчення подання пропозицій: </w:t>
      </w:r>
      <w:r>
        <w:rPr>
          <w:rFonts w:ascii="Times New Roman" w:hAnsi="Times New Roman" w:cs="Times New Roman"/>
          <w:b/>
          <w:color w:val="auto"/>
          <w:sz w:val="24"/>
          <w:szCs w:val="24"/>
          <w:u w:val="single"/>
          <w:lang w:val="uk-UA"/>
        </w:rPr>
        <w:t>вказано в оголошенні</w:t>
      </w:r>
    </w:p>
    <w:p w:rsidR="0086726C" w:rsidRPr="00921DD4" w:rsidRDefault="0086726C" w:rsidP="00017272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bookmarkStart w:id="0" w:name="h.tyjcwt" w:colFirst="0" w:colLast="0"/>
      <w:bookmarkEnd w:id="0"/>
      <w:r w:rsidRPr="00266818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9. Крок аукціону 0,5 - 3% </w:t>
      </w:r>
      <w:r w:rsidRPr="00516394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очікуваної вартості товару: </w:t>
      </w:r>
      <w:r w:rsidRPr="00473A0C">
        <w:rPr>
          <w:rFonts w:ascii="Times New Roman" w:hAnsi="Times New Roman" w:cs="Times New Roman"/>
          <w:color w:val="auto"/>
          <w:sz w:val="24"/>
          <w:szCs w:val="24"/>
          <w:lang w:val="uk-UA"/>
        </w:rPr>
        <w:t>3</w:t>
      </w:r>
      <w:r w:rsidRPr="00473A0C">
        <w:rPr>
          <w:rFonts w:ascii="Times New Roman" w:hAnsi="Times New Roman" w:cs="Times New Roman"/>
          <w:color w:val="auto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90</w:t>
      </w:r>
      <w:r w:rsidRPr="00473A0C">
        <w:rPr>
          <w:rFonts w:ascii="Times New Roman" w:hAnsi="Times New Roman" w:cs="Times New Roman"/>
          <w:color w:val="auto"/>
          <w:sz w:val="24"/>
          <w:szCs w:val="24"/>
          <w:lang w:val="uk-UA"/>
        </w:rPr>
        <w:t>0,00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  <w:r w:rsidRPr="00516394">
        <w:rPr>
          <w:rFonts w:ascii="Times New Roman" w:hAnsi="Times New Roman" w:cs="Times New Roman"/>
          <w:color w:val="auto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три тисячі дев</w:t>
      </w:r>
      <w:r w:rsidRPr="007D340B">
        <w:rPr>
          <w:rFonts w:ascii="Times New Roman" w:hAnsi="Times New Roman" w:cs="Times New Roman"/>
          <w:color w:val="auto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ятсот гривень</w:t>
      </w:r>
      <w:r w:rsidRPr="00516394">
        <w:rPr>
          <w:rFonts w:ascii="Times New Roman" w:hAnsi="Times New Roman" w:cs="Times New Roman"/>
          <w:sz w:val="24"/>
          <w:szCs w:val="24"/>
          <w:lang w:val="uk-UA"/>
        </w:rPr>
        <w:t xml:space="preserve"> 00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516394">
        <w:rPr>
          <w:rFonts w:ascii="Times New Roman" w:hAnsi="Times New Roman" w:cs="Times New Roman"/>
          <w:sz w:val="24"/>
          <w:szCs w:val="24"/>
          <w:lang w:val="uk-UA"/>
        </w:rPr>
        <w:t>коп.)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грн.</w:t>
      </w:r>
      <w:r w:rsidRPr="0051639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 ПДВ.</w:t>
      </w:r>
      <w:r w:rsidRPr="00921DD4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</w:t>
      </w:r>
    </w:p>
    <w:p w:rsidR="0086726C" w:rsidRPr="00921DD4" w:rsidRDefault="0086726C" w:rsidP="00017272">
      <w:pPr>
        <w:pStyle w:val="1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1DD4">
        <w:rPr>
          <w:rFonts w:ascii="Times New Roman" w:hAnsi="Times New Roman" w:cs="Times New Roman"/>
          <w:sz w:val="24"/>
          <w:szCs w:val="24"/>
          <w:lang w:val="uk-UA"/>
        </w:rPr>
        <w:t>10. Інша інформація:</w:t>
      </w:r>
    </w:p>
    <w:p w:rsidR="0086726C" w:rsidRPr="00921DD4" w:rsidRDefault="0086726C" w:rsidP="000172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21DD4">
        <w:rPr>
          <w:rFonts w:ascii="Times New Roman" w:hAnsi="Times New Roman"/>
          <w:color w:val="000000"/>
          <w:sz w:val="24"/>
          <w:szCs w:val="24"/>
          <w:lang w:val="uk-UA"/>
        </w:rPr>
        <w:t xml:space="preserve">10.1. </w:t>
      </w:r>
      <w:r w:rsidRPr="00664C30">
        <w:rPr>
          <w:rFonts w:ascii="Times New Roman" w:hAnsi="Times New Roman"/>
          <w:b/>
          <w:sz w:val="24"/>
          <w:szCs w:val="24"/>
          <w:lang w:val="uk-UA" w:eastAsia="ru-RU"/>
        </w:rPr>
        <w:t>До укладення договору Переможець електронних торгів повинен надати Замовнику завірені в установленому порядку (</w:t>
      </w:r>
      <w:r w:rsidRPr="00664C30">
        <w:rPr>
          <w:rFonts w:ascii="Times New Roman" w:hAnsi="Times New Roman"/>
          <w:b/>
          <w:color w:val="000000"/>
          <w:sz w:val="24"/>
          <w:szCs w:val="24"/>
          <w:lang w:val="uk-UA"/>
        </w:rPr>
        <w:t>підписом та печаткою* учасника</w:t>
      </w:r>
      <w:r w:rsidRPr="00664C30">
        <w:rPr>
          <w:rFonts w:ascii="Times New Roman" w:hAnsi="Times New Roman"/>
          <w:b/>
          <w:sz w:val="24"/>
          <w:szCs w:val="24"/>
          <w:lang w:val="uk-UA" w:eastAsia="ru-RU"/>
        </w:rPr>
        <w:t>) копії наступних документів</w:t>
      </w:r>
      <w:r w:rsidRPr="00921DD4">
        <w:rPr>
          <w:rFonts w:ascii="Times New Roman" w:hAnsi="Times New Roman"/>
          <w:sz w:val="24"/>
          <w:szCs w:val="24"/>
          <w:lang w:val="uk-UA" w:eastAsia="ru-RU"/>
        </w:rPr>
        <w:t>:</w:t>
      </w:r>
    </w:p>
    <w:p w:rsidR="0086726C" w:rsidRPr="00921DD4" w:rsidRDefault="0086726C" w:rsidP="00017272">
      <w:pPr>
        <w:pStyle w:val="NormalWeb"/>
        <w:spacing w:before="0" w:beforeAutospacing="0" w:after="0" w:afterAutospacing="0"/>
        <w:ind w:firstLine="567"/>
        <w:jc w:val="both"/>
        <w:rPr>
          <w:rFonts w:ascii="Times New Roman" w:hAnsi="Times New Roman"/>
        </w:rPr>
      </w:pPr>
      <w:r w:rsidRPr="00921DD4">
        <w:rPr>
          <w:rFonts w:ascii="Times New Roman" w:hAnsi="Times New Roman"/>
        </w:rPr>
        <w:t xml:space="preserve">- копія Статуту у повному обсязі (у останній редакції) або інший установчий документ (для юридичних осіб); </w:t>
      </w:r>
    </w:p>
    <w:p w:rsidR="0086726C" w:rsidRPr="00921DD4" w:rsidRDefault="0086726C" w:rsidP="000172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21DD4">
        <w:rPr>
          <w:rFonts w:ascii="Times New Roman" w:hAnsi="Times New Roman"/>
          <w:sz w:val="24"/>
          <w:szCs w:val="24"/>
          <w:lang w:val="uk-UA"/>
        </w:rPr>
        <w:t>- копії документів, що підтверджують повноваження</w:t>
      </w:r>
      <w:r>
        <w:rPr>
          <w:rFonts w:ascii="Times New Roman" w:hAnsi="Times New Roman"/>
          <w:sz w:val="24"/>
          <w:szCs w:val="24"/>
          <w:lang w:val="uk-UA"/>
        </w:rPr>
        <w:t xml:space="preserve"> особи</w:t>
      </w:r>
      <w:r w:rsidRPr="00921DD4">
        <w:rPr>
          <w:rFonts w:ascii="Times New Roman" w:hAnsi="Times New Roman"/>
          <w:sz w:val="24"/>
          <w:szCs w:val="24"/>
          <w:lang w:val="uk-UA"/>
        </w:rPr>
        <w:t xml:space="preserve"> на укладення договору; </w:t>
      </w:r>
    </w:p>
    <w:p w:rsidR="0086726C" w:rsidRPr="00921DD4" w:rsidRDefault="0086726C" w:rsidP="000172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21DD4">
        <w:rPr>
          <w:rFonts w:ascii="Times New Roman" w:hAnsi="Times New Roman"/>
          <w:sz w:val="24"/>
          <w:szCs w:val="24"/>
          <w:lang w:val="uk-UA"/>
        </w:rPr>
        <w:t>- копія довідки про присвоєння ідентифікаційного коду (для фізичних осіб та фізичних осіб-підприємців);</w:t>
      </w:r>
    </w:p>
    <w:p w:rsidR="0086726C" w:rsidRPr="00921DD4" w:rsidRDefault="0086726C" w:rsidP="000172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21DD4">
        <w:rPr>
          <w:rFonts w:ascii="Times New Roman" w:hAnsi="Times New Roman"/>
          <w:sz w:val="24"/>
          <w:szCs w:val="24"/>
          <w:lang w:val="uk-UA"/>
        </w:rPr>
        <w:t>- копія паспорту (для фізичних осіб та фізичних осіб-підприємців).</w:t>
      </w:r>
    </w:p>
    <w:p w:rsidR="0086726C" w:rsidRDefault="0086726C" w:rsidP="00017272">
      <w:pPr>
        <w:pStyle w:val="NormalWeb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</w:rPr>
      </w:pPr>
      <w:r w:rsidRPr="00257776">
        <w:rPr>
          <w:rFonts w:ascii="Times New Roman" w:hAnsi="Times New Roman"/>
          <w:color w:val="000000"/>
        </w:rPr>
        <w:t>Також додатково надаються документи, що підтверджують відповідність вимогам до кваліфікації учасників, згідно п. 5 документації (зокрема: за п.</w:t>
      </w:r>
      <w:r>
        <w:rPr>
          <w:rFonts w:ascii="Times New Roman" w:hAnsi="Times New Roman"/>
          <w:color w:val="000000"/>
        </w:rPr>
        <w:t xml:space="preserve"> 5.3, 5.4, 5.8</w:t>
      </w:r>
      <w:r w:rsidRPr="00257776">
        <w:rPr>
          <w:rFonts w:ascii="Times New Roman" w:hAnsi="Times New Roman"/>
          <w:color w:val="000000"/>
        </w:rPr>
        <w:t xml:space="preserve">) – копії документів завірені підписом та печаткою* учасника, за пп. </w:t>
      </w:r>
      <w:r>
        <w:rPr>
          <w:rFonts w:ascii="Times New Roman" w:hAnsi="Times New Roman"/>
          <w:color w:val="000000"/>
        </w:rPr>
        <w:t xml:space="preserve">5.1, 5.2, 5.5, 5.6, 5.7, </w:t>
      </w:r>
      <w:r w:rsidRPr="00257776">
        <w:rPr>
          <w:rFonts w:ascii="Times New Roman" w:hAnsi="Times New Roman"/>
          <w:color w:val="000000"/>
        </w:rPr>
        <w:t>5.9</w:t>
      </w:r>
      <w:r>
        <w:rPr>
          <w:rFonts w:ascii="Times New Roman" w:hAnsi="Times New Roman"/>
          <w:color w:val="000000"/>
        </w:rPr>
        <w:t>, 5.10</w:t>
      </w:r>
      <w:r w:rsidRPr="00257776">
        <w:rPr>
          <w:rFonts w:ascii="Times New Roman" w:hAnsi="Times New Roman"/>
          <w:color w:val="000000"/>
        </w:rPr>
        <w:t>) – оригінали документів з підписом та печаткою* учасника).</w:t>
      </w:r>
      <w:r w:rsidRPr="00921DD4">
        <w:rPr>
          <w:rFonts w:ascii="Times New Roman" w:hAnsi="Times New Roman"/>
          <w:color w:val="000000"/>
        </w:rPr>
        <w:t xml:space="preserve"> </w:t>
      </w:r>
    </w:p>
    <w:p w:rsidR="0086726C" w:rsidRDefault="0086726C" w:rsidP="007E1DBF">
      <w:pPr>
        <w:pStyle w:val="NormalWeb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10.2. </w:t>
      </w:r>
      <w:r w:rsidRPr="00921DD4">
        <w:rPr>
          <w:rFonts w:ascii="Times New Roman" w:hAnsi="Times New Roman"/>
          <w:color w:val="000000"/>
        </w:rPr>
        <w:t>За результатами здійснення закупівлі укладається договір за формою</w:t>
      </w:r>
      <w:r>
        <w:rPr>
          <w:rFonts w:ascii="Times New Roman" w:hAnsi="Times New Roman"/>
          <w:color w:val="000000"/>
        </w:rPr>
        <w:t xml:space="preserve">, зазначеною </w:t>
      </w:r>
      <w:r w:rsidRPr="00AE391F">
        <w:rPr>
          <w:rFonts w:ascii="Times New Roman" w:hAnsi="Times New Roman"/>
          <w:color w:val="000000"/>
        </w:rPr>
        <w:t>в Додатку № 2.</w:t>
      </w:r>
    </w:p>
    <w:p w:rsidR="0086726C" w:rsidRPr="00921DD4" w:rsidRDefault="0086726C" w:rsidP="001B0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  <w:lang w:val="uk-UA"/>
        </w:rPr>
      </w:pPr>
    </w:p>
    <w:p w:rsidR="0086726C" w:rsidRPr="00013FD9" w:rsidRDefault="0086726C" w:rsidP="001B0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0"/>
          <w:szCs w:val="20"/>
          <w:lang w:val="uk-UA"/>
        </w:rPr>
      </w:pPr>
      <w:r w:rsidRPr="00013FD9">
        <w:rPr>
          <w:rFonts w:ascii="Times New Roman" w:hAnsi="Times New Roman"/>
          <w:i/>
          <w:color w:val="000000"/>
          <w:sz w:val="20"/>
          <w:szCs w:val="20"/>
          <w:lang w:val="uk-UA"/>
        </w:rPr>
        <w:t>*Ця вимога не стосується учасників, які здійснюють діяльність без печатки згідно з чинним законодавством.</w:t>
      </w:r>
    </w:p>
    <w:p w:rsidR="0086726C" w:rsidRDefault="0086726C" w:rsidP="00DA4827">
      <w:pPr>
        <w:pStyle w:val="NormalWeb"/>
        <w:spacing w:before="0" w:beforeAutospacing="0" w:after="0" w:afterAutospacing="0" w:line="240" w:lineRule="exact"/>
        <w:jc w:val="right"/>
        <w:rPr>
          <w:rFonts w:ascii="Times New Roman" w:hAnsi="Times New Roman"/>
          <w:color w:val="000000"/>
        </w:rPr>
      </w:pPr>
      <w:bookmarkStart w:id="1" w:name="_GoBack"/>
      <w:bookmarkEnd w:id="1"/>
    </w:p>
    <w:p w:rsidR="0086726C" w:rsidRPr="00921DD4" w:rsidRDefault="0086726C" w:rsidP="00B44F12">
      <w:pPr>
        <w:pStyle w:val="NormalWeb"/>
        <w:pageBreakBefore/>
        <w:spacing w:before="0" w:beforeAutospacing="0" w:after="0" w:afterAutospacing="0" w:line="240" w:lineRule="exact"/>
        <w:jc w:val="right"/>
        <w:rPr>
          <w:rFonts w:ascii="Times New Roman" w:hAnsi="Times New Roman"/>
          <w:color w:val="000000"/>
        </w:rPr>
      </w:pPr>
      <w:r w:rsidRPr="00921DD4">
        <w:rPr>
          <w:rFonts w:ascii="Times New Roman" w:hAnsi="Times New Roman"/>
          <w:color w:val="000000"/>
        </w:rPr>
        <w:t>Додаток № 1</w:t>
      </w:r>
    </w:p>
    <w:p w:rsidR="0086726C" w:rsidRPr="00013FD9" w:rsidRDefault="0086726C" w:rsidP="00DA4827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до </w:t>
      </w:r>
      <w:r w:rsidRPr="00013FD9">
        <w:rPr>
          <w:rFonts w:ascii="Times New Roman" w:hAnsi="Times New Roman"/>
          <w:bCs/>
          <w:sz w:val="24"/>
          <w:szCs w:val="24"/>
          <w:lang w:val="uk-UA" w:eastAsia="ru-RU"/>
        </w:rPr>
        <w:t>документаці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ї</w:t>
      </w:r>
      <w:r w:rsidRPr="00013FD9">
        <w:rPr>
          <w:rFonts w:ascii="Times New Roman" w:hAnsi="Times New Roman"/>
          <w:bCs/>
          <w:sz w:val="24"/>
          <w:szCs w:val="24"/>
          <w:lang w:val="uk-UA" w:eastAsia="ru-RU"/>
        </w:rPr>
        <w:t xml:space="preserve"> для проведення</w:t>
      </w:r>
    </w:p>
    <w:p w:rsidR="0086726C" w:rsidRPr="00013FD9" w:rsidRDefault="0086726C" w:rsidP="00DA4827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013FD9">
        <w:rPr>
          <w:rFonts w:ascii="Times New Roman" w:hAnsi="Times New Roman"/>
          <w:bCs/>
          <w:sz w:val="24"/>
          <w:szCs w:val="24"/>
          <w:lang w:val="uk-UA" w:eastAsia="ru-RU"/>
        </w:rPr>
        <w:t>закупівлі товарів через систему</w:t>
      </w:r>
    </w:p>
    <w:p w:rsidR="0086726C" w:rsidRPr="00013FD9" w:rsidRDefault="0086726C" w:rsidP="00DA4827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color w:val="000000"/>
        </w:rPr>
      </w:pPr>
      <w:r w:rsidRPr="00013FD9">
        <w:rPr>
          <w:rFonts w:ascii="Times New Roman" w:hAnsi="Times New Roman"/>
          <w:bCs/>
          <w:sz w:val="24"/>
          <w:szCs w:val="24"/>
          <w:lang w:val="uk-UA" w:eastAsia="ru-RU"/>
        </w:rPr>
        <w:t>електронних закупівель</w:t>
      </w:r>
    </w:p>
    <w:p w:rsidR="0086726C" w:rsidRPr="00921DD4" w:rsidRDefault="0086726C" w:rsidP="00040B76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86726C" w:rsidRDefault="0086726C" w:rsidP="00040B76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921DD4">
        <w:rPr>
          <w:rFonts w:ascii="Times New Roman" w:hAnsi="Times New Roman"/>
          <w:b/>
          <w:color w:val="000000"/>
          <w:sz w:val="32"/>
          <w:szCs w:val="32"/>
        </w:rPr>
        <w:t>Форма «Комерційна пропозиція»</w:t>
      </w:r>
      <w:r>
        <w:rPr>
          <w:rFonts w:ascii="Times New Roman" w:hAnsi="Times New Roman"/>
          <w:b/>
          <w:color w:val="000000"/>
          <w:sz w:val="32"/>
          <w:szCs w:val="32"/>
        </w:rPr>
        <w:t>*</w:t>
      </w:r>
    </w:p>
    <w:p w:rsidR="0086726C" w:rsidRDefault="0086726C" w:rsidP="00040B76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tbl>
      <w:tblPr>
        <w:tblW w:w="10080" w:type="dxa"/>
        <w:tblInd w:w="93" w:type="dxa"/>
        <w:tblLayout w:type="fixed"/>
        <w:tblLook w:val="00A0"/>
      </w:tblPr>
      <w:tblGrid>
        <w:gridCol w:w="426"/>
        <w:gridCol w:w="865"/>
        <w:gridCol w:w="2268"/>
        <w:gridCol w:w="2977"/>
        <w:gridCol w:w="709"/>
        <w:gridCol w:w="1559"/>
        <w:gridCol w:w="1276"/>
      </w:tblGrid>
      <w:tr w:rsidR="0086726C" w:rsidRPr="003F7650" w:rsidTr="000042BF">
        <w:trPr>
          <w:trHeight w:val="9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F7650">
              <w:rPr>
                <w:rFonts w:ascii="Times New Roman" w:hAnsi="Times New Roman"/>
                <w:bCs/>
                <w:lang w:eastAsia="ru-RU"/>
              </w:rPr>
              <w:t>№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F7650">
              <w:rPr>
                <w:rFonts w:ascii="Times New Roman" w:hAnsi="Times New Roman"/>
                <w:bCs/>
                <w:lang w:eastAsia="ru-RU"/>
              </w:rPr>
              <w:t>Код</w:t>
            </w:r>
            <w:r w:rsidRPr="003F7650">
              <w:rPr>
                <w:rFonts w:ascii="Times New Roman" w:hAnsi="Times New Roman"/>
                <w:bCs/>
                <w:lang w:eastAsia="ru-RU"/>
              </w:rPr>
              <w:br/>
              <w:t>деталі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726C" w:rsidRPr="005F1D95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3F7650">
              <w:rPr>
                <w:rFonts w:ascii="Times New Roman" w:hAnsi="Times New Roman"/>
                <w:bCs/>
                <w:lang w:eastAsia="ru-RU"/>
              </w:rPr>
              <w:t>Назва обладнання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0042BF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042BF">
              <w:rPr>
                <w:rFonts w:ascii="Times New Roman" w:hAnsi="Times New Roman"/>
                <w:bCs/>
                <w:color w:val="000000"/>
                <w:spacing w:val="-6"/>
                <w:lang w:val="uk-UA"/>
              </w:rPr>
              <w:t>Опис та характеристики Товару</w:t>
            </w:r>
            <w:r w:rsidRPr="000042BF">
              <w:rPr>
                <w:rFonts w:ascii="Times New Roman" w:hAnsi="Times New Roman"/>
                <w:lang w:val="uk-UA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F7650">
              <w:rPr>
                <w:rFonts w:ascii="Times New Roman" w:hAnsi="Times New Roman"/>
                <w:bCs/>
                <w:lang w:eastAsia="ru-RU"/>
              </w:rPr>
              <w:t>Кіл-сть,</w:t>
            </w:r>
            <w:r w:rsidRPr="003F7650">
              <w:rPr>
                <w:rFonts w:ascii="Times New Roman" w:hAnsi="Times New Roman"/>
                <w:bCs/>
                <w:lang w:eastAsia="ru-RU"/>
              </w:rPr>
              <w:br/>
              <w:t xml:space="preserve"> 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7650">
              <w:rPr>
                <w:rFonts w:ascii="Times New Roman" w:hAnsi="Times New Roman"/>
              </w:rPr>
              <w:t>Ціна, грн. з ПДВ за од.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7650">
              <w:rPr>
                <w:rFonts w:ascii="Times New Roman" w:hAnsi="Times New Roman"/>
              </w:rPr>
              <w:t>Загальна вартість, грн. з ПДВ</w:t>
            </w:r>
          </w:p>
        </w:tc>
      </w:tr>
      <w:tr w:rsidR="0086726C" w:rsidRPr="003F7650" w:rsidTr="004F6D17">
        <w:trPr>
          <w:trHeight w:val="62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F7650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726C" w:rsidRPr="003F7650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0042BF" w:rsidRDefault="0086726C" w:rsidP="004F6D17">
            <w:pPr>
              <w:spacing w:after="0" w:line="240" w:lineRule="auto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Серверний модуль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726C" w:rsidRPr="003F7650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F7650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86726C" w:rsidRPr="003F7650" w:rsidTr="004F6D17">
        <w:trPr>
          <w:trHeight w:val="53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F7650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726C" w:rsidRPr="003F7650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0042BF" w:rsidRDefault="0086726C" w:rsidP="004F6D17">
            <w:pPr>
              <w:spacing w:after="0" w:line="240" w:lineRule="auto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Контролер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726C" w:rsidRPr="003F7650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ru-RU"/>
              </w:rPr>
            </w:pPr>
            <w:r w:rsidRPr="003F7650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86726C" w:rsidRPr="003F7650" w:rsidTr="000042BF">
        <w:trPr>
          <w:trHeight w:val="1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26C" w:rsidRPr="003F7650" w:rsidRDefault="0086726C" w:rsidP="004F6D1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26C" w:rsidRPr="003F7650" w:rsidRDefault="0086726C" w:rsidP="004F6D1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F7650">
              <w:rPr>
                <w:rFonts w:ascii="Times New Roman" w:hAnsi="Times New Roman"/>
              </w:rPr>
              <w:t>Всього грн. без ПДВ: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6726C" w:rsidRPr="003F7650" w:rsidTr="000042BF">
        <w:trPr>
          <w:trHeight w:val="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26C" w:rsidRPr="003F7650" w:rsidRDefault="0086726C" w:rsidP="004F6D1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26C" w:rsidRPr="003F7650" w:rsidRDefault="0086726C" w:rsidP="004F6D1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F7650">
              <w:rPr>
                <w:rFonts w:ascii="Times New Roman" w:hAnsi="Times New Roman"/>
              </w:rPr>
              <w:t>ПДВ: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6726C" w:rsidRPr="003F7650" w:rsidTr="000042BF">
        <w:trPr>
          <w:trHeight w:val="1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26C" w:rsidRPr="003F7650" w:rsidRDefault="0086726C" w:rsidP="004F6D1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26C" w:rsidRPr="003F7650" w:rsidRDefault="0086726C" w:rsidP="004F6D1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F7650">
              <w:rPr>
                <w:rFonts w:ascii="Times New Roman" w:hAnsi="Times New Roman"/>
              </w:rPr>
              <w:t>Всього грн. з ПДВ: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4F6D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86726C" w:rsidRDefault="0086726C" w:rsidP="00813F5A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Cs w:val="24"/>
        </w:rPr>
      </w:pPr>
    </w:p>
    <w:p w:rsidR="0086726C" w:rsidRDefault="0086726C" w:rsidP="00813F5A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i/>
          <w:szCs w:val="24"/>
        </w:rPr>
      </w:pPr>
      <w:r w:rsidRPr="000042BF">
        <w:rPr>
          <w:rFonts w:ascii="Times New Roman" w:hAnsi="Times New Roman"/>
          <w:b/>
          <w:szCs w:val="24"/>
        </w:rPr>
        <w:t>*</w:t>
      </w:r>
      <w:r>
        <w:rPr>
          <w:rFonts w:ascii="Times New Roman" w:hAnsi="Times New Roman"/>
          <w:szCs w:val="24"/>
        </w:rPr>
        <w:t xml:space="preserve"> </w:t>
      </w:r>
      <w:r w:rsidRPr="005F1D95">
        <w:rPr>
          <w:rFonts w:ascii="Times New Roman" w:hAnsi="Times New Roman"/>
          <w:i/>
          <w:szCs w:val="24"/>
        </w:rPr>
        <w:t>Вартість комерційної пропозиції повинна враховувати доставку, роботи з монтажу, встановлення та наладки обладнання, а також всі податки, збори та інші витрати, необхідні для поставки товару</w:t>
      </w:r>
    </w:p>
    <w:p w:rsidR="0086726C" w:rsidRPr="005029F4" w:rsidRDefault="0086726C" w:rsidP="00A34B5F">
      <w:pPr>
        <w:pStyle w:val="a0"/>
        <w:jc w:val="both"/>
        <w:rPr>
          <w:sz w:val="22"/>
          <w:szCs w:val="22"/>
        </w:rPr>
      </w:pPr>
    </w:p>
    <w:p w:rsidR="0086726C" w:rsidRPr="00921DD4" w:rsidRDefault="0086726C" w:rsidP="00040B76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86726C" w:rsidRPr="00C01941" w:rsidRDefault="0086726C" w:rsidP="00A34B5F">
      <w:pPr>
        <w:tabs>
          <w:tab w:val="left" w:pos="2160"/>
          <w:tab w:val="left" w:pos="360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594277">
        <w:rPr>
          <w:rFonts w:ascii="Times New Roman" w:hAnsi="Times New Roman"/>
          <w:sz w:val="26"/>
          <w:szCs w:val="26"/>
          <w:lang w:val="uk-UA"/>
        </w:rPr>
        <w:t xml:space="preserve">Ми, </w:t>
      </w:r>
      <w:r w:rsidRPr="00594277">
        <w:rPr>
          <w:rFonts w:ascii="Times New Roman" w:hAnsi="Times New Roman"/>
          <w:sz w:val="26"/>
          <w:szCs w:val="26"/>
          <w:u w:val="single"/>
          <w:lang w:val="uk-UA"/>
        </w:rPr>
        <w:t xml:space="preserve">      (назва Учасника)     ,</w:t>
      </w:r>
      <w:r w:rsidRPr="00594277">
        <w:rPr>
          <w:rFonts w:ascii="Times New Roman" w:hAnsi="Times New Roman"/>
          <w:sz w:val="26"/>
          <w:szCs w:val="26"/>
          <w:lang w:val="uk-UA"/>
        </w:rPr>
        <w:t xml:space="preserve"> надаємо Вам свою Пропозицію стосовно закупівлі </w:t>
      </w:r>
      <w:r w:rsidRPr="00C01941">
        <w:rPr>
          <w:rFonts w:ascii="Times New Roman" w:hAnsi="Times New Roman"/>
          <w:sz w:val="26"/>
          <w:szCs w:val="26"/>
        </w:rPr>
        <w:t>"Частини та приладдя для обчислювальних машин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56CCB">
        <w:rPr>
          <w:rFonts w:ascii="Times New Roman" w:hAnsi="Times New Roman"/>
          <w:sz w:val="26"/>
          <w:szCs w:val="26"/>
          <w:lang w:val="uk-UA"/>
        </w:rPr>
        <w:t xml:space="preserve">(обладнання для ремонту серверної системи на базі </w:t>
      </w:r>
      <w:r w:rsidRPr="00956CCB">
        <w:rPr>
          <w:rFonts w:ascii="Times New Roman" w:hAnsi="Times New Roman"/>
          <w:sz w:val="26"/>
          <w:szCs w:val="26"/>
          <w:lang w:val="en-US"/>
        </w:rPr>
        <w:t>Blade</w:t>
      </w:r>
      <w:r w:rsidRPr="00956CCB">
        <w:rPr>
          <w:rFonts w:ascii="Times New Roman" w:hAnsi="Times New Roman"/>
          <w:sz w:val="26"/>
          <w:szCs w:val="26"/>
        </w:rPr>
        <w:t xml:space="preserve"> </w:t>
      </w:r>
      <w:r w:rsidRPr="00956CCB">
        <w:rPr>
          <w:rFonts w:ascii="Times New Roman" w:hAnsi="Times New Roman"/>
          <w:sz w:val="26"/>
          <w:szCs w:val="26"/>
          <w:lang w:val="en-US"/>
        </w:rPr>
        <w:t>Centre</w:t>
      </w:r>
      <w:r w:rsidRPr="00956CCB">
        <w:rPr>
          <w:rFonts w:ascii="Times New Roman" w:hAnsi="Times New Roman"/>
          <w:sz w:val="26"/>
          <w:szCs w:val="26"/>
        </w:rPr>
        <w:t>)</w:t>
      </w:r>
      <w:r w:rsidRPr="00C01941">
        <w:rPr>
          <w:rFonts w:ascii="Times New Roman" w:hAnsi="Times New Roman"/>
          <w:sz w:val="26"/>
          <w:szCs w:val="26"/>
        </w:rPr>
        <w:t>"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94277">
        <w:rPr>
          <w:rFonts w:ascii="Times New Roman" w:hAnsi="Times New Roman"/>
          <w:sz w:val="26"/>
          <w:szCs w:val="26"/>
          <w:lang w:val="uk-UA"/>
        </w:rPr>
        <w:t>(далі – Товар), та підтверджуємо, що у разі визнання нас переможцем, зобов'язані укласти договір</w:t>
      </w:r>
      <w:r>
        <w:rPr>
          <w:rFonts w:ascii="Times New Roman" w:hAnsi="Times New Roman"/>
          <w:sz w:val="26"/>
          <w:szCs w:val="26"/>
          <w:lang w:val="uk-UA"/>
        </w:rPr>
        <w:t xml:space="preserve"> з урахуванням всіх вимог, зазначених </w:t>
      </w:r>
      <w:r w:rsidRPr="00FB575C">
        <w:rPr>
          <w:rFonts w:ascii="Times New Roman" w:hAnsi="Times New Roman"/>
          <w:sz w:val="26"/>
          <w:szCs w:val="26"/>
          <w:lang w:val="uk-UA"/>
        </w:rPr>
        <w:t>в Додатку №2 до Документації,</w:t>
      </w:r>
      <w:r w:rsidRPr="00594277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у строк не раніше</w:t>
      </w:r>
      <w:r w:rsidRPr="003251FF">
        <w:rPr>
          <w:rFonts w:ascii="Times New Roman" w:hAnsi="Times New Roman"/>
          <w:sz w:val="26"/>
          <w:szCs w:val="26"/>
          <w:lang w:val="uk-UA"/>
        </w:rPr>
        <w:t>, ніж через 3 робочих днів та не пізніше 10 робочих днів з моменту опри</w:t>
      </w:r>
      <w:r w:rsidRPr="009568F8">
        <w:rPr>
          <w:rFonts w:ascii="Times New Roman" w:hAnsi="Times New Roman"/>
          <w:sz w:val="26"/>
          <w:szCs w:val="26"/>
          <w:lang w:val="uk-UA"/>
        </w:rPr>
        <w:t>люднення інфо</w:t>
      </w:r>
      <w:r>
        <w:rPr>
          <w:rFonts w:ascii="Times New Roman" w:hAnsi="Times New Roman"/>
          <w:sz w:val="26"/>
          <w:szCs w:val="26"/>
          <w:lang w:val="uk-UA"/>
        </w:rPr>
        <w:t xml:space="preserve">рмації про визначення переможця, а також </w:t>
      </w:r>
      <w:r w:rsidRPr="00594277">
        <w:rPr>
          <w:rFonts w:ascii="Times New Roman" w:hAnsi="Times New Roman"/>
          <w:sz w:val="26"/>
          <w:szCs w:val="26"/>
          <w:lang w:val="uk-UA"/>
        </w:rPr>
        <w:t xml:space="preserve">здійснити поставку вказаного Товару </w:t>
      </w:r>
      <w:r>
        <w:rPr>
          <w:rFonts w:ascii="Times New Roman" w:hAnsi="Times New Roman"/>
          <w:sz w:val="26"/>
          <w:szCs w:val="26"/>
          <w:lang w:val="uk-UA"/>
        </w:rPr>
        <w:t>в терміни, передбачені договором</w:t>
      </w:r>
      <w:r w:rsidRPr="00594277">
        <w:rPr>
          <w:rFonts w:ascii="Times New Roman" w:hAnsi="Times New Roman"/>
          <w:sz w:val="26"/>
          <w:szCs w:val="26"/>
          <w:lang w:val="uk-UA"/>
        </w:rPr>
        <w:t>.</w:t>
      </w:r>
    </w:p>
    <w:p w:rsidR="0086726C" w:rsidRPr="00594277" w:rsidRDefault="0086726C" w:rsidP="00013C35">
      <w:pPr>
        <w:shd w:val="clear" w:color="auto" w:fill="FFFFFF"/>
        <w:tabs>
          <w:tab w:val="left" w:leader="underscore" w:pos="7349"/>
        </w:tabs>
        <w:spacing w:after="120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594277">
        <w:rPr>
          <w:rFonts w:ascii="Times New Roman" w:hAnsi="Times New Roman"/>
          <w:sz w:val="26"/>
          <w:szCs w:val="26"/>
          <w:lang w:val="uk-UA"/>
        </w:rPr>
        <w:t>Керівник організації-учасника   _______________         ___________________</w:t>
      </w:r>
    </w:p>
    <w:p w:rsidR="0086726C" w:rsidRPr="00594277" w:rsidRDefault="0086726C" w:rsidP="00013C35">
      <w:pPr>
        <w:shd w:val="clear" w:color="auto" w:fill="FFFFFF"/>
        <w:tabs>
          <w:tab w:val="left" w:leader="underscore" w:pos="7349"/>
        </w:tabs>
        <w:spacing w:after="120"/>
        <w:ind w:firstLine="567"/>
        <w:jc w:val="both"/>
        <w:rPr>
          <w:rFonts w:ascii="Times New Roman" w:hAnsi="Times New Roman"/>
          <w:lang w:val="uk-UA"/>
        </w:rPr>
      </w:pPr>
      <w:r w:rsidRPr="00594277">
        <w:rPr>
          <w:rFonts w:ascii="Times New Roman" w:hAnsi="Times New Roman"/>
          <w:lang w:val="uk-UA"/>
        </w:rPr>
        <w:t xml:space="preserve">                                                               (м.п.)   (підпис)              (ініціали та прізвище)</w:t>
      </w:r>
    </w:p>
    <w:p w:rsidR="0086726C" w:rsidRPr="009568F8" w:rsidRDefault="0086726C" w:rsidP="002A41C2">
      <w:pPr>
        <w:pStyle w:val="NormalWeb"/>
        <w:spacing w:before="0" w:beforeAutospacing="0" w:after="0" w:afterAutospacing="0"/>
        <w:jc w:val="center"/>
        <w:rPr>
          <w:i/>
          <w:color w:val="000000"/>
        </w:rPr>
      </w:pPr>
    </w:p>
    <w:p w:rsidR="0086726C" w:rsidRPr="00921DD4" w:rsidRDefault="0086726C" w:rsidP="00122897">
      <w:pPr>
        <w:pStyle w:val="NormalWeb"/>
        <w:spacing w:before="0" w:beforeAutospacing="0" w:after="0" w:afterAutospacing="0" w:line="200" w:lineRule="exact"/>
        <w:jc w:val="both"/>
        <w:rPr>
          <w:rFonts w:ascii="Times New Roman" w:hAnsi="Times New Roman"/>
          <w:i/>
          <w:iCs/>
          <w:color w:val="000000"/>
          <w:sz w:val="20"/>
          <w:u w:val="single"/>
        </w:rPr>
      </w:pPr>
      <w:r w:rsidRPr="00921DD4">
        <w:rPr>
          <w:rFonts w:ascii="Times New Roman" w:hAnsi="Times New Roman"/>
          <w:i/>
          <w:iCs/>
          <w:color w:val="000000"/>
          <w:sz w:val="20"/>
          <w:u w:val="single"/>
        </w:rPr>
        <w:t>Рекомендації щодо заповнення наданої форми:</w:t>
      </w:r>
    </w:p>
    <w:p w:rsidR="0086726C" w:rsidRPr="00594742" w:rsidRDefault="0086726C" w:rsidP="00FA4D94">
      <w:pPr>
        <w:pStyle w:val="NormalWeb"/>
        <w:spacing w:before="0" w:beforeAutospacing="0" w:after="0" w:afterAutospacing="0" w:line="200" w:lineRule="exact"/>
        <w:jc w:val="both"/>
        <w:rPr>
          <w:rFonts w:ascii="Times New Roman" w:hAnsi="Times New Roman"/>
          <w:i/>
          <w:iCs/>
          <w:color w:val="000000"/>
          <w:sz w:val="20"/>
        </w:rPr>
      </w:pPr>
      <w:r w:rsidRPr="00594742">
        <w:rPr>
          <w:rFonts w:ascii="Times New Roman" w:hAnsi="Times New Roman"/>
          <w:i/>
          <w:iCs/>
          <w:color w:val="000000"/>
          <w:sz w:val="20"/>
        </w:rPr>
        <w:t>Друкується на бланку Постачальника.</w:t>
      </w:r>
    </w:p>
    <w:p w:rsidR="0086726C" w:rsidRPr="00594742" w:rsidRDefault="0086726C" w:rsidP="00122897">
      <w:pPr>
        <w:spacing w:after="0" w:line="200" w:lineRule="exact"/>
        <w:jc w:val="both"/>
        <w:rPr>
          <w:rFonts w:ascii="Times New Roman" w:hAnsi="Times New Roman"/>
          <w:i/>
          <w:iCs/>
          <w:color w:val="000000"/>
          <w:sz w:val="20"/>
          <w:szCs w:val="20"/>
          <w:lang w:val="uk-UA"/>
        </w:rPr>
      </w:pPr>
      <w:r w:rsidRPr="00594742">
        <w:rPr>
          <w:rFonts w:ascii="Times New Roman" w:hAnsi="Times New Roman"/>
          <w:i/>
          <w:iCs/>
          <w:color w:val="000000"/>
          <w:sz w:val="20"/>
          <w:szCs w:val="20"/>
          <w:lang w:val="uk-UA"/>
        </w:rPr>
        <w:t>Ціни, ПДВ, що відображаються цифрами у цій формі - визначаються з точністю до другого десяткового знаку (другий розряд після коми).</w:t>
      </w:r>
    </w:p>
    <w:p w:rsidR="0086726C" w:rsidRPr="00594742" w:rsidRDefault="0086726C" w:rsidP="00122897">
      <w:pPr>
        <w:spacing w:after="0" w:line="200" w:lineRule="exact"/>
        <w:jc w:val="both"/>
        <w:rPr>
          <w:rFonts w:ascii="Times New Roman" w:hAnsi="Times New Roman"/>
          <w:i/>
          <w:iCs/>
          <w:color w:val="000000"/>
          <w:sz w:val="20"/>
          <w:szCs w:val="20"/>
          <w:lang w:val="uk-UA"/>
        </w:rPr>
      </w:pPr>
      <w:r w:rsidRPr="00594742">
        <w:rPr>
          <w:rFonts w:ascii="Times New Roman" w:hAnsi="Times New Roman"/>
          <w:i/>
          <w:iCs/>
          <w:color w:val="000000"/>
          <w:sz w:val="20"/>
          <w:szCs w:val="20"/>
          <w:lang w:val="uk-UA"/>
        </w:rPr>
        <w:t>* Розраховується Постачальником з урахуванням положень Податкового кодексу України. У разі надання пропозицій Постачальником - не платником ПДВ, такі пропозиції надаються без врахування ПДВ та графи «</w:t>
      </w:r>
      <w:r w:rsidRPr="00594742"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  <w:t>Ціна за од., грн. з ПДВ</w:t>
      </w:r>
      <w:r w:rsidRPr="00594742">
        <w:rPr>
          <w:rFonts w:ascii="Times New Roman" w:hAnsi="Times New Roman"/>
          <w:i/>
          <w:iCs/>
          <w:color w:val="000000"/>
          <w:sz w:val="20"/>
          <w:szCs w:val="20"/>
          <w:lang w:val="uk-UA"/>
        </w:rPr>
        <w:t>», «</w:t>
      </w:r>
      <w:r w:rsidRPr="00594742"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  <w:t>Загальна сума/ціна, грн. з ПДВ</w:t>
      </w:r>
      <w:r w:rsidRPr="00594742">
        <w:rPr>
          <w:rFonts w:ascii="Times New Roman" w:hAnsi="Times New Roman"/>
          <w:i/>
          <w:iCs/>
          <w:color w:val="000000"/>
          <w:sz w:val="20"/>
          <w:szCs w:val="20"/>
          <w:lang w:val="uk-UA"/>
        </w:rPr>
        <w:t>» не заповнюється та Постачальником робляться позначки «---».</w:t>
      </w:r>
    </w:p>
    <w:p w:rsidR="0086726C" w:rsidRPr="00594742" w:rsidRDefault="0086726C" w:rsidP="00594742">
      <w:pPr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</w:pPr>
      <w:r w:rsidRPr="00594742">
        <w:rPr>
          <w:rFonts w:ascii="Times New Roman" w:hAnsi="Times New Roman"/>
          <w:i/>
          <w:iCs/>
          <w:color w:val="000000"/>
          <w:sz w:val="20"/>
          <w:szCs w:val="20"/>
          <w:lang w:val="uk-UA"/>
        </w:rPr>
        <w:t xml:space="preserve">** Постачальником обов'язково зазначається торгівельна марка, </w:t>
      </w:r>
      <w:r w:rsidRPr="00594742"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  <w:t>вимоги щодо якості</w:t>
      </w:r>
      <w:r w:rsidRPr="00594742">
        <w:rPr>
          <w:rFonts w:ascii="Times New Roman" w:hAnsi="Times New Roman"/>
          <w:i/>
          <w:iCs/>
          <w:color w:val="000000"/>
          <w:sz w:val="20"/>
          <w:szCs w:val="20"/>
          <w:lang w:val="uk-UA"/>
        </w:rPr>
        <w:t xml:space="preserve"> та конкретні характеристики товару, що пропонується контрагентом/постачальником до поставки</w:t>
      </w:r>
      <w:r w:rsidRPr="00594742"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  <w:t>.</w:t>
      </w:r>
    </w:p>
    <w:p w:rsidR="0086726C" w:rsidRDefault="0086726C" w:rsidP="00122897">
      <w:pPr>
        <w:spacing w:after="0" w:line="200" w:lineRule="exact"/>
        <w:jc w:val="both"/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</w:pPr>
    </w:p>
    <w:p w:rsidR="0086726C" w:rsidRDefault="0086726C" w:rsidP="00122897">
      <w:pPr>
        <w:spacing w:after="0" w:line="200" w:lineRule="exact"/>
        <w:jc w:val="both"/>
        <w:rPr>
          <w:rFonts w:ascii="Times New Roman" w:hAnsi="Times New Roman"/>
          <w:bCs/>
          <w:i/>
          <w:color w:val="000000"/>
          <w:sz w:val="20"/>
          <w:szCs w:val="20"/>
          <w:lang w:val="uk-UA"/>
        </w:rPr>
      </w:pPr>
    </w:p>
    <w:p w:rsidR="0086726C" w:rsidRDefault="0086726C" w:rsidP="00CA3A6A">
      <w:pPr>
        <w:pStyle w:val="NormalWeb"/>
        <w:spacing w:before="0" w:beforeAutospacing="0" w:after="0" w:afterAutospacing="0" w:line="240" w:lineRule="exact"/>
        <w:jc w:val="right"/>
        <w:rPr>
          <w:rFonts w:ascii="Times New Roman" w:hAnsi="Times New Roman"/>
          <w:color w:val="000000"/>
        </w:rPr>
      </w:pPr>
    </w:p>
    <w:p w:rsidR="0086726C" w:rsidRDefault="0086726C" w:rsidP="00CA3A6A">
      <w:pPr>
        <w:pStyle w:val="NormalWeb"/>
        <w:spacing w:before="0" w:beforeAutospacing="0" w:after="0" w:afterAutospacing="0" w:line="240" w:lineRule="exact"/>
        <w:jc w:val="right"/>
        <w:rPr>
          <w:rFonts w:ascii="Times New Roman" w:hAnsi="Times New Roman"/>
          <w:color w:val="000000"/>
        </w:rPr>
      </w:pPr>
    </w:p>
    <w:p w:rsidR="0086726C" w:rsidRDefault="0086726C" w:rsidP="00CA3A6A">
      <w:pPr>
        <w:pStyle w:val="NormalWeb"/>
        <w:spacing w:before="0" w:beforeAutospacing="0" w:after="0" w:afterAutospacing="0" w:line="240" w:lineRule="exact"/>
        <w:jc w:val="right"/>
        <w:rPr>
          <w:rFonts w:ascii="Times New Roman" w:hAnsi="Times New Roman"/>
          <w:color w:val="000000"/>
        </w:rPr>
      </w:pPr>
    </w:p>
    <w:p w:rsidR="0086726C" w:rsidRDefault="0086726C" w:rsidP="00CA3A6A">
      <w:pPr>
        <w:pStyle w:val="NormalWeb"/>
        <w:spacing w:before="0" w:beforeAutospacing="0" w:after="0" w:afterAutospacing="0" w:line="240" w:lineRule="exact"/>
        <w:jc w:val="right"/>
        <w:rPr>
          <w:rFonts w:ascii="Times New Roman" w:hAnsi="Times New Roman"/>
          <w:color w:val="000000"/>
        </w:rPr>
      </w:pPr>
    </w:p>
    <w:p w:rsidR="0086726C" w:rsidRPr="00921DD4" w:rsidRDefault="0086726C" w:rsidP="004F6D17">
      <w:pPr>
        <w:pStyle w:val="NormalWeb"/>
        <w:pageBreakBefore/>
        <w:spacing w:before="0" w:beforeAutospacing="0" w:after="0" w:afterAutospacing="0" w:line="240" w:lineRule="exact"/>
        <w:jc w:val="right"/>
        <w:rPr>
          <w:rFonts w:ascii="Times New Roman" w:hAnsi="Times New Roman"/>
          <w:color w:val="000000"/>
        </w:rPr>
      </w:pPr>
      <w:r w:rsidRPr="00921DD4">
        <w:rPr>
          <w:rFonts w:ascii="Times New Roman" w:hAnsi="Times New Roman"/>
          <w:color w:val="000000"/>
        </w:rPr>
        <w:t xml:space="preserve">Додаток № </w:t>
      </w:r>
      <w:r>
        <w:rPr>
          <w:rFonts w:ascii="Times New Roman" w:hAnsi="Times New Roman"/>
          <w:color w:val="000000"/>
        </w:rPr>
        <w:t>2</w:t>
      </w:r>
    </w:p>
    <w:p w:rsidR="0086726C" w:rsidRPr="00013FD9" w:rsidRDefault="0086726C" w:rsidP="00CA3A6A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sz w:val="24"/>
          <w:szCs w:val="24"/>
          <w:lang w:val="uk-UA" w:eastAsia="ru-RU"/>
        </w:rPr>
        <w:t xml:space="preserve">до </w:t>
      </w:r>
      <w:r w:rsidRPr="00013FD9">
        <w:rPr>
          <w:rFonts w:ascii="Times New Roman" w:hAnsi="Times New Roman"/>
          <w:bCs/>
          <w:sz w:val="24"/>
          <w:szCs w:val="24"/>
          <w:lang w:val="uk-UA" w:eastAsia="ru-RU"/>
        </w:rPr>
        <w:t>документаці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ї</w:t>
      </w:r>
      <w:r w:rsidRPr="00013FD9">
        <w:rPr>
          <w:rFonts w:ascii="Times New Roman" w:hAnsi="Times New Roman"/>
          <w:bCs/>
          <w:sz w:val="24"/>
          <w:szCs w:val="24"/>
          <w:lang w:val="uk-UA" w:eastAsia="ru-RU"/>
        </w:rPr>
        <w:t xml:space="preserve"> для проведення</w:t>
      </w:r>
    </w:p>
    <w:p w:rsidR="0086726C" w:rsidRPr="00013FD9" w:rsidRDefault="0086726C" w:rsidP="00CA3A6A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013FD9">
        <w:rPr>
          <w:rFonts w:ascii="Times New Roman" w:hAnsi="Times New Roman"/>
          <w:bCs/>
          <w:sz w:val="24"/>
          <w:szCs w:val="24"/>
          <w:lang w:val="uk-UA" w:eastAsia="ru-RU"/>
        </w:rPr>
        <w:t>закупівлі товарів через систему</w:t>
      </w:r>
    </w:p>
    <w:p w:rsidR="0086726C" w:rsidRPr="00013FD9" w:rsidRDefault="0086726C" w:rsidP="00570E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  <w:r w:rsidRPr="00013FD9">
        <w:rPr>
          <w:rFonts w:ascii="Times New Roman" w:hAnsi="Times New Roman"/>
          <w:bCs/>
          <w:sz w:val="24"/>
          <w:szCs w:val="24"/>
          <w:lang w:val="uk-UA" w:eastAsia="ru-RU"/>
        </w:rPr>
        <w:t>електронних закупівель</w:t>
      </w:r>
    </w:p>
    <w:p w:rsidR="0086726C" w:rsidRDefault="0086726C" w:rsidP="00570E77">
      <w:pPr>
        <w:pStyle w:val="BodyTextIndent"/>
        <w:spacing w:after="0"/>
        <w:ind w:right="-183" w:firstLine="284"/>
        <w:jc w:val="center"/>
        <w:rPr>
          <w:b w:val="0"/>
          <w:bCs w:val="0"/>
          <w:i/>
          <w:szCs w:val="20"/>
        </w:rPr>
      </w:pPr>
    </w:p>
    <w:p w:rsidR="0086726C" w:rsidRPr="00664C30" w:rsidRDefault="0086726C" w:rsidP="00570E77">
      <w:pPr>
        <w:tabs>
          <w:tab w:val="left" w:pos="2160"/>
          <w:tab w:val="left" w:pos="3600"/>
        </w:tabs>
        <w:spacing w:after="0" w:line="240" w:lineRule="auto"/>
        <w:jc w:val="both"/>
        <w:rPr>
          <w:rFonts w:ascii="Times New Roman" w:hAnsi="Times New Roman"/>
          <w:i/>
          <w:szCs w:val="20"/>
        </w:rPr>
      </w:pPr>
      <w:r w:rsidRPr="003251FF">
        <w:rPr>
          <w:rFonts w:ascii="Times New Roman" w:hAnsi="Times New Roman"/>
          <w:i/>
          <w:szCs w:val="20"/>
        </w:rPr>
        <w:t xml:space="preserve">З переможцем планується укладення договору стосовно постачання </w:t>
      </w:r>
      <w:r w:rsidRPr="003251FF">
        <w:rPr>
          <w:rFonts w:ascii="Times New Roman" w:hAnsi="Times New Roman"/>
          <w:i/>
        </w:rPr>
        <w:t xml:space="preserve">“Частини та приладдя для обчислювальних машин” </w:t>
      </w:r>
      <w:r w:rsidRPr="003251FF">
        <w:rPr>
          <w:rFonts w:ascii="Times New Roman" w:hAnsi="Times New Roman"/>
          <w:i/>
          <w:sz w:val="24"/>
          <w:szCs w:val="24"/>
          <w:lang w:val="uk-UA"/>
        </w:rPr>
        <w:t xml:space="preserve">(обладнання для ремонту серверної системи на базі </w:t>
      </w:r>
      <w:r w:rsidRPr="003251FF">
        <w:rPr>
          <w:rFonts w:ascii="Times New Roman" w:hAnsi="Times New Roman"/>
          <w:i/>
          <w:sz w:val="24"/>
          <w:szCs w:val="24"/>
          <w:lang w:val="en-US"/>
        </w:rPr>
        <w:t>Blade</w:t>
      </w:r>
      <w:r w:rsidRPr="003251FF">
        <w:rPr>
          <w:rFonts w:ascii="Times New Roman" w:hAnsi="Times New Roman"/>
          <w:i/>
          <w:sz w:val="24"/>
          <w:szCs w:val="24"/>
        </w:rPr>
        <w:t xml:space="preserve"> </w:t>
      </w:r>
      <w:r w:rsidRPr="003251FF">
        <w:rPr>
          <w:rFonts w:ascii="Times New Roman" w:hAnsi="Times New Roman"/>
          <w:i/>
          <w:sz w:val="24"/>
          <w:szCs w:val="24"/>
          <w:lang w:val="en-US"/>
        </w:rPr>
        <w:t>Centre</w:t>
      </w:r>
      <w:r w:rsidRPr="003251FF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664C30">
        <w:rPr>
          <w:rFonts w:ascii="Times New Roman" w:hAnsi="Times New Roman"/>
          <w:i/>
          <w:szCs w:val="20"/>
        </w:rPr>
        <w:t>згідно з цим проектом:</w:t>
      </w:r>
    </w:p>
    <w:p w:rsidR="0086726C" w:rsidRPr="00E45F85" w:rsidRDefault="0086726C" w:rsidP="00570E77">
      <w:pPr>
        <w:spacing w:after="0" w:line="240" w:lineRule="auto"/>
        <w:ind w:right="-181" w:firstLine="284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45F85">
        <w:rPr>
          <w:rFonts w:ascii="Times New Roman" w:hAnsi="Times New Roman"/>
          <w:b/>
          <w:bCs/>
          <w:sz w:val="24"/>
          <w:szCs w:val="24"/>
          <w:lang w:val="uk-UA"/>
        </w:rPr>
        <w:t>ПР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О</w:t>
      </w:r>
      <w:r w:rsidRPr="00E45F85">
        <w:rPr>
          <w:rFonts w:ascii="Times New Roman" w:hAnsi="Times New Roman"/>
          <w:b/>
          <w:bCs/>
          <w:sz w:val="24"/>
          <w:szCs w:val="24"/>
          <w:lang w:val="uk-UA"/>
        </w:rPr>
        <w:t xml:space="preserve">ЕКТ  ДОГОВОРУ </w:t>
      </w:r>
    </w:p>
    <w:p w:rsidR="0086726C" w:rsidRPr="009D4489" w:rsidRDefault="0086726C" w:rsidP="00570E77">
      <w:pPr>
        <w:pStyle w:val="Footer"/>
        <w:tabs>
          <w:tab w:val="left" w:pos="-4860"/>
        </w:tabs>
        <w:ind w:right="-1" w:firstLine="284"/>
        <w:jc w:val="both"/>
        <w:rPr>
          <w:rFonts w:ascii="Times New Roman" w:hAnsi="Times New Roman"/>
          <w:lang w:val="uk-UA"/>
        </w:rPr>
      </w:pPr>
      <w:r w:rsidRPr="009D4489">
        <w:rPr>
          <w:rFonts w:ascii="Times New Roman" w:hAnsi="Times New Roman"/>
          <w:lang w:val="uk-UA"/>
        </w:rPr>
        <w:t>Постачальник – Учасник переможець</w:t>
      </w:r>
    </w:p>
    <w:p w:rsidR="0086726C" w:rsidRPr="009D4489" w:rsidRDefault="0086726C" w:rsidP="00570E77">
      <w:pPr>
        <w:pStyle w:val="Footer"/>
        <w:tabs>
          <w:tab w:val="left" w:pos="-4860"/>
        </w:tabs>
        <w:ind w:right="-1" w:firstLine="28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Покупець</w:t>
      </w:r>
      <w:r w:rsidRPr="009D4489">
        <w:rPr>
          <w:rFonts w:ascii="Times New Roman" w:hAnsi="Times New Roman"/>
          <w:lang w:val="uk-UA"/>
        </w:rPr>
        <w:t xml:space="preserve"> – Державне підприємство "Енергоринок".</w:t>
      </w:r>
    </w:p>
    <w:p w:rsidR="0086726C" w:rsidRPr="009D4489" w:rsidRDefault="0086726C" w:rsidP="00570E77">
      <w:pPr>
        <w:pStyle w:val="Footer"/>
        <w:tabs>
          <w:tab w:val="left" w:pos="-4860"/>
        </w:tabs>
        <w:ind w:right="-1" w:firstLine="284"/>
        <w:jc w:val="both"/>
        <w:rPr>
          <w:rFonts w:ascii="Times New Roman" w:hAnsi="Times New Roman"/>
          <w:i/>
          <w:iCs/>
          <w:lang w:val="uk-UA"/>
        </w:rPr>
      </w:pPr>
      <w:r w:rsidRPr="009D4489">
        <w:rPr>
          <w:rFonts w:ascii="Times New Roman" w:hAnsi="Times New Roman"/>
          <w:lang w:val="uk-UA"/>
        </w:rPr>
        <w:t xml:space="preserve">В подальшому іменуються </w:t>
      </w:r>
      <w:r w:rsidRPr="009D4489">
        <w:rPr>
          <w:rFonts w:ascii="Times New Roman" w:hAnsi="Times New Roman"/>
          <w:i/>
          <w:iCs/>
          <w:lang w:val="uk-UA"/>
        </w:rPr>
        <w:t>“Сторони”</w:t>
      </w:r>
      <w:r w:rsidRPr="009D4489">
        <w:rPr>
          <w:rFonts w:ascii="Times New Roman" w:hAnsi="Times New Roman"/>
          <w:lang w:val="uk-UA"/>
        </w:rPr>
        <w:t xml:space="preserve">, а кожна окремо </w:t>
      </w:r>
      <w:r w:rsidRPr="009D4489">
        <w:rPr>
          <w:rFonts w:ascii="Times New Roman" w:hAnsi="Times New Roman"/>
          <w:i/>
          <w:iCs/>
          <w:lang w:val="uk-UA"/>
        </w:rPr>
        <w:t>“Сторона”.</w:t>
      </w:r>
    </w:p>
    <w:p w:rsidR="0086726C" w:rsidRPr="00CA3A6A" w:rsidRDefault="0086726C" w:rsidP="00E43F37">
      <w:pPr>
        <w:pStyle w:val="Heading4"/>
        <w:keepNext w:val="0"/>
        <w:spacing w:before="0" w:after="0" w:line="240" w:lineRule="auto"/>
        <w:ind w:left="1069"/>
        <w:jc w:val="center"/>
        <w:rPr>
          <w:sz w:val="24"/>
          <w:szCs w:val="24"/>
          <w:lang w:val="uk-UA"/>
        </w:rPr>
      </w:pPr>
      <w:r w:rsidRPr="00CA3A6A">
        <w:rPr>
          <w:sz w:val="24"/>
          <w:szCs w:val="24"/>
        </w:rPr>
        <w:t>ПРЕДМЕТ ДОГОВОРУ</w:t>
      </w:r>
    </w:p>
    <w:p w:rsidR="0086726C" w:rsidRPr="003E1D5B" w:rsidRDefault="0086726C" w:rsidP="00570E77">
      <w:pPr>
        <w:pStyle w:val="BodyText2"/>
        <w:tabs>
          <w:tab w:val="left" w:pos="1080"/>
        </w:tabs>
        <w:spacing w:after="0" w:line="240" w:lineRule="auto"/>
        <w:ind w:firstLine="567"/>
        <w:jc w:val="both"/>
        <w:rPr>
          <w:bCs/>
          <w:snapToGrid w:val="0"/>
        </w:rPr>
      </w:pPr>
      <w:r w:rsidRPr="003E1D5B">
        <w:rPr>
          <w:bCs/>
          <w:snapToGrid w:val="0"/>
        </w:rPr>
        <w:t xml:space="preserve">Постачальник власними силами та за власні кошти здійснює поставку на адресу Покупця </w:t>
      </w:r>
      <w:r w:rsidRPr="00D51BC9">
        <w:rPr>
          <w:bCs/>
          <w:snapToGrid w:val="0"/>
          <w:lang w:val="ru-RU"/>
        </w:rPr>
        <w:t>“</w:t>
      </w:r>
      <w:r>
        <w:rPr>
          <w:bCs/>
          <w:snapToGrid w:val="0"/>
        </w:rPr>
        <w:t>Ч</w:t>
      </w:r>
      <w:r w:rsidRPr="003E1D5B">
        <w:rPr>
          <w:lang w:eastAsia="ru-RU"/>
        </w:rPr>
        <w:t>астин та приладдя для обчислювальних машин</w:t>
      </w:r>
      <w:r w:rsidRPr="003E1D5B">
        <w:t xml:space="preserve"> (обладнання для ремонту</w:t>
      </w:r>
      <w:r w:rsidRPr="003E1D5B">
        <w:rPr>
          <w:lang w:val="ru-RU"/>
        </w:rPr>
        <w:t xml:space="preserve"> </w:t>
      </w:r>
      <w:r w:rsidRPr="00BB1539">
        <w:t>серверної</w:t>
      </w:r>
      <w:r w:rsidRPr="003E1D5B">
        <w:rPr>
          <w:lang w:val="ru-RU"/>
        </w:rPr>
        <w:t xml:space="preserve"> </w:t>
      </w:r>
      <w:r w:rsidRPr="00BB1539">
        <w:t>системи</w:t>
      </w:r>
      <w:r w:rsidRPr="003E1D5B">
        <w:rPr>
          <w:lang w:val="ru-RU"/>
        </w:rPr>
        <w:t xml:space="preserve"> </w:t>
      </w:r>
      <w:r w:rsidRPr="00BD5C79">
        <w:t>Замовника</w:t>
      </w:r>
      <w:r w:rsidRPr="003E1D5B">
        <w:rPr>
          <w:lang w:val="ru-RU"/>
        </w:rPr>
        <w:t xml:space="preserve"> на </w:t>
      </w:r>
      <w:r w:rsidRPr="00BB1539">
        <w:t>базі</w:t>
      </w:r>
      <w:r w:rsidRPr="003E1D5B">
        <w:rPr>
          <w:lang w:val="ru-RU"/>
        </w:rPr>
        <w:t xml:space="preserve"> </w:t>
      </w:r>
      <w:r w:rsidRPr="003E1D5B">
        <w:rPr>
          <w:lang w:val="en-US"/>
        </w:rPr>
        <w:t>Blade</w:t>
      </w:r>
      <w:r w:rsidRPr="003E1D5B">
        <w:rPr>
          <w:lang w:val="ru-RU"/>
        </w:rPr>
        <w:t xml:space="preserve"> </w:t>
      </w:r>
      <w:r w:rsidRPr="003E1D5B">
        <w:rPr>
          <w:lang w:val="en-US"/>
        </w:rPr>
        <w:t>Centre</w:t>
      </w:r>
      <w:r>
        <w:t>)</w:t>
      </w:r>
      <w:r w:rsidRPr="00D51BC9">
        <w:rPr>
          <w:lang w:val="ru-RU" w:eastAsia="ru-RU"/>
        </w:rPr>
        <w:t>”</w:t>
      </w:r>
      <w:r w:rsidRPr="003E1D5B">
        <w:t xml:space="preserve">  </w:t>
      </w:r>
      <w:r>
        <w:t>(</w:t>
      </w:r>
      <w:r w:rsidRPr="003E1D5B">
        <w:rPr>
          <w:bCs/>
          <w:snapToGrid w:val="0"/>
        </w:rPr>
        <w:t>далі - Обладнання).</w:t>
      </w:r>
    </w:p>
    <w:p w:rsidR="0086726C" w:rsidRPr="003E1D5B" w:rsidRDefault="0086726C" w:rsidP="00570E77">
      <w:pPr>
        <w:pStyle w:val="BodyText2"/>
        <w:tabs>
          <w:tab w:val="left" w:pos="851"/>
          <w:tab w:val="left" w:pos="1276"/>
          <w:tab w:val="left" w:pos="1701"/>
          <w:tab w:val="left" w:pos="2552"/>
        </w:tabs>
        <w:spacing w:after="0" w:line="240" w:lineRule="auto"/>
        <w:ind w:firstLine="567"/>
        <w:jc w:val="both"/>
        <w:rPr>
          <w:bCs/>
          <w:snapToGrid w:val="0"/>
        </w:rPr>
      </w:pPr>
      <w:r w:rsidRPr="003E1D5B">
        <w:rPr>
          <w:bCs/>
          <w:snapToGrid w:val="0"/>
        </w:rPr>
        <w:t>Вартість та специфікація Обладнанн</w:t>
      </w:r>
      <w:r>
        <w:rPr>
          <w:bCs/>
          <w:snapToGrid w:val="0"/>
        </w:rPr>
        <w:t xml:space="preserve">я зазначені в Додатку </w:t>
      </w:r>
      <w:r w:rsidRPr="003E1D5B">
        <w:rPr>
          <w:bCs/>
          <w:snapToGrid w:val="0"/>
        </w:rPr>
        <w:t>1, що є невід’ємною частиною Договору.</w:t>
      </w:r>
    </w:p>
    <w:p w:rsidR="0086726C" w:rsidRPr="003E1D5B" w:rsidRDefault="0086726C" w:rsidP="00570E77">
      <w:pPr>
        <w:pStyle w:val="BodyText2"/>
        <w:tabs>
          <w:tab w:val="left" w:pos="1080"/>
        </w:tabs>
        <w:spacing w:after="0" w:line="240" w:lineRule="auto"/>
        <w:ind w:firstLine="567"/>
        <w:jc w:val="both"/>
        <w:rPr>
          <w:color w:val="000000"/>
        </w:rPr>
      </w:pPr>
      <w:r w:rsidRPr="003E1D5B">
        <w:rPr>
          <w:bCs/>
          <w:snapToGrid w:val="0"/>
        </w:rPr>
        <w:t>Покупець</w:t>
      </w:r>
      <w:r w:rsidRPr="003E1D5B">
        <w:rPr>
          <w:color w:val="000000"/>
        </w:rPr>
        <w:t xml:space="preserve"> зобов’язується прийняти </w:t>
      </w:r>
      <w:r w:rsidRPr="003E1D5B">
        <w:rPr>
          <w:bCs/>
          <w:snapToGrid w:val="0"/>
        </w:rPr>
        <w:t xml:space="preserve">Обладнання </w:t>
      </w:r>
      <w:r w:rsidRPr="003E1D5B">
        <w:rPr>
          <w:color w:val="000000"/>
        </w:rPr>
        <w:t>та своєчасно здійснити оплату на умовах та в порядку, встановленому у цьому Договорі.</w:t>
      </w:r>
    </w:p>
    <w:p w:rsidR="0086726C" w:rsidRPr="003E1D5B" w:rsidRDefault="0086726C" w:rsidP="00570E77">
      <w:pPr>
        <w:pStyle w:val="List2"/>
        <w:tabs>
          <w:tab w:val="clear" w:pos="2520"/>
        </w:tabs>
        <w:ind w:left="0" w:firstLine="567"/>
        <w:jc w:val="both"/>
        <w:rPr>
          <w:b/>
        </w:rPr>
      </w:pPr>
      <w:r w:rsidRPr="003E1D5B">
        <w:t xml:space="preserve">Обсяги закупівлі можуть бути зменшені залежно від реального фінансування видатків. </w:t>
      </w:r>
    </w:p>
    <w:p w:rsidR="0086726C" w:rsidRPr="003E1D5B" w:rsidRDefault="0086726C" w:rsidP="00E43F37">
      <w:pPr>
        <w:pStyle w:val="BodyText2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1069"/>
        <w:jc w:val="center"/>
        <w:rPr>
          <w:bCs/>
          <w:color w:val="000000"/>
          <w:w w:val="101"/>
        </w:rPr>
      </w:pPr>
      <w:r w:rsidRPr="003E1D5B">
        <w:rPr>
          <w:b/>
          <w:bCs/>
          <w:color w:val="000000"/>
          <w:w w:val="101"/>
        </w:rPr>
        <w:t>ВАРТІСТЬ ДОГОВОРУ</w:t>
      </w:r>
    </w:p>
    <w:p w:rsidR="0086726C" w:rsidRPr="003E1D5B" w:rsidRDefault="0086726C" w:rsidP="00570E77">
      <w:pPr>
        <w:pStyle w:val="BodyText2"/>
        <w:tabs>
          <w:tab w:val="left" w:pos="993"/>
        </w:tabs>
        <w:spacing w:after="0" w:line="240" w:lineRule="auto"/>
        <w:ind w:firstLine="567"/>
        <w:jc w:val="both"/>
      </w:pPr>
      <w:r w:rsidRPr="003E1D5B">
        <w:t xml:space="preserve">Вартість Обладнання є фіксованою та зазначається у </w:t>
      </w:r>
      <w:r w:rsidRPr="00B07B84">
        <w:t>Додатку 1</w:t>
      </w:r>
      <w:r w:rsidRPr="003E1D5B">
        <w:t xml:space="preserve"> до цього Договору.</w:t>
      </w:r>
    </w:p>
    <w:p w:rsidR="0086726C" w:rsidRPr="003E1D5B" w:rsidRDefault="0086726C" w:rsidP="00570E77">
      <w:pPr>
        <w:pStyle w:val="BodyText2"/>
        <w:spacing w:after="0" w:line="240" w:lineRule="auto"/>
        <w:ind w:firstLine="567"/>
        <w:jc w:val="both"/>
        <w:rPr>
          <w:iCs/>
          <w:color w:val="000000"/>
          <w:w w:val="104"/>
        </w:rPr>
      </w:pPr>
      <w:r w:rsidRPr="003E1D5B">
        <w:t>Ва</w:t>
      </w:r>
      <w:r w:rsidRPr="003E1D5B">
        <w:rPr>
          <w:color w:val="000000"/>
        </w:rPr>
        <w:t>ртість</w:t>
      </w:r>
      <w:r w:rsidRPr="003E1D5B">
        <w:rPr>
          <w:iCs/>
        </w:rPr>
        <w:t xml:space="preserve"> Договору</w:t>
      </w:r>
      <w:r w:rsidRPr="003E1D5B">
        <w:rPr>
          <w:color w:val="000000"/>
        </w:rPr>
        <w:t xml:space="preserve"> складає – </w:t>
      </w:r>
      <w:r w:rsidRPr="003E1D5B">
        <w:rPr>
          <w:bCs/>
          <w:color w:val="000000"/>
        </w:rPr>
        <w:t>__________________</w:t>
      </w:r>
      <w:r w:rsidRPr="003E1D5B">
        <w:rPr>
          <w:bCs/>
        </w:rPr>
        <w:t xml:space="preserve"> грн</w:t>
      </w:r>
      <w:r w:rsidRPr="003E1D5B">
        <w:rPr>
          <w:color w:val="000000"/>
        </w:rPr>
        <w:t xml:space="preserve">. </w:t>
      </w:r>
      <w:r w:rsidRPr="003E1D5B">
        <w:rPr>
          <w:i/>
          <w:iCs/>
          <w:color w:val="000000"/>
        </w:rPr>
        <w:t>(_______________________  грн.__ коп.)</w:t>
      </w:r>
      <w:r w:rsidRPr="003E1D5B">
        <w:rPr>
          <w:color w:val="000000"/>
        </w:rPr>
        <w:t xml:space="preserve">, крім того 20% ПДВ – </w:t>
      </w:r>
      <w:r w:rsidRPr="003E1D5B">
        <w:rPr>
          <w:bCs/>
          <w:color w:val="000000"/>
        </w:rPr>
        <w:t>_________</w:t>
      </w:r>
      <w:r w:rsidRPr="003E1D5B">
        <w:rPr>
          <w:color w:val="000000"/>
          <w:w w:val="104"/>
        </w:rPr>
        <w:t xml:space="preserve"> грн</w:t>
      </w:r>
      <w:r w:rsidRPr="003E1D5B">
        <w:rPr>
          <w:bCs/>
          <w:color w:val="000000"/>
          <w:w w:val="104"/>
        </w:rPr>
        <w:t>.</w:t>
      </w:r>
      <w:r w:rsidRPr="003E1D5B">
        <w:rPr>
          <w:color w:val="000000"/>
          <w:w w:val="104"/>
        </w:rPr>
        <w:t xml:space="preserve"> </w:t>
      </w:r>
      <w:r w:rsidRPr="003E1D5B">
        <w:rPr>
          <w:i/>
          <w:iCs/>
          <w:color w:val="000000"/>
        </w:rPr>
        <w:t xml:space="preserve">(______________________ гривень ___ коп.). </w:t>
      </w:r>
      <w:r w:rsidRPr="003E1D5B">
        <w:t xml:space="preserve">Разом з урахуванням ПДВ </w:t>
      </w:r>
      <w:r w:rsidRPr="003E1D5B">
        <w:rPr>
          <w:color w:val="000000"/>
        </w:rPr>
        <w:t xml:space="preserve">– </w:t>
      </w:r>
      <w:r w:rsidRPr="003E1D5B">
        <w:rPr>
          <w:bCs/>
          <w:color w:val="000000"/>
        </w:rPr>
        <w:t>__________________</w:t>
      </w:r>
      <w:r w:rsidRPr="003E1D5B">
        <w:rPr>
          <w:bCs/>
        </w:rPr>
        <w:t xml:space="preserve"> </w:t>
      </w:r>
      <w:r w:rsidRPr="003E1D5B">
        <w:t>грн</w:t>
      </w:r>
      <w:r w:rsidRPr="003E1D5B">
        <w:rPr>
          <w:bCs/>
        </w:rPr>
        <w:t xml:space="preserve">. </w:t>
      </w:r>
      <w:r w:rsidRPr="003E1D5B">
        <w:rPr>
          <w:i/>
          <w:iCs/>
          <w:color w:val="000000"/>
          <w:w w:val="104"/>
        </w:rPr>
        <w:t>(_____________________ гривень ___ коп.).</w:t>
      </w:r>
    </w:p>
    <w:p w:rsidR="0086726C" w:rsidRPr="00E43F37" w:rsidRDefault="0086726C" w:rsidP="00E43F37">
      <w:pPr>
        <w:pStyle w:val="BodyText2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1069"/>
        <w:jc w:val="center"/>
        <w:rPr>
          <w:b/>
          <w:bCs/>
          <w:color w:val="000000"/>
          <w:w w:val="101"/>
          <w:lang w:val="ru-RU"/>
        </w:rPr>
      </w:pPr>
      <w:r w:rsidRPr="003E1D5B">
        <w:rPr>
          <w:b/>
          <w:bCs/>
          <w:color w:val="000000"/>
          <w:w w:val="101"/>
        </w:rPr>
        <w:t>ПОРЯДОК РОЗРАХУНКІВ</w:t>
      </w:r>
    </w:p>
    <w:p w:rsidR="0086726C" w:rsidRPr="003E1D5B" w:rsidRDefault="0086726C" w:rsidP="00570E77">
      <w:pPr>
        <w:pStyle w:val="List2"/>
        <w:tabs>
          <w:tab w:val="clear" w:pos="2520"/>
        </w:tabs>
        <w:ind w:left="0" w:firstLine="567"/>
        <w:jc w:val="both"/>
      </w:pPr>
      <w:r w:rsidRPr="003E1D5B">
        <w:t>Розрахунки за цим Договором здійснюються Покупцем шляхом безготівкового перерахування грошових коштів на поточний рахунок Постачальника на підставі рахунк</w:t>
      </w:r>
      <w:r>
        <w:t>у</w:t>
      </w:r>
      <w:r w:rsidRPr="003E1D5B">
        <w:t>-факт</w:t>
      </w:r>
      <w:r>
        <w:t>ури</w:t>
      </w:r>
      <w:r w:rsidRPr="003E1D5B">
        <w:t>. У платіжн</w:t>
      </w:r>
      <w:r>
        <w:t>ому</w:t>
      </w:r>
      <w:r w:rsidRPr="003E1D5B">
        <w:t xml:space="preserve"> доручен</w:t>
      </w:r>
      <w:r>
        <w:t>ні</w:t>
      </w:r>
      <w:r w:rsidRPr="003E1D5B">
        <w:t xml:space="preserve"> обов’язково зазначається номер та дата Договору.</w:t>
      </w:r>
    </w:p>
    <w:p w:rsidR="0086726C" w:rsidRPr="002F6C81" w:rsidRDefault="0086726C" w:rsidP="00570E77">
      <w:pPr>
        <w:pStyle w:val="BodyTextIndent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D5C79">
        <w:rPr>
          <w:rFonts w:ascii="Times New Roman" w:hAnsi="Times New Roman"/>
          <w:sz w:val="24"/>
          <w:szCs w:val="24"/>
          <w:lang w:val="uk-UA"/>
        </w:rPr>
        <w:t>Покупець</w:t>
      </w:r>
      <w:r w:rsidRPr="002F6C8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D5C79">
        <w:rPr>
          <w:rFonts w:ascii="Times New Roman" w:hAnsi="Times New Roman"/>
          <w:sz w:val="24"/>
          <w:szCs w:val="24"/>
          <w:lang w:val="uk-UA"/>
        </w:rPr>
        <w:t>здійснює</w:t>
      </w:r>
      <w:r w:rsidRPr="002F6C8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D5C79">
        <w:rPr>
          <w:rFonts w:ascii="Times New Roman" w:hAnsi="Times New Roman"/>
          <w:sz w:val="24"/>
          <w:szCs w:val="24"/>
          <w:lang w:val="uk-UA"/>
        </w:rPr>
        <w:t>попередню</w:t>
      </w:r>
      <w:r w:rsidRPr="002F6C81">
        <w:rPr>
          <w:rFonts w:ascii="Times New Roman" w:hAnsi="Times New Roman"/>
          <w:sz w:val="24"/>
          <w:szCs w:val="24"/>
          <w:lang w:val="uk-UA"/>
        </w:rPr>
        <w:t xml:space="preserve"> оплату у </w:t>
      </w:r>
      <w:r w:rsidRPr="00BD5C79">
        <w:rPr>
          <w:rFonts w:ascii="Times New Roman" w:hAnsi="Times New Roman"/>
          <w:sz w:val="24"/>
          <w:szCs w:val="24"/>
          <w:lang w:val="uk-UA"/>
        </w:rPr>
        <w:t>розмірі</w:t>
      </w:r>
      <w:r w:rsidRPr="002F6C81">
        <w:rPr>
          <w:rFonts w:ascii="Times New Roman" w:hAnsi="Times New Roman"/>
          <w:sz w:val="24"/>
          <w:szCs w:val="24"/>
          <w:lang w:val="uk-UA"/>
        </w:rPr>
        <w:t xml:space="preserve"> 70% від </w:t>
      </w:r>
      <w:r w:rsidRPr="00BD5C79">
        <w:rPr>
          <w:rFonts w:ascii="Times New Roman" w:hAnsi="Times New Roman"/>
          <w:sz w:val="24"/>
          <w:szCs w:val="24"/>
          <w:lang w:val="uk-UA"/>
        </w:rPr>
        <w:t>суми</w:t>
      </w:r>
      <w:r w:rsidRPr="002F6C8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D5C79">
        <w:rPr>
          <w:rFonts w:ascii="Times New Roman" w:hAnsi="Times New Roman"/>
          <w:sz w:val="24"/>
          <w:szCs w:val="24"/>
          <w:lang w:val="uk-UA"/>
        </w:rPr>
        <w:t>цього</w:t>
      </w:r>
      <w:r w:rsidRPr="002F6C81">
        <w:rPr>
          <w:rFonts w:ascii="Times New Roman" w:hAnsi="Times New Roman"/>
          <w:sz w:val="24"/>
          <w:szCs w:val="24"/>
          <w:lang w:val="uk-UA"/>
        </w:rPr>
        <w:t xml:space="preserve"> Договору </w:t>
      </w:r>
      <w:r w:rsidRPr="00BD5C79">
        <w:rPr>
          <w:rFonts w:ascii="Times New Roman" w:hAnsi="Times New Roman"/>
          <w:sz w:val="24"/>
          <w:szCs w:val="24"/>
          <w:lang w:val="uk-UA"/>
        </w:rPr>
        <w:t>після</w:t>
      </w:r>
      <w:r w:rsidRPr="002F6C8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D5C79">
        <w:rPr>
          <w:rFonts w:ascii="Times New Roman" w:hAnsi="Times New Roman"/>
          <w:sz w:val="24"/>
          <w:szCs w:val="24"/>
          <w:lang w:val="uk-UA"/>
        </w:rPr>
        <w:t>підписання</w:t>
      </w:r>
      <w:r w:rsidRPr="002F6C81">
        <w:rPr>
          <w:rFonts w:ascii="Times New Roman" w:hAnsi="Times New Roman"/>
          <w:sz w:val="24"/>
          <w:szCs w:val="24"/>
          <w:lang w:val="uk-UA"/>
        </w:rPr>
        <w:t xml:space="preserve"> Договору, </w:t>
      </w:r>
      <w:r w:rsidRPr="00BD5C79">
        <w:rPr>
          <w:rFonts w:ascii="Times New Roman" w:hAnsi="Times New Roman"/>
          <w:sz w:val="24"/>
          <w:szCs w:val="24"/>
          <w:lang w:val="uk-UA"/>
        </w:rPr>
        <w:t>протягом</w:t>
      </w:r>
      <w:r w:rsidRPr="002F6C81">
        <w:rPr>
          <w:rFonts w:ascii="Times New Roman" w:hAnsi="Times New Roman"/>
          <w:sz w:val="24"/>
          <w:szCs w:val="24"/>
          <w:lang w:val="uk-UA"/>
        </w:rPr>
        <w:t xml:space="preserve"> 10 (десяти) </w:t>
      </w:r>
      <w:r w:rsidRPr="00BD5C79">
        <w:rPr>
          <w:rFonts w:ascii="Times New Roman" w:hAnsi="Times New Roman"/>
          <w:sz w:val="24"/>
          <w:szCs w:val="24"/>
          <w:lang w:val="uk-UA"/>
        </w:rPr>
        <w:t>банківських</w:t>
      </w:r>
      <w:r w:rsidRPr="002F6C8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D5C79">
        <w:rPr>
          <w:rFonts w:ascii="Times New Roman" w:hAnsi="Times New Roman"/>
          <w:sz w:val="24"/>
          <w:szCs w:val="24"/>
          <w:lang w:val="uk-UA"/>
        </w:rPr>
        <w:t>днів</w:t>
      </w:r>
      <w:r w:rsidRPr="002F6C81">
        <w:rPr>
          <w:rFonts w:ascii="Times New Roman" w:hAnsi="Times New Roman"/>
          <w:sz w:val="24"/>
          <w:szCs w:val="24"/>
          <w:lang w:val="uk-UA"/>
        </w:rPr>
        <w:t xml:space="preserve"> з дня </w:t>
      </w:r>
      <w:r w:rsidRPr="00BD5C79">
        <w:rPr>
          <w:rFonts w:ascii="Times New Roman" w:hAnsi="Times New Roman"/>
          <w:sz w:val="24"/>
          <w:szCs w:val="24"/>
          <w:lang w:val="uk-UA"/>
        </w:rPr>
        <w:t>отримання</w:t>
      </w:r>
      <w:r w:rsidRPr="002F6C8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D5C79">
        <w:rPr>
          <w:rFonts w:ascii="Times New Roman" w:hAnsi="Times New Roman"/>
          <w:sz w:val="24"/>
          <w:szCs w:val="24"/>
          <w:lang w:val="uk-UA"/>
        </w:rPr>
        <w:t>Покупцем</w:t>
      </w:r>
      <w:r w:rsidRPr="002F6C81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Pr="00BD5C79">
        <w:rPr>
          <w:rFonts w:ascii="Times New Roman" w:hAnsi="Times New Roman"/>
          <w:sz w:val="24"/>
          <w:szCs w:val="24"/>
          <w:lang w:val="uk-UA"/>
        </w:rPr>
        <w:t>Постачальника</w:t>
      </w:r>
      <w:r w:rsidRPr="002F6C8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D5C79">
        <w:rPr>
          <w:rFonts w:ascii="Times New Roman" w:hAnsi="Times New Roman"/>
          <w:sz w:val="24"/>
          <w:szCs w:val="24"/>
          <w:lang w:val="uk-UA"/>
        </w:rPr>
        <w:t>відповідного</w:t>
      </w:r>
      <w:r w:rsidRPr="002F6C8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D5C79">
        <w:rPr>
          <w:rFonts w:ascii="Times New Roman" w:hAnsi="Times New Roman"/>
          <w:sz w:val="24"/>
          <w:szCs w:val="24"/>
          <w:lang w:val="uk-UA"/>
        </w:rPr>
        <w:t>рахунку-фактури</w:t>
      </w:r>
      <w:r w:rsidRPr="002F6C81">
        <w:rPr>
          <w:rFonts w:ascii="Times New Roman" w:hAnsi="Times New Roman"/>
          <w:sz w:val="24"/>
          <w:szCs w:val="24"/>
          <w:lang w:val="uk-UA"/>
        </w:rPr>
        <w:t>.</w:t>
      </w:r>
    </w:p>
    <w:p w:rsidR="0086726C" w:rsidRPr="003E1D5B" w:rsidRDefault="0086726C" w:rsidP="00570E77">
      <w:pPr>
        <w:pStyle w:val="List2"/>
        <w:tabs>
          <w:tab w:val="clear" w:pos="2520"/>
        </w:tabs>
        <w:ind w:left="0" w:firstLine="567"/>
        <w:jc w:val="both"/>
      </w:pPr>
      <w:r w:rsidRPr="003E1D5B">
        <w:t xml:space="preserve">Решта вартості Договору у розмірі 30% сплачується протягом 7 (семи) банківських днів після підписання Акту приймання-передачі Обладнання на підставі </w:t>
      </w:r>
      <w:r w:rsidRPr="003E1D5B">
        <w:rPr>
          <w:bCs/>
        </w:rPr>
        <w:t>рахунку-фактури</w:t>
      </w:r>
      <w:r w:rsidRPr="003E1D5B">
        <w:t>. Акт приймання-передачі Обладнання підписується Покупцем після постачання та перевірки працездатності Обладнання в порядку, передбаченому Договором</w:t>
      </w:r>
      <w:r w:rsidRPr="003E1D5B">
        <w:rPr>
          <w:bCs/>
          <w:snapToGrid w:val="0"/>
        </w:rPr>
        <w:t>, в разі відсутності зауважень до якості, комплектності та працездатності Обладнання</w:t>
      </w:r>
      <w:r w:rsidRPr="003E1D5B">
        <w:t>.</w:t>
      </w:r>
    </w:p>
    <w:p w:rsidR="0086726C" w:rsidRPr="003E1D5B" w:rsidRDefault="0086726C" w:rsidP="00570E77">
      <w:pPr>
        <w:pStyle w:val="BodyText2"/>
        <w:tabs>
          <w:tab w:val="left" w:pos="1080"/>
        </w:tabs>
        <w:spacing w:after="0" w:line="240" w:lineRule="auto"/>
        <w:ind w:firstLine="567"/>
        <w:jc w:val="both"/>
        <w:rPr>
          <w:color w:val="000000"/>
        </w:rPr>
      </w:pPr>
      <w:r w:rsidRPr="003E1D5B">
        <w:rPr>
          <w:color w:val="000000"/>
        </w:rPr>
        <w:t>Усі розрахунки за Договором здійснюються в національній валюті України</w:t>
      </w:r>
      <w:r>
        <w:rPr>
          <w:color w:val="000000"/>
        </w:rPr>
        <w:t xml:space="preserve"> – гривні</w:t>
      </w:r>
      <w:r w:rsidRPr="003E1D5B">
        <w:rPr>
          <w:color w:val="000000"/>
        </w:rPr>
        <w:t>.</w:t>
      </w:r>
    </w:p>
    <w:p w:rsidR="0086726C" w:rsidRPr="003E1D5B" w:rsidRDefault="0086726C" w:rsidP="00E43F37">
      <w:pPr>
        <w:pStyle w:val="BodyText2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1069"/>
        <w:jc w:val="center"/>
        <w:rPr>
          <w:b/>
          <w:bCs/>
          <w:color w:val="000000"/>
          <w:w w:val="101"/>
          <w:lang w:val="ru-RU"/>
        </w:rPr>
      </w:pPr>
      <w:r w:rsidRPr="003E1D5B">
        <w:rPr>
          <w:b/>
          <w:bCs/>
        </w:rPr>
        <w:t>ПОРЯДОК І ТЕРМІНИ ПЕРЕДАЧІ ОБЛАДНАННЯ</w:t>
      </w:r>
    </w:p>
    <w:p w:rsidR="0086726C" w:rsidRPr="003E1D5B" w:rsidRDefault="0086726C" w:rsidP="00570E77">
      <w:pPr>
        <w:pStyle w:val="BodyTextIndent"/>
        <w:spacing w:after="0"/>
        <w:ind w:firstLine="567"/>
        <w:rPr>
          <w:b w:val="0"/>
          <w:bCs w:val="0"/>
        </w:rPr>
      </w:pPr>
      <w:r w:rsidRPr="003E1D5B">
        <w:rPr>
          <w:b w:val="0"/>
          <w:snapToGrid w:val="0"/>
        </w:rPr>
        <w:t>Постачальник повинен власними силами та за власні кошти здійснити поставку Обладнання за адресою:</w:t>
      </w:r>
      <w:r w:rsidRPr="003E1D5B">
        <w:rPr>
          <w:b w:val="0"/>
        </w:rPr>
        <w:t xml:space="preserve"> м. Київ, вул. Симона Петлюри 27, кімната 707-а</w:t>
      </w:r>
      <w:r w:rsidRPr="003E1D5B">
        <w:rPr>
          <w:b w:val="0"/>
          <w:snapToGrid w:val="0"/>
        </w:rPr>
        <w:t>.</w:t>
      </w:r>
      <w:r w:rsidRPr="003E1D5B">
        <w:rPr>
          <w:b w:val="0"/>
          <w:iCs/>
        </w:rPr>
        <w:t xml:space="preserve"> </w:t>
      </w:r>
    </w:p>
    <w:p w:rsidR="0086726C" w:rsidRPr="003E1D5B" w:rsidRDefault="0086726C" w:rsidP="00570E77">
      <w:pPr>
        <w:pStyle w:val="BodyTextIndent"/>
        <w:spacing w:after="0"/>
        <w:ind w:firstLine="567"/>
        <w:rPr>
          <w:b w:val="0"/>
          <w:bCs w:val="0"/>
        </w:rPr>
      </w:pPr>
      <w:r w:rsidRPr="003E1D5B">
        <w:rPr>
          <w:b w:val="0"/>
          <w:bCs w:val="0"/>
          <w:snapToGrid w:val="0"/>
        </w:rPr>
        <w:t>Строк поставки та перевірки Обладнання –</w:t>
      </w:r>
      <w:r w:rsidRPr="003E1D5B">
        <w:rPr>
          <w:b w:val="0"/>
          <w:bCs w:val="0"/>
          <w:snapToGrid w:val="0"/>
          <w:lang w:val="ru-RU"/>
        </w:rPr>
        <w:t xml:space="preserve"> </w:t>
      </w:r>
      <w:r w:rsidRPr="003E1D5B">
        <w:rPr>
          <w:b w:val="0"/>
          <w:bCs w:val="0"/>
          <w:snapToGrid w:val="0"/>
        </w:rPr>
        <w:t>55 (п’ятдесят п’ять) робочих днів з</w:t>
      </w:r>
      <w:r w:rsidRPr="003E1D5B">
        <w:rPr>
          <w:b w:val="0"/>
        </w:rPr>
        <w:t xml:space="preserve"> дати підписання Договору</w:t>
      </w:r>
      <w:r w:rsidRPr="003E1D5B">
        <w:rPr>
          <w:b w:val="0"/>
          <w:bCs w:val="0"/>
        </w:rPr>
        <w:t>.</w:t>
      </w:r>
    </w:p>
    <w:p w:rsidR="0086726C" w:rsidRPr="003E1D5B" w:rsidRDefault="0086726C" w:rsidP="00570E77">
      <w:pPr>
        <w:pStyle w:val="BodyTextIndent"/>
        <w:spacing w:after="0"/>
        <w:ind w:firstLine="567"/>
        <w:rPr>
          <w:b w:val="0"/>
        </w:rPr>
      </w:pPr>
      <w:r w:rsidRPr="003E1D5B">
        <w:rPr>
          <w:b w:val="0"/>
          <w:bCs w:val="0"/>
        </w:rPr>
        <w:t>Передача Обладнання здійснюється після його перевірки</w:t>
      </w:r>
      <w:r w:rsidRPr="003E1D5B">
        <w:rPr>
          <w:b w:val="0"/>
        </w:rPr>
        <w:t xml:space="preserve"> фахівцями Постачальника в присутності фахівців Покупця </w:t>
      </w:r>
      <w:r>
        <w:rPr>
          <w:b w:val="0"/>
        </w:rPr>
        <w:t xml:space="preserve">в порядку, вказаному в Додатку </w:t>
      </w:r>
      <w:r w:rsidRPr="003E1D5B">
        <w:rPr>
          <w:b w:val="0"/>
        </w:rPr>
        <w:t xml:space="preserve">2 до Договору. </w:t>
      </w:r>
    </w:p>
    <w:p w:rsidR="0086726C" w:rsidRPr="003E1D5B" w:rsidRDefault="0086726C" w:rsidP="00570E77">
      <w:pPr>
        <w:pStyle w:val="BodyTextIndent"/>
        <w:spacing w:after="0"/>
        <w:ind w:firstLine="567"/>
        <w:rPr>
          <w:b w:val="0"/>
          <w:bCs w:val="0"/>
          <w:snapToGrid w:val="0"/>
        </w:rPr>
      </w:pPr>
      <w:r w:rsidRPr="003E1D5B">
        <w:rPr>
          <w:b w:val="0"/>
          <w:bCs w:val="0"/>
          <w:snapToGrid w:val="0"/>
        </w:rPr>
        <w:t>Передача Обладнання</w:t>
      </w:r>
      <w:r w:rsidRPr="003E1D5B">
        <w:rPr>
          <w:b w:val="0"/>
        </w:rPr>
        <w:t xml:space="preserve"> </w:t>
      </w:r>
      <w:r w:rsidRPr="003E1D5B">
        <w:rPr>
          <w:b w:val="0"/>
          <w:bCs w:val="0"/>
          <w:snapToGrid w:val="0"/>
        </w:rPr>
        <w:t>оформлюється шляхом підписання та скріплення печатками Сторін акту приймання-передачі Обладнання (далі - Акт).</w:t>
      </w:r>
      <w:r w:rsidRPr="003E1D5B">
        <w:rPr>
          <w:b w:val="0"/>
        </w:rPr>
        <w:t xml:space="preserve"> </w:t>
      </w:r>
    </w:p>
    <w:p w:rsidR="0086726C" w:rsidRPr="003E1D5B" w:rsidRDefault="0086726C" w:rsidP="00570E77">
      <w:pPr>
        <w:pStyle w:val="BodyTextIndent"/>
        <w:spacing w:after="0"/>
        <w:ind w:firstLine="567"/>
        <w:rPr>
          <w:b w:val="0"/>
          <w:bCs w:val="0"/>
          <w:snapToGrid w:val="0"/>
        </w:rPr>
      </w:pPr>
      <w:r w:rsidRPr="003E1D5B">
        <w:rPr>
          <w:b w:val="0"/>
          <w:bCs w:val="0"/>
          <w:snapToGrid w:val="0"/>
        </w:rPr>
        <w:t>В день поставки Обладнання Постачальник надає Покупцю 2 екземпляри Акту</w:t>
      </w:r>
      <w:r w:rsidRPr="003E1D5B">
        <w:rPr>
          <w:b w:val="0"/>
          <w:bCs w:val="0"/>
          <w:snapToGrid w:val="0"/>
          <w:lang w:val="ru-RU"/>
        </w:rPr>
        <w:t xml:space="preserve"> </w:t>
      </w:r>
      <w:r w:rsidRPr="003E1D5B">
        <w:rPr>
          <w:b w:val="0"/>
          <w:bCs w:val="0"/>
          <w:snapToGrid w:val="0"/>
        </w:rPr>
        <w:t>оформлені</w:t>
      </w:r>
      <w:r w:rsidRPr="003E1D5B">
        <w:rPr>
          <w:b w:val="0"/>
          <w:bCs w:val="0"/>
          <w:snapToGrid w:val="0"/>
          <w:lang w:val="ru-RU"/>
        </w:rPr>
        <w:t xml:space="preserve"> </w:t>
      </w:r>
      <w:r w:rsidRPr="003E1D5B">
        <w:rPr>
          <w:b w:val="0"/>
          <w:bCs w:val="0"/>
          <w:snapToGrid w:val="0"/>
        </w:rPr>
        <w:t>належним</w:t>
      </w:r>
      <w:r w:rsidRPr="003E1D5B">
        <w:rPr>
          <w:b w:val="0"/>
          <w:bCs w:val="0"/>
          <w:snapToGrid w:val="0"/>
          <w:lang w:val="ru-RU"/>
        </w:rPr>
        <w:t xml:space="preserve"> чином</w:t>
      </w:r>
      <w:r w:rsidRPr="003E1D5B">
        <w:rPr>
          <w:b w:val="0"/>
          <w:bCs w:val="0"/>
          <w:snapToGrid w:val="0"/>
        </w:rPr>
        <w:t xml:space="preserve">, підписані та скріплені печаткою зі своєї сторони. Покупець надає Постачальнику екземпляр Акту, підписаний та скріплений печаткою зі своєї сторони </w:t>
      </w:r>
      <w:r w:rsidRPr="003E1D5B">
        <w:rPr>
          <w:b w:val="0"/>
        </w:rPr>
        <w:t>протягом 7 (семи) робочих днів</w:t>
      </w:r>
      <w:r w:rsidRPr="003E1D5B">
        <w:rPr>
          <w:b w:val="0"/>
          <w:bCs w:val="0"/>
          <w:snapToGrid w:val="0"/>
        </w:rPr>
        <w:t xml:space="preserve"> після</w:t>
      </w:r>
      <w:r w:rsidRPr="003E1D5B">
        <w:rPr>
          <w:b w:val="0"/>
        </w:rPr>
        <w:t xml:space="preserve"> перевірки працездатності </w:t>
      </w:r>
      <w:r w:rsidRPr="003E1D5B">
        <w:rPr>
          <w:b w:val="0"/>
          <w:bCs w:val="0"/>
          <w:snapToGrid w:val="0"/>
        </w:rPr>
        <w:t xml:space="preserve"> Обладнання. </w:t>
      </w:r>
    </w:p>
    <w:p w:rsidR="0086726C" w:rsidRPr="003E1D5B" w:rsidRDefault="0086726C" w:rsidP="00570E77">
      <w:pPr>
        <w:pStyle w:val="BodyText"/>
        <w:spacing w:after="0"/>
        <w:ind w:firstLine="567"/>
        <w:jc w:val="both"/>
      </w:pPr>
      <w:r w:rsidRPr="003E1D5B">
        <w:rPr>
          <w:spacing w:val="-2"/>
        </w:rPr>
        <w:t>При виявлені недоліків в Обладнанні, Покупець має право не підписувати Акт</w:t>
      </w:r>
      <w:r w:rsidRPr="003E1D5B">
        <w:rPr>
          <w:spacing w:val="-4"/>
        </w:rPr>
        <w:t xml:space="preserve">, з наданням письмової мотивованої відмови від його підписання протягом 7 </w:t>
      </w:r>
      <w:r w:rsidRPr="003E1D5B">
        <w:rPr>
          <w:spacing w:val="-9"/>
        </w:rPr>
        <w:t xml:space="preserve">(семи) робочих днів з дня </w:t>
      </w:r>
      <w:r>
        <w:rPr>
          <w:spacing w:val="-9"/>
        </w:rPr>
        <w:t>перевірки</w:t>
      </w:r>
      <w:r w:rsidRPr="003E1D5B">
        <w:rPr>
          <w:spacing w:val="-9"/>
        </w:rPr>
        <w:t xml:space="preserve"> Обладнання.</w:t>
      </w:r>
    </w:p>
    <w:p w:rsidR="0086726C" w:rsidRPr="003E1D5B" w:rsidRDefault="0086726C" w:rsidP="00570E77">
      <w:pPr>
        <w:pStyle w:val="BodyText"/>
        <w:spacing w:after="0"/>
        <w:ind w:firstLine="567"/>
        <w:jc w:val="both"/>
      </w:pPr>
      <w:r w:rsidRPr="003E1D5B">
        <w:rPr>
          <w:spacing w:val="-3"/>
        </w:rPr>
        <w:t xml:space="preserve">Протягом 7 (семи) робочих днів з дня отримання письмової відмови Покупця від </w:t>
      </w:r>
      <w:r w:rsidRPr="003E1D5B">
        <w:rPr>
          <w:spacing w:val="-6"/>
        </w:rPr>
        <w:t xml:space="preserve">підписання Акту Постачальник зобов'язаний замінити Обладнання, в якому </w:t>
      </w:r>
      <w:r w:rsidRPr="003E1D5B">
        <w:rPr>
          <w:spacing w:val="-2"/>
        </w:rPr>
        <w:t xml:space="preserve">виявлено недоліки, за власний рахунок. Після заміни неякісного Обладнання на Обладнання, що відповідає </w:t>
      </w:r>
      <w:r w:rsidRPr="003E1D5B">
        <w:rPr>
          <w:spacing w:val="-8"/>
        </w:rPr>
        <w:t>умовам Договору Покупець зобов'язаний підписати Акт.</w:t>
      </w:r>
    </w:p>
    <w:p w:rsidR="0086726C" w:rsidRPr="003E1D5B" w:rsidRDefault="0086726C" w:rsidP="00570E77">
      <w:pPr>
        <w:pStyle w:val="BodyTextIndent"/>
        <w:spacing w:after="0"/>
        <w:ind w:firstLine="567"/>
        <w:rPr>
          <w:b w:val="0"/>
          <w:bCs w:val="0"/>
        </w:rPr>
      </w:pPr>
      <w:r w:rsidRPr="003E1D5B">
        <w:rPr>
          <w:b w:val="0"/>
        </w:rPr>
        <w:t xml:space="preserve">Якщо Покупець протягом 7 (семи) робочих днів з дати отримання від Постачальника Акту не підписав його та не надав письмової мотивованої відмови від його підписання, то </w:t>
      </w:r>
      <w:r w:rsidRPr="003E1D5B">
        <w:rPr>
          <w:b w:val="0"/>
          <w:iCs/>
        </w:rPr>
        <w:t xml:space="preserve">Обладнання </w:t>
      </w:r>
      <w:r w:rsidRPr="003E1D5B">
        <w:rPr>
          <w:b w:val="0"/>
        </w:rPr>
        <w:t>вважається прийнятим.</w:t>
      </w:r>
    </w:p>
    <w:p w:rsidR="0086726C" w:rsidRPr="003E1D5B" w:rsidRDefault="0086726C" w:rsidP="00570E77">
      <w:pPr>
        <w:pStyle w:val="BodyTextIndent"/>
        <w:spacing w:after="0"/>
        <w:ind w:firstLine="567"/>
        <w:rPr>
          <w:b w:val="0"/>
          <w:color w:val="000000"/>
        </w:rPr>
      </w:pPr>
      <w:r w:rsidRPr="003E1D5B">
        <w:rPr>
          <w:b w:val="0"/>
          <w:bCs w:val="0"/>
          <w:snapToGrid w:val="0"/>
        </w:rPr>
        <w:t>Обладнання</w:t>
      </w:r>
      <w:r w:rsidRPr="003E1D5B">
        <w:rPr>
          <w:b w:val="0"/>
          <w:color w:val="000000"/>
        </w:rPr>
        <w:t xml:space="preserve"> </w:t>
      </w:r>
      <w:r w:rsidRPr="003E1D5B">
        <w:rPr>
          <w:b w:val="0"/>
        </w:rPr>
        <w:t xml:space="preserve">повинно бути упаковане Постачальником таким чином, щоб виключити можливість його пошкодження </w:t>
      </w:r>
      <w:r w:rsidRPr="003E1D5B">
        <w:rPr>
          <w:b w:val="0"/>
          <w:i/>
          <w:iCs/>
        </w:rPr>
        <w:t>(псування)</w:t>
      </w:r>
      <w:r w:rsidRPr="003E1D5B">
        <w:rPr>
          <w:b w:val="0"/>
        </w:rPr>
        <w:t xml:space="preserve"> або знищення при транспортуванні.</w:t>
      </w:r>
      <w:r w:rsidRPr="003E1D5B">
        <w:rPr>
          <w:b w:val="0"/>
          <w:color w:val="000000"/>
        </w:rPr>
        <w:t xml:space="preserve"> Вартість пакування входить до вартості </w:t>
      </w:r>
      <w:r w:rsidRPr="003E1D5B">
        <w:rPr>
          <w:b w:val="0"/>
          <w:bCs w:val="0"/>
          <w:snapToGrid w:val="0"/>
        </w:rPr>
        <w:t>Обладнання</w:t>
      </w:r>
      <w:r w:rsidRPr="003E1D5B">
        <w:rPr>
          <w:b w:val="0"/>
          <w:color w:val="000000"/>
        </w:rPr>
        <w:t>.</w:t>
      </w:r>
    </w:p>
    <w:p w:rsidR="0086726C" w:rsidRPr="003E1D5B" w:rsidRDefault="0086726C" w:rsidP="00570E77">
      <w:pPr>
        <w:pStyle w:val="BodyTextIndent"/>
        <w:spacing w:after="0"/>
        <w:ind w:firstLine="567"/>
        <w:rPr>
          <w:b w:val="0"/>
        </w:rPr>
      </w:pPr>
      <w:r w:rsidRPr="001C0014">
        <w:rPr>
          <w:b w:val="0"/>
        </w:rPr>
        <w:t>У випадку неможливості усунути виявленні недоліки та/або замінити непрацездатне Обладнання Постачальник зобов’язаний протягом 10 банківських днів повернути попередню оплату здійснену відповідно до Договору.</w:t>
      </w:r>
    </w:p>
    <w:p w:rsidR="0086726C" w:rsidRDefault="0086726C" w:rsidP="00E43F37">
      <w:pPr>
        <w:pStyle w:val="BodyText2"/>
        <w:widowControl w:val="0"/>
        <w:autoSpaceDE w:val="0"/>
        <w:autoSpaceDN w:val="0"/>
        <w:adjustRightInd w:val="0"/>
        <w:spacing w:after="0" w:line="240" w:lineRule="auto"/>
        <w:ind w:left="1069"/>
        <w:jc w:val="center"/>
        <w:rPr>
          <w:b/>
          <w:bCs/>
        </w:rPr>
      </w:pPr>
      <w:r w:rsidRPr="003E1D5B">
        <w:rPr>
          <w:b/>
          <w:bCs/>
        </w:rPr>
        <w:t>ГАРАНТІЯ ТА ЯКІСТЬ</w:t>
      </w:r>
    </w:p>
    <w:p w:rsidR="0086726C" w:rsidRPr="00E43F37" w:rsidRDefault="0086726C" w:rsidP="00E43F37">
      <w:pPr>
        <w:pStyle w:val="ListParagraph"/>
        <w:ind w:left="0" w:firstLine="567"/>
        <w:jc w:val="both"/>
      </w:pPr>
      <w:r w:rsidRPr="00E43F37">
        <w:rPr>
          <w:lang w:val="uk-UA"/>
        </w:rPr>
        <w:t>Постачальник</w:t>
      </w:r>
      <w:r w:rsidRPr="00E43F37">
        <w:t xml:space="preserve"> здійснює безкоштовне сервісне обслуговування Обладнання </w:t>
      </w:r>
      <w:r w:rsidRPr="00E43F37">
        <w:rPr>
          <w:lang w:val="uk-UA"/>
        </w:rPr>
        <w:t>протягом 1</w:t>
      </w:r>
      <w:r>
        <w:rPr>
          <w:lang w:val="uk-UA"/>
        </w:rPr>
        <w:t> </w:t>
      </w:r>
      <w:r w:rsidRPr="00E43F37">
        <w:rPr>
          <w:lang w:val="uk-UA"/>
        </w:rPr>
        <w:t xml:space="preserve">року з моменту підписання </w:t>
      </w:r>
      <w:r w:rsidRPr="00E43F37">
        <w:rPr>
          <w:bCs/>
          <w:snapToGrid w:val="0"/>
        </w:rPr>
        <w:t>Акту</w:t>
      </w:r>
      <w:r w:rsidRPr="00E43F37">
        <w:t xml:space="preserve">. </w:t>
      </w:r>
    </w:p>
    <w:p w:rsidR="0086726C" w:rsidRPr="00E43F37" w:rsidRDefault="0086726C" w:rsidP="00E43F37">
      <w:pPr>
        <w:pStyle w:val="ListParagraph"/>
        <w:ind w:left="0" w:firstLine="567"/>
        <w:jc w:val="both"/>
      </w:pPr>
      <w:r w:rsidRPr="00E43F37">
        <w:t>Безкоштовне сервісне обслуговування включає в себе:</w:t>
      </w:r>
    </w:p>
    <w:p w:rsidR="0086726C" w:rsidRPr="00E43F37" w:rsidRDefault="0086726C" w:rsidP="00E43F37">
      <w:pPr>
        <w:numPr>
          <w:ilvl w:val="1"/>
          <w:numId w:val="8"/>
        </w:numPr>
        <w:spacing w:after="0" w:line="24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E43F37">
        <w:rPr>
          <w:rFonts w:ascii="Times New Roman" w:hAnsi="Times New Roman"/>
          <w:sz w:val="24"/>
          <w:szCs w:val="24"/>
        </w:rPr>
        <w:t>Надання консультацій з питань експлуатації та конфігурування Обладнання за допомогою телефонного зв’язку, електронної пошти тощо.</w:t>
      </w:r>
    </w:p>
    <w:p w:rsidR="0086726C" w:rsidRPr="001C0014" w:rsidRDefault="0086726C" w:rsidP="00E43F37">
      <w:pPr>
        <w:numPr>
          <w:ilvl w:val="1"/>
          <w:numId w:val="8"/>
        </w:numPr>
        <w:spacing w:after="0" w:line="24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E43F37">
        <w:rPr>
          <w:rFonts w:ascii="Times New Roman" w:hAnsi="Times New Roman"/>
          <w:sz w:val="24"/>
          <w:szCs w:val="24"/>
        </w:rPr>
        <w:t xml:space="preserve">Виїзд представника Постачальника у разі виникнення збоїв в роботі Обладнання для діагностування, усунення несправностей Обладнання за </w:t>
      </w:r>
      <w:r w:rsidRPr="001C0014">
        <w:rPr>
          <w:rFonts w:ascii="Times New Roman" w:hAnsi="Times New Roman"/>
          <w:sz w:val="24"/>
          <w:szCs w:val="24"/>
          <w:lang w:val="uk-UA"/>
        </w:rPr>
        <w:t>повідомленням</w:t>
      </w:r>
      <w:r w:rsidRPr="001C0014">
        <w:rPr>
          <w:rFonts w:ascii="Times New Roman" w:hAnsi="Times New Roman"/>
          <w:sz w:val="24"/>
          <w:szCs w:val="24"/>
        </w:rPr>
        <w:t xml:space="preserve"> Покупця.</w:t>
      </w:r>
    </w:p>
    <w:p w:rsidR="0086726C" w:rsidRPr="003E1D5B" w:rsidRDefault="0086726C" w:rsidP="00570E77">
      <w:pPr>
        <w:pStyle w:val="a"/>
        <w:spacing w:line="240" w:lineRule="auto"/>
        <w:ind w:firstLine="567"/>
        <w:rPr>
          <w:color w:val="auto"/>
          <w:sz w:val="24"/>
          <w:szCs w:val="24"/>
          <w:lang w:val="ru-RU"/>
        </w:rPr>
      </w:pPr>
      <w:r w:rsidRPr="003E1D5B">
        <w:rPr>
          <w:bCs/>
          <w:snapToGrid w:val="0"/>
          <w:sz w:val="24"/>
          <w:szCs w:val="24"/>
          <w:lang w:val="uk-UA"/>
        </w:rPr>
        <w:t>На все Обладнання, що постачається згідно з цим Договором  надається гарантія Постачальника терміном 1</w:t>
      </w:r>
      <w:r>
        <w:rPr>
          <w:bCs/>
          <w:snapToGrid w:val="0"/>
          <w:sz w:val="24"/>
          <w:szCs w:val="24"/>
          <w:lang w:val="uk-UA"/>
        </w:rPr>
        <w:t xml:space="preserve"> </w:t>
      </w:r>
      <w:r w:rsidRPr="003E1D5B">
        <w:rPr>
          <w:bCs/>
          <w:snapToGrid w:val="0"/>
          <w:sz w:val="24"/>
          <w:szCs w:val="24"/>
          <w:lang w:val="uk-UA"/>
        </w:rPr>
        <w:t>рік</w:t>
      </w:r>
      <w:r w:rsidRPr="003E1D5B">
        <w:rPr>
          <w:bCs/>
          <w:sz w:val="24"/>
          <w:szCs w:val="24"/>
          <w:lang w:val="uk-UA"/>
        </w:rPr>
        <w:t>.</w:t>
      </w:r>
    </w:p>
    <w:p w:rsidR="0086726C" w:rsidRPr="003E1D5B" w:rsidRDefault="0086726C" w:rsidP="00570E77">
      <w:pPr>
        <w:pStyle w:val="a"/>
        <w:spacing w:line="240" w:lineRule="auto"/>
        <w:ind w:firstLine="567"/>
        <w:rPr>
          <w:color w:val="auto"/>
          <w:sz w:val="24"/>
          <w:szCs w:val="24"/>
          <w:lang w:val="uk-UA"/>
        </w:rPr>
      </w:pPr>
      <w:r w:rsidRPr="003E1D5B">
        <w:rPr>
          <w:color w:val="auto"/>
          <w:sz w:val="24"/>
          <w:szCs w:val="24"/>
          <w:lang w:val="uk-UA"/>
        </w:rPr>
        <w:t xml:space="preserve">Постачальник зобов'язаний за свій рахунок усунути недоліки, виявлені під час гарантійного терміну, або замінити </w:t>
      </w:r>
      <w:r w:rsidRPr="003E1D5B">
        <w:rPr>
          <w:bCs/>
          <w:snapToGrid w:val="0"/>
          <w:sz w:val="24"/>
          <w:szCs w:val="24"/>
          <w:lang w:val="uk-UA"/>
        </w:rPr>
        <w:t>Обладнання</w:t>
      </w:r>
      <w:r w:rsidRPr="003E1D5B">
        <w:rPr>
          <w:color w:val="auto"/>
          <w:sz w:val="24"/>
          <w:szCs w:val="24"/>
          <w:lang w:val="uk-UA"/>
        </w:rPr>
        <w:t xml:space="preserve">, за умови дотримання Покупцем правил експлуатації та/або зберігання </w:t>
      </w:r>
      <w:r w:rsidRPr="003E1D5B">
        <w:rPr>
          <w:bCs/>
          <w:snapToGrid w:val="0"/>
          <w:sz w:val="24"/>
          <w:szCs w:val="24"/>
          <w:lang w:val="uk-UA"/>
        </w:rPr>
        <w:t>Обладнання</w:t>
      </w:r>
      <w:r w:rsidRPr="003E1D5B">
        <w:rPr>
          <w:color w:val="auto"/>
          <w:sz w:val="24"/>
          <w:szCs w:val="24"/>
          <w:lang w:val="uk-UA"/>
        </w:rPr>
        <w:t>.</w:t>
      </w:r>
    </w:p>
    <w:p w:rsidR="0086726C" w:rsidRPr="00796296" w:rsidRDefault="0086726C" w:rsidP="00570E77">
      <w:pPr>
        <w:tabs>
          <w:tab w:val="left" w:pos="993"/>
        </w:tabs>
        <w:spacing w:after="0" w:line="240" w:lineRule="auto"/>
        <w:ind w:right="23" w:firstLine="567"/>
        <w:jc w:val="both"/>
        <w:rPr>
          <w:rFonts w:ascii="Times New Roman" w:hAnsi="Times New Roman"/>
          <w:sz w:val="24"/>
          <w:szCs w:val="24"/>
        </w:rPr>
      </w:pPr>
      <w:r w:rsidRPr="003E1D5B">
        <w:rPr>
          <w:rFonts w:ascii="Times New Roman" w:hAnsi="Times New Roman"/>
          <w:sz w:val="24"/>
          <w:szCs w:val="24"/>
        </w:rPr>
        <w:t xml:space="preserve">У </w:t>
      </w:r>
      <w:r w:rsidRPr="0090550F">
        <w:rPr>
          <w:rFonts w:ascii="Times New Roman" w:hAnsi="Times New Roman"/>
          <w:sz w:val="24"/>
          <w:szCs w:val="24"/>
          <w:lang w:val="uk-UA"/>
        </w:rPr>
        <w:t>випадку</w:t>
      </w:r>
      <w:r w:rsidRPr="003E1D5B">
        <w:rPr>
          <w:rFonts w:ascii="Times New Roman" w:hAnsi="Times New Roman"/>
          <w:sz w:val="24"/>
          <w:szCs w:val="24"/>
        </w:rPr>
        <w:t xml:space="preserve"> ремонту або </w:t>
      </w:r>
      <w:r w:rsidRPr="0090550F">
        <w:rPr>
          <w:rFonts w:ascii="Times New Roman" w:hAnsi="Times New Roman"/>
          <w:sz w:val="24"/>
          <w:szCs w:val="24"/>
          <w:lang w:val="uk-UA"/>
        </w:rPr>
        <w:t>заміни</w:t>
      </w:r>
      <w:r w:rsidRPr="003E1D5B">
        <w:rPr>
          <w:rFonts w:ascii="Times New Roman" w:hAnsi="Times New Roman"/>
          <w:sz w:val="24"/>
          <w:szCs w:val="24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внаслідок</w:t>
      </w:r>
      <w:r w:rsidRPr="003E1D5B">
        <w:rPr>
          <w:rFonts w:ascii="Times New Roman" w:hAnsi="Times New Roman"/>
          <w:sz w:val="24"/>
          <w:szCs w:val="24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неможливості</w:t>
      </w:r>
      <w:r w:rsidRPr="003E1D5B">
        <w:rPr>
          <w:rFonts w:ascii="Times New Roman" w:hAnsi="Times New Roman"/>
          <w:sz w:val="24"/>
          <w:szCs w:val="24"/>
        </w:rPr>
        <w:t xml:space="preserve"> ремонту </w:t>
      </w:r>
      <w:r w:rsidRPr="0090550F">
        <w:rPr>
          <w:rFonts w:ascii="Times New Roman" w:hAnsi="Times New Roman"/>
          <w:sz w:val="24"/>
          <w:szCs w:val="24"/>
          <w:lang w:val="uk-UA"/>
        </w:rPr>
        <w:t>Обладнання</w:t>
      </w:r>
      <w:r w:rsidRPr="003E1D5B">
        <w:rPr>
          <w:rFonts w:ascii="Times New Roman" w:hAnsi="Times New Roman"/>
          <w:sz w:val="24"/>
          <w:szCs w:val="24"/>
        </w:rPr>
        <w:t xml:space="preserve">, </w:t>
      </w:r>
      <w:r w:rsidRPr="0090550F">
        <w:rPr>
          <w:rFonts w:ascii="Times New Roman" w:hAnsi="Times New Roman"/>
          <w:sz w:val="24"/>
          <w:szCs w:val="24"/>
          <w:lang w:val="uk-UA"/>
        </w:rPr>
        <w:t>Постачальник</w:t>
      </w:r>
      <w:r w:rsidRPr="003E1D5B">
        <w:rPr>
          <w:rFonts w:ascii="Times New Roman" w:hAnsi="Times New Roman"/>
          <w:sz w:val="24"/>
          <w:szCs w:val="24"/>
        </w:rPr>
        <w:t xml:space="preserve"> повинен </w:t>
      </w:r>
      <w:r w:rsidRPr="0090550F">
        <w:rPr>
          <w:rFonts w:ascii="Times New Roman" w:hAnsi="Times New Roman"/>
          <w:sz w:val="24"/>
          <w:szCs w:val="24"/>
          <w:lang w:val="uk-UA"/>
        </w:rPr>
        <w:t>власними</w:t>
      </w:r>
      <w:r w:rsidRPr="003E1D5B">
        <w:rPr>
          <w:rFonts w:ascii="Times New Roman" w:hAnsi="Times New Roman"/>
          <w:sz w:val="24"/>
          <w:szCs w:val="24"/>
        </w:rPr>
        <w:t xml:space="preserve"> силами та за </w:t>
      </w:r>
      <w:r w:rsidRPr="0090550F">
        <w:rPr>
          <w:rFonts w:ascii="Times New Roman" w:hAnsi="Times New Roman"/>
          <w:sz w:val="24"/>
          <w:szCs w:val="24"/>
          <w:lang w:val="uk-UA"/>
        </w:rPr>
        <w:t>власні</w:t>
      </w:r>
      <w:r w:rsidRPr="003E1D5B">
        <w:rPr>
          <w:rFonts w:ascii="Times New Roman" w:hAnsi="Times New Roman"/>
          <w:sz w:val="24"/>
          <w:szCs w:val="24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кошти</w:t>
      </w:r>
      <w:r w:rsidRPr="003E1D5B">
        <w:rPr>
          <w:rFonts w:ascii="Times New Roman" w:hAnsi="Times New Roman"/>
          <w:sz w:val="24"/>
          <w:szCs w:val="24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здійснити</w:t>
      </w:r>
      <w:r w:rsidRPr="003E1D5B">
        <w:rPr>
          <w:rFonts w:ascii="Times New Roman" w:hAnsi="Times New Roman"/>
          <w:sz w:val="24"/>
          <w:szCs w:val="24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транспортування</w:t>
      </w:r>
      <w:r w:rsidRPr="003E1D5B">
        <w:rPr>
          <w:rFonts w:ascii="Times New Roman" w:hAnsi="Times New Roman"/>
          <w:sz w:val="24"/>
          <w:szCs w:val="24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Обладнання</w:t>
      </w:r>
      <w:r w:rsidRPr="003E1D5B">
        <w:rPr>
          <w:rFonts w:ascii="Times New Roman" w:hAnsi="Times New Roman"/>
          <w:sz w:val="24"/>
          <w:szCs w:val="24"/>
        </w:rPr>
        <w:t xml:space="preserve"> </w:t>
      </w:r>
      <w:r w:rsidRPr="00BD5C79">
        <w:rPr>
          <w:rFonts w:ascii="Times New Roman" w:hAnsi="Times New Roman"/>
          <w:sz w:val="24"/>
          <w:szCs w:val="24"/>
          <w:lang w:val="uk-UA"/>
        </w:rPr>
        <w:t>від</w:t>
      </w:r>
      <w:r w:rsidRPr="003E1D5B">
        <w:rPr>
          <w:rFonts w:ascii="Times New Roman" w:hAnsi="Times New Roman"/>
          <w:sz w:val="24"/>
          <w:szCs w:val="24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Покупця</w:t>
      </w:r>
      <w:r w:rsidRPr="003E1D5B">
        <w:rPr>
          <w:rFonts w:ascii="Times New Roman" w:hAnsi="Times New Roman"/>
          <w:sz w:val="24"/>
          <w:szCs w:val="24"/>
        </w:rPr>
        <w:t xml:space="preserve"> до </w:t>
      </w:r>
      <w:r w:rsidRPr="00BD5C79">
        <w:rPr>
          <w:rFonts w:ascii="Times New Roman" w:hAnsi="Times New Roman"/>
          <w:sz w:val="24"/>
          <w:szCs w:val="24"/>
          <w:lang w:val="uk-UA"/>
        </w:rPr>
        <w:t>сервісного</w:t>
      </w:r>
      <w:r w:rsidRPr="003E1D5B">
        <w:rPr>
          <w:rFonts w:ascii="Times New Roman" w:hAnsi="Times New Roman"/>
          <w:sz w:val="24"/>
          <w:szCs w:val="24"/>
        </w:rPr>
        <w:t xml:space="preserve"> центру, а по </w:t>
      </w:r>
      <w:r w:rsidRPr="0090550F">
        <w:rPr>
          <w:rFonts w:ascii="Times New Roman" w:hAnsi="Times New Roman"/>
          <w:sz w:val="24"/>
          <w:szCs w:val="24"/>
          <w:lang w:val="uk-UA"/>
        </w:rPr>
        <w:t>закінченню</w:t>
      </w:r>
      <w:r w:rsidRPr="003E1D5B">
        <w:rPr>
          <w:rFonts w:ascii="Times New Roman" w:hAnsi="Times New Roman"/>
          <w:sz w:val="24"/>
          <w:szCs w:val="24"/>
        </w:rPr>
        <w:t xml:space="preserve"> ремонту чи у </w:t>
      </w:r>
      <w:r w:rsidRPr="00BD5C79">
        <w:rPr>
          <w:rFonts w:ascii="Times New Roman" w:hAnsi="Times New Roman"/>
          <w:sz w:val="24"/>
          <w:szCs w:val="24"/>
          <w:lang w:val="uk-UA"/>
        </w:rPr>
        <w:t>випадку</w:t>
      </w:r>
      <w:r w:rsidRPr="003E1D5B">
        <w:rPr>
          <w:rFonts w:ascii="Times New Roman" w:hAnsi="Times New Roman"/>
          <w:sz w:val="24"/>
          <w:szCs w:val="24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заміни</w:t>
      </w:r>
      <w:r w:rsidRPr="003E1D5B">
        <w:rPr>
          <w:rFonts w:ascii="Times New Roman" w:hAnsi="Times New Roman"/>
          <w:sz w:val="24"/>
          <w:szCs w:val="24"/>
        </w:rPr>
        <w:t xml:space="preserve">, </w:t>
      </w:r>
      <w:r w:rsidRPr="0090550F">
        <w:rPr>
          <w:rFonts w:ascii="Times New Roman" w:hAnsi="Times New Roman"/>
          <w:sz w:val="24"/>
          <w:szCs w:val="24"/>
          <w:lang w:val="uk-UA"/>
        </w:rPr>
        <w:t>виконати</w:t>
      </w:r>
      <w:r w:rsidRPr="003E1D5B">
        <w:rPr>
          <w:rFonts w:ascii="Times New Roman" w:hAnsi="Times New Roman"/>
          <w:sz w:val="24"/>
          <w:szCs w:val="24"/>
        </w:rPr>
        <w:t xml:space="preserve"> доставку </w:t>
      </w:r>
      <w:r w:rsidRPr="0090550F">
        <w:rPr>
          <w:rFonts w:ascii="Times New Roman" w:hAnsi="Times New Roman"/>
          <w:sz w:val="24"/>
          <w:szCs w:val="24"/>
          <w:lang w:val="uk-UA"/>
        </w:rPr>
        <w:t>Обладнання</w:t>
      </w:r>
      <w:r w:rsidRPr="003E1D5B">
        <w:rPr>
          <w:rFonts w:ascii="Times New Roman" w:hAnsi="Times New Roman"/>
          <w:sz w:val="24"/>
          <w:szCs w:val="24"/>
        </w:rPr>
        <w:t xml:space="preserve"> на адресу </w:t>
      </w:r>
      <w:r w:rsidRPr="0090550F">
        <w:rPr>
          <w:rFonts w:ascii="Times New Roman" w:hAnsi="Times New Roman"/>
          <w:sz w:val="24"/>
          <w:szCs w:val="24"/>
          <w:lang w:val="uk-UA"/>
        </w:rPr>
        <w:t>Покупця</w:t>
      </w:r>
      <w:r w:rsidRPr="003E1D5B">
        <w:rPr>
          <w:rFonts w:ascii="Times New Roman" w:hAnsi="Times New Roman"/>
          <w:sz w:val="24"/>
          <w:szCs w:val="24"/>
        </w:rPr>
        <w:t xml:space="preserve">. </w:t>
      </w:r>
      <w:r w:rsidRPr="0090550F">
        <w:rPr>
          <w:rFonts w:ascii="Times New Roman" w:hAnsi="Times New Roman"/>
          <w:sz w:val="24"/>
          <w:szCs w:val="24"/>
          <w:lang w:val="uk-UA"/>
        </w:rPr>
        <w:t>Термін</w:t>
      </w:r>
      <w:r w:rsidRPr="003E1D5B">
        <w:rPr>
          <w:rFonts w:ascii="Times New Roman" w:hAnsi="Times New Roman"/>
          <w:sz w:val="24"/>
          <w:szCs w:val="24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відновлення</w:t>
      </w:r>
      <w:r w:rsidRPr="003E1D5B">
        <w:rPr>
          <w:rFonts w:ascii="Times New Roman" w:hAnsi="Times New Roman"/>
          <w:sz w:val="24"/>
          <w:szCs w:val="24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працездатності</w:t>
      </w:r>
      <w:r w:rsidRPr="003E1D5B">
        <w:rPr>
          <w:rFonts w:ascii="Times New Roman" w:hAnsi="Times New Roman"/>
          <w:sz w:val="24"/>
          <w:szCs w:val="24"/>
        </w:rPr>
        <w:t xml:space="preserve"> або </w:t>
      </w:r>
      <w:r w:rsidRPr="0090550F">
        <w:rPr>
          <w:rFonts w:ascii="Times New Roman" w:hAnsi="Times New Roman"/>
          <w:sz w:val="24"/>
          <w:szCs w:val="24"/>
          <w:lang w:val="uk-UA"/>
        </w:rPr>
        <w:t>заміни</w:t>
      </w:r>
      <w:r w:rsidRPr="003E1D5B">
        <w:rPr>
          <w:rFonts w:ascii="Times New Roman" w:hAnsi="Times New Roman"/>
          <w:sz w:val="24"/>
          <w:szCs w:val="24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Обладнання</w:t>
      </w:r>
      <w:r w:rsidRPr="003E1D5B">
        <w:rPr>
          <w:rFonts w:ascii="Times New Roman" w:hAnsi="Times New Roman"/>
          <w:sz w:val="24"/>
          <w:szCs w:val="24"/>
        </w:rPr>
        <w:t xml:space="preserve"> в </w:t>
      </w:r>
      <w:r w:rsidRPr="0090550F">
        <w:rPr>
          <w:rFonts w:ascii="Times New Roman" w:hAnsi="Times New Roman"/>
          <w:sz w:val="24"/>
          <w:szCs w:val="24"/>
          <w:lang w:val="uk-UA"/>
        </w:rPr>
        <w:t>разі</w:t>
      </w:r>
      <w:r w:rsidRPr="003E1D5B">
        <w:rPr>
          <w:rFonts w:ascii="Times New Roman" w:hAnsi="Times New Roman"/>
          <w:sz w:val="24"/>
          <w:szCs w:val="24"/>
        </w:rPr>
        <w:t xml:space="preserve"> </w:t>
      </w:r>
      <w:r w:rsidRPr="00004BFD">
        <w:rPr>
          <w:rFonts w:ascii="Times New Roman" w:hAnsi="Times New Roman"/>
          <w:sz w:val="24"/>
          <w:szCs w:val="24"/>
          <w:lang w:val="uk-UA"/>
        </w:rPr>
        <w:t>виходу</w:t>
      </w:r>
      <w:r w:rsidRPr="003E1D5B">
        <w:rPr>
          <w:rFonts w:ascii="Times New Roman" w:hAnsi="Times New Roman"/>
          <w:sz w:val="24"/>
          <w:szCs w:val="24"/>
        </w:rPr>
        <w:t xml:space="preserve"> з ладу становить не </w:t>
      </w:r>
      <w:r w:rsidRPr="00BD5C79">
        <w:rPr>
          <w:rFonts w:ascii="Times New Roman" w:hAnsi="Times New Roman"/>
          <w:sz w:val="24"/>
          <w:szCs w:val="24"/>
          <w:lang w:val="uk-UA"/>
        </w:rPr>
        <w:t>більше</w:t>
      </w:r>
      <w:r w:rsidRPr="003E1D5B">
        <w:rPr>
          <w:rFonts w:ascii="Times New Roman" w:hAnsi="Times New Roman"/>
          <w:sz w:val="24"/>
          <w:szCs w:val="24"/>
        </w:rPr>
        <w:t xml:space="preserve"> 14 </w:t>
      </w:r>
      <w:r w:rsidRPr="00796296">
        <w:rPr>
          <w:rFonts w:ascii="Times New Roman" w:hAnsi="Times New Roman"/>
          <w:sz w:val="24"/>
          <w:szCs w:val="24"/>
        </w:rPr>
        <w:t>(</w:t>
      </w:r>
      <w:r w:rsidRPr="00796296">
        <w:rPr>
          <w:rFonts w:ascii="Times New Roman" w:hAnsi="Times New Roman"/>
          <w:sz w:val="24"/>
          <w:szCs w:val="24"/>
          <w:lang w:val="uk-UA"/>
        </w:rPr>
        <w:t>чотирнадцяти</w:t>
      </w:r>
      <w:r w:rsidRPr="00796296">
        <w:rPr>
          <w:rFonts w:ascii="Times New Roman" w:hAnsi="Times New Roman"/>
          <w:sz w:val="24"/>
          <w:szCs w:val="24"/>
        </w:rPr>
        <w:t xml:space="preserve">) </w:t>
      </w:r>
      <w:r w:rsidRPr="00796296">
        <w:rPr>
          <w:rFonts w:ascii="Times New Roman" w:hAnsi="Times New Roman"/>
          <w:sz w:val="24"/>
          <w:szCs w:val="24"/>
          <w:lang w:val="uk-UA"/>
        </w:rPr>
        <w:t>робочих</w:t>
      </w:r>
      <w:r w:rsidRPr="00796296">
        <w:rPr>
          <w:rFonts w:ascii="Times New Roman" w:hAnsi="Times New Roman"/>
          <w:sz w:val="24"/>
          <w:szCs w:val="24"/>
        </w:rPr>
        <w:t xml:space="preserve"> </w:t>
      </w:r>
      <w:r w:rsidRPr="00796296">
        <w:rPr>
          <w:rFonts w:ascii="Times New Roman" w:hAnsi="Times New Roman"/>
          <w:sz w:val="24"/>
          <w:szCs w:val="24"/>
          <w:lang w:val="uk-UA"/>
        </w:rPr>
        <w:t>днів з моменту повідомлення Покупцем Постачальника про таку поломку</w:t>
      </w:r>
      <w:r w:rsidRPr="00796296">
        <w:rPr>
          <w:rFonts w:ascii="Times New Roman" w:hAnsi="Times New Roman"/>
          <w:sz w:val="24"/>
          <w:szCs w:val="24"/>
        </w:rPr>
        <w:t>.</w:t>
      </w:r>
      <w:r w:rsidRPr="00796296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6726C" w:rsidRPr="00E43F37" w:rsidRDefault="0086726C" w:rsidP="00570E77">
      <w:pPr>
        <w:spacing w:after="0" w:line="240" w:lineRule="auto"/>
        <w:ind w:right="23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0550F">
        <w:rPr>
          <w:rFonts w:ascii="Times New Roman" w:hAnsi="Times New Roman"/>
          <w:sz w:val="24"/>
          <w:szCs w:val="24"/>
          <w:lang w:val="uk-UA"/>
        </w:rPr>
        <w:t>Постачальник</w:t>
      </w:r>
      <w:r w:rsidRPr="00E43F37">
        <w:rPr>
          <w:rFonts w:ascii="Times New Roman" w:hAnsi="Times New Roman"/>
          <w:sz w:val="24"/>
          <w:szCs w:val="24"/>
          <w:lang w:val="uk-UA"/>
        </w:rPr>
        <w:t xml:space="preserve"> на час </w:t>
      </w:r>
      <w:r w:rsidRPr="0090550F">
        <w:rPr>
          <w:rFonts w:ascii="Times New Roman" w:hAnsi="Times New Roman"/>
          <w:sz w:val="24"/>
          <w:szCs w:val="24"/>
          <w:lang w:val="uk-UA"/>
        </w:rPr>
        <w:t>гарантійного</w:t>
      </w:r>
      <w:r w:rsidRPr="00E43F37">
        <w:rPr>
          <w:rFonts w:ascii="Times New Roman" w:hAnsi="Times New Roman"/>
          <w:sz w:val="24"/>
          <w:szCs w:val="24"/>
          <w:lang w:val="uk-UA"/>
        </w:rPr>
        <w:t xml:space="preserve"> ремонту </w:t>
      </w:r>
      <w:r w:rsidRPr="0090550F">
        <w:rPr>
          <w:rFonts w:ascii="Times New Roman" w:hAnsi="Times New Roman"/>
          <w:sz w:val="24"/>
          <w:szCs w:val="24"/>
          <w:lang w:val="uk-UA"/>
        </w:rPr>
        <w:t>Обладнання</w:t>
      </w:r>
      <w:r w:rsidRPr="00E43F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надає</w:t>
      </w:r>
      <w:r w:rsidRPr="00E43F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Покупцю</w:t>
      </w:r>
      <w:r w:rsidRPr="00E43F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обладнання</w:t>
      </w:r>
      <w:r w:rsidRPr="00E43F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D5C79">
        <w:rPr>
          <w:rFonts w:ascii="Times New Roman" w:hAnsi="Times New Roman"/>
          <w:sz w:val="24"/>
          <w:szCs w:val="24"/>
          <w:lang w:val="uk-UA"/>
        </w:rPr>
        <w:t>такої</w:t>
      </w:r>
      <w:r w:rsidRPr="00E43F37">
        <w:rPr>
          <w:rFonts w:ascii="Times New Roman" w:hAnsi="Times New Roman"/>
          <w:sz w:val="24"/>
          <w:szCs w:val="24"/>
          <w:lang w:val="uk-UA"/>
        </w:rPr>
        <w:t xml:space="preserve"> ж </w:t>
      </w:r>
      <w:r w:rsidRPr="0090550F">
        <w:rPr>
          <w:rFonts w:ascii="Times New Roman" w:hAnsi="Times New Roman"/>
          <w:sz w:val="24"/>
          <w:szCs w:val="24"/>
          <w:lang w:val="uk-UA"/>
        </w:rPr>
        <w:t>самої</w:t>
      </w:r>
      <w:r w:rsidRPr="00E43F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специфікації</w:t>
      </w:r>
      <w:r w:rsidRPr="00E43F37">
        <w:rPr>
          <w:rFonts w:ascii="Times New Roman" w:hAnsi="Times New Roman"/>
          <w:sz w:val="24"/>
          <w:szCs w:val="24"/>
          <w:lang w:val="uk-UA"/>
        </w:rPr>
        <w:t xml:space="preserve">  для </w:t>
      </w:r>
      <w:r w:rsidRPr="0090550F">
        <w:rPr>
          <w:rFonts w:ascii="Times New Roman" w:hAnsi="Times New Roman"/>
          <w:sz w:val="24"/>
          <w:szCs w:val="24"/>
          <w:lang w:val="uk-UA"/>
        </w:rPr>
        <w:t>заміни</w:t>
      </w:r>
      <w:r w:rsidRPr="00E43F37">
        <w:rPr>
          <w:rFonts w:ascii="Times New Roman" w:hAnsi="Times New Roman"/>
          <w:sz w:val="24"/>
          <w:szCs w:val="24"/>
          <w:lang w:val="uk-UA"/>
        </w:rPr>
        <w:t xml:space="preserve"> не </w:t>
      </w:r>
      <w:r w:rsidRPr="0090550F">
        <w:rPr>
          <w:rFonts w:ascii="Times New Roman" w:hAnsi="Times New Roman"/>
          <w:sz w:val="24"/>
          <w:szCs w:val="24"/>
          <w:lang w:val="uk-UA"/>
        </w:rPr>
        <w:t>пізніше</w:t>
      </w:r>
      <w:r w:rsidRPr="00E43F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D5C79">
        <w:rPr>
          <w:rFonts w:ascii="Times New Roman" w:hAnsi="Times New Roman"/>
          <w:sz w:val="24"/>
          <w:szCs w:val="24"/>
          <w:lang w:val="uk-UA"/>
        </w:rPr>
        <w:t>ніж</w:t>
      </w:r>
      <w:r w:rsidRPr="00E43F37">
        <w:rPr>
          <w:rFonts w:ascii="Times New Roman" w:hAnsi="Times New Roman"/>
          <w:sz w:val="24"/>
          <w:szCs w:val="24"/>
          <w:lang w:val="uk-UA"/>
        </w:rPr>
        <w:t xml:space="preserve"> через 3 </w:t>
      </w:r>
      <w:r w:rsidRPr="0090550F">
        <w:rPr>
          <w:rFonts w:ascii="Times New Roman" w:hAnsi="Times New Roman"/>
          <w:sz w:val="24"/>
          <w:szCs w:val="24"/>
          <w:lang w:val="uk-UA"/>
        </w:rPr>
        <w:t>робочих</w:t>
      </w:r>
      <w:r w:rsidRPr="00E43F37">
        <w:rPr>
          <w:rFonts w:ascii="Times New Roman" w:hAnsi="Times New Roman"/>
          <w:sz w:val="24"/>
          <w:szCs w:val="24"/>
          <w:lang w:val="uk-UA"/>
        </w:rPr>
        <w:t xml:space="preserve"> дня </w:t>
      </w:r>
      <w:r w:rsidRPr="0090550F">
        <w:rPr>
          <w:rFonts w:ascii="Times New Roman" w:hAnsi="Times New Roman"/>
          <w:sz w:val="24"/>
          <w:szCs w:val="24"/>
          <w:lang w:val="uk-UA"/>
        </w:rPr>
        <w:t>після</w:t>
      </w:r>
      <w:r w:rsidRPr="00E43F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отримання</w:t>
      </w:r>
      <w:r w:rsidRPr="00E43F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D5C79">
        <w:rPr>
          <w:rFonts w:ascii="Times New Roman" w:hAnsi="Times New Roman"/>
          <w:sz w:val="24"/>
          <w:szCs w:val="24"/>
          <w:lang w:val="uk-UA"/>
        </w:rPr>
        <w:t>від</w:t>
      </w:r>
      <w:r w:rsidRPr="00E43F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Покупця</w:t>
      </w:r>
      <w:r w:rsidRPr="00E43F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повідомлення</w:t>
      </w:r>
      <w:r w:rsidRPr="00E43F37">
        <w:rPr>
          <w:rFonts w:ascii="Times New Roman" w:hAnsi="Times New Roman"/>
          <w:sz w:val="24"/>
          <w:szCs w:val="24"/>
          <w:lang w:val="uk-UA"/>
        </w:rPr>
        <w:t xml:space="preserve"> (за телефоном або </w:t>
      </w:r>
      <w:r w:rsidRPr="0090550F">
        <w:rPr>
          <w:rFonts w:ascii="Times New Roman" w:hAnsi="Times New Roman"/>
          <w:sz w:val="24"/>
          <w:szCs w:val="24"/>
          <w:lang w:val="uk-UA"/>
        </w:rPr>
        <w:t>електронною</w:t>
      </w:r>
      <w:r w:rsidRPr="00E43F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поштою</w:t>
      </w:r>
      <w:r w:rsidRPr="00E43F37">
        <w:rPr>
          <w:rFonts w:ascii="Times New Roman" w:hAnsi="Times New Roman"/>
          <w:sz w:val="24"/>
          <w:szCs w:val="24"/>
          <w:lang w:val="uk-UA"/>
        </w:rPr>
        <w:t xml:space="preserve">) про </w:t>
      </w:r>
      <w:r w:rsidRPr="00BD5C79">
        <w:rPr>
          <w:rFonts w:ascii="Times New Roman" w:hAnsi="Times New Roman"/>
          <w:sz w:val="24"/>
          <w:szCs w:val="24"/>
          <w:lang w:val="uk-UA"/>
        </w:rPr>
        <w:t>вихід</w:t>
      </w:r>
      <w:r w:rsidRPr="00E43F37">
        <w:rPr>
          <w:rFonts w:ascii="Times New Roman" w:hAnsi="Times New Roman"/>
          <w:sz w:val="24"/>
          <w:szCs w:val="24"/>
          <w:lang w:val="uk-UA"/>
        </w:rPr>
        <w:t xml:space="preserve"> з ладу </w:t>
      </w:r>
      <w:r w:rsidRPr="0090550F">
        <w:rPr>
          <w:rFonts w:ascii="Times New Roman" w:hAnsi="Times New Roman"/>
          <w:sz w:val="24"/>
          <w:szCs w:val="24"/>
          <w:lang w:val="uk-UA"/>
        </w:rPr>
        <w:t>Обладнання</w:t>
      </w:r>
      <w:r w:rsidRPr="00E43F37">
        <w:rPr>
          <w:rFonts w:ascii="Times New Roman" w:hAnsi="Times New Roman"/>
          <w:sz w:val="24"/>
          <w:szCs w:val="24"/>
          <w:lang w:val="uk-UA"/>
        </w:rPr>
        <w:t>.</w:t>
      </w:r>
    </w:p>
    <w:p w:rsidR="0086726C" w:rsidRPr="003E1D5B" w:rsidRDefault="0086726C" w:rsidP="00570E77">
      <w:pPr>
        <w:tabs>
          <w:tab w:val="left" w:pos="0"/>
          <w:tab w:val="left" w:pos="993"/>
        </w:tabs>
        <w:spacing w:after="0" w:line="240" w:lineRule="auto"/>
        <w:ind w:right="23" w:firstLine="567"/>
        <w:jc w:val="both"/>
        <w:rPr>
          <w:rFonts w:ascii="Times New Roman" w:hAnsi="Times New Roman"/>
          <w:sz w:val="24"/>
          <w:szCs w:val="24"/>
        </w:rPr>
      </w:pPr>
      <w:r w:rsidRPr="0090550F">
        <w:rPr>
          <w:rFonts w:ascii="Times New Roman" w:hAnsi="Times New Roman"/>
          <w:sz w:val="24"/>
          <w:szCs w:val="24"/>
          <w:lang w:val="uk-UA"/>
        </w:rPr>
        <w:t>Гарантійний</w:t>
      </w:r>
      <w:r w:rsidRPr="003E1D5B">
        <w:rPr>
          <w:rFonts w:ascii="Times New Roman" w:hAnsi="Times New Roman"/>
          <w:sz w:val="24"/>
          <w:szCs w:val="24"/>
        </w:rPr>
        <w:t xml:space="preserve"> строк </w:t>
      </w:r>
      <w:r w:rsidRPr="0090550F">
        <w:rPr>
          <w:rFonts w:ascii="Times New Roman" w:hAnsi="Times New Roman"/>
          <w:sz w:val="24"/>
          <w:szCs w:val="24"/>
          <w:lang w:val="uk-UA"/>
        </w:rPr>
        <w:t>продовжується</w:t>
      </w:r>
      <w:r w:rsidRPr="003E1D5B">
        <w:rPr>
          <w:rFonts w:ascii="Times New Roman" w:hAnsi="Times New Roman"/>
          <w:sz w:val="24"/>
          <w:szCs w:val="24"/>
        </w:rPr>
        <w:t xml:space="preserve"> на час, </w:t>
      </w:r>
      <w:r w:rsidRPr="0090550F">
        <w:rPr>
          <w:rFonts w:ascii="Times New Roman" w:hAnsi="Times New Roman"/>
          <w:sz w:val="24"/>
          <w:szCs w:val="24"/>
          <w:lang w:val="uk-UA"/>
        </w:rPr>
        <w:t>протягом</w:t>
      </w:r>
      <w:r w:rsidRPr="003E1D5B">
        <w:rPr>
          <w:rFonts w:ascii="Times New Roman" w:hAnsi="Times New Roman"/>
          <w:sz w:val="24"/>
          <w:szCs w:val="24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якого</w:t>
      </w:r>
      <w:r w:rsidRPr="003E1D5B">
        <w:rPr>
          <w:rFonts w:ascii="Times New Roman" w:hAnsi="Times New Roman"/>
          <w:sz w:val="24"/>
          <w:szCs w:val="24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Обладнання</w:t>
      </w:r>
      <w:r w:rsidRPr="003E1D5B">
        <w:rPr>
          <w:rFonts w:ascii="Times New Roman" w:hAnsi="Times New Roman"/>
          <w:sz w:val="24"/>
          <w:szCs w:val="24"/>
        </w:rPr>
        <w:t xml:space="preserve"> не могло </w:t>
      </w:r>
      <w:r w:rsidRPr="0090550F">
        <w:rPr>
          <w:rFonts w:ascii="Times New Roman" w:hAnsi="Times New Roman"/>
          <w:sz w:val="24"/>
          <w:szCs w:val="24"/>
          <w:lang w:val="uk-UA"/>
        </w:rPr>
        <w:t>використовуватися</w:t>
      </w:r>
      <w:r w:rsidRPr="003E1D5B">
        <w:rPr>
          <w:rFonts w:ascii="Times New Roman" w:hAnsi="Times New Roman"/>
          <w:sz w:val="24"/>
          <w:szCs w:val="24"/>
        </w:rPr>
        <w:t xml:space="preserve"> у </w:t>
      </w:r>
      <w:r w:rsidRPr="0090550F">
        <w:rPr>
          <w:rFonts w:ascii="Times New Roman" w:hAnsi="Times New Roman"/>
          <w:sz w:val="24"/>
          <w:szCs w:val="24"/>
          <w:lang w:val="uk-UA"/>
        </w:rPr>
        <w:t>зв’язку</w:t>
      </w:r>
      <w:r w:rsidRPr="003E1D5B">
        <w:rPr>
          <w:rFonts w:ascii="Times New Roman" w:hAnsi="Times New Roman"/>
          <w:sz w:val="24"/>
          <w:szCs w:val="24"/>
        </w:rPr>
        <w:t xml:space="preserve"> з </w:t>
      </w:r>
      <w:r w:rsidRPr="0090550F">
        <w:rPr>
          <w:rFonts w:ascii="Times New Roman" w:hAnsi="Times New Roman"/>
          <w:sz w:val="24"/>
          <w:szCs w:val="24"/>
          <w:lang w:val="uk-UA"/>
        </w:rPr>
        <w:t>виявленням</w:t>
      </w:r>
      <w:r w:rsidRPr="003E1D5B">
        <w:rPr>
          <w:rFonts w:ascii="Times New Roman" w:hAnsi="Times New Roman"/>
          <w:sz w:val="24"/>
          <w:szCs w:val="24"/>
        </w:rPr>
        <w:t xml:space="preserve"> в </w:t>
      </w:r>
      <w:r w:rsidRPr="0090550F">
        <w:rPr>
          <w:rFonts w:ascii="Times New Roman" w:hAnsi="Times New Roman"/>
          <w:sz w:val="24"/>
          <w:szCs w:val="24"/>
          <w:lang w:val="uk-UA"/>
        </w:rPr>
        <w:t>ньому</w:t>
      </w:r>
      <w:r w:rsidRPr="003E1D5B">
        <w:rPr>
          <w:rFonts w:ascii="Times New Roman" w:hAnsi="Times New Roman"/>
          <w:sz w:val="24"/>
          <w:szCs w:val="24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недоліків</w:t>
      </w:r>
      <w:r w:rsidRPr="003E1D5B">
        <w:rPr>
          <w:rFonts w:ascii="Times New Roman" w:hAnsi="Times New Roman"/>
          <w:sz w:val="24"/>
          <w:szCs w:val="24"/>
        </w:rPr>
        <w:t>.</w:t>
      </w:r>
    </w:p>
    <w:p w:rsidR="0086726C" w:rsidRPr="003E1D5B" w:rsidRDefault="0086726C" w:rsidP="00570E77">
      <w:pPr>
        <w:tabs>
          <w:tab w:val="left" w:pos="0"/>
          <w:tab w:val="left" w:pos="993"/>
        </w:tabs>
        <w:spacing w:after="0" w:line="240" w:lineRule="auto"/>
        <w:ind w:right="23" w:firstLine="567"/>
        <w:jc w:val="both"/>
        <w:rPr>
          <w:rFonts w:ascii="Times New Roman" w:hAnsi="Times New Roman"/>
          <w:sz w:val="24"/>
          <w:szCs w:val="24"/>
        </w:rPr>
      </w:pPr>
      <w:r w:rsidRPr="003E1D5B">
        <w:rPr>
          <w:rFonts w:ascii="Times New Roman" w:hAnsi="Times New Roman"/>
          <w:sz w:val="24"/>
          <w:szCs w:val="24"/>
        </w:rPr>
        <w:t xml:space="preserve">У разі </w:t>
      </w:r>
      <w:r w:rsidRPr="0090550F">
        <w:rPr>
          <w:rFonts w:ascii="Times New Roman" w:hAnsi="Times New Roman"/>
          <w:sz w:val="24"/>
          <w:szCs w:val="24"/>
          <w:lang w:val="uk-UA"/>
        </w:rPr>
        <w:t>заміни</w:t>
      </w:r>
      <w:r w:rsidRPr="003E1D5B">
        <w:rPr>
          <w:rFonts w:ascii="Times New Roman" w:hAnsi="Times New Roman"/>
          <w:sz w:val="24"/>
          <w:szCs w:val="24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Обладнання</w:t>
      </w:r>
      <w:r w:rsidRPr="003E1D5B">
        <w:rPr>
          <w:rFonts w:ascii="Times New Roman" w:hAnsi="Times New Roman"/>
          <w:sz w:val="24"/>
          <w:szCs w:val="24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неналежної</w:t>
      </w:r>
      <w:r w:rsidRPr="003E1D5B">
        <w:rPr>
          <w:rFonts w:ascii="Times New Roman" w:hAnsi="Times New Roman"/>
          <w:sz w:val="24"/>
          <w:szCs w:val="24"/>
        </w:rPr>
        <w:t xml:space="preserve"> якості, </w:t>
      </w:r>
      <w:r w:rsidRPr="0090550F">
        <w:rPr>
          <w:rFonts w:ascii="Times New Roman" w:hAnsi="Times New Roman"/>
          <w:sz w:val="24"/>
          <w:szCs w:val="24"/>
          <w:lang w:val="uk-UA"/>
        </w:rPr>
        <w:t>гарантійний</w:t>
      </w:r>
      <w:r w:rsidRPr="003E1D5B">
        <w:rPr>
          <w:rFonts w:ascii="Times New Roman" w:hAnsi="Times New Roman"/>
          <w:sz w:val="24"/>
          <w:szCs w:val="24"/>
        </w:rPr>
        <w:t xml:space="preserve"> строк на </w:t>
      </w:r>
      <w:r w:rsidRPr="0090550F">
        <w:rPr>
          <w:rFonts w:ascii="Times New Roman" w:hAnsi="Times New Roman"/>
          <w:sz w:val="24"/>
          <w:szCs w:val="24"/>
          <w:lang w:val="uk-UA"/>
        </w:rPr>
        <w:t>нього</w:t>
      </w:r>
      <w:r w:rsidRPr="003E1D5B">
        <w:rPr>
          <w:rFonts w:ascii="Times New Roman" w:hAnsi="Times New Roman"/>
          <w:sz w:val="24"/>
          <w:szCs w:val="24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починає</w:t>
      </w:r>
      <w:r w:rsidRPr="003E1D5B">
        <w:rPr>
          <w:rFonts w:ascii="Times New Roman" w:hAnsi="Times New Roman"/>
          <w:sz w:val="24"/>
          <w:szCs w:val="24"/>
        </w:rPr>
        <w:t xml:space="preserve"> </w:t>
      </w:r>
      <w:r w:rsidRPr="0090550F">
        <w:rPr>
          <w:rFonts w:ascii="Times New Roman" w:hAnsi="Times New Roman"/>
          <w:sz w:val="24"/>
          <w:szCs w:val="24"/>
          <w:lang w:val="uk-UA"/>
        </w:rPr>
        <w:t>спливати</w:t>
      </w:r>
      <w:r w:rsidRPr="003E1D5B">
        <w:rPr>
          <w:rFonts w:ascii="Times New Roman" w:hAnsi="Times New Roman"/>
          <w:sz w:val="24"/>
          <w:szCs w:val="24"/>
        </w:rPr>
        <w:t xml:space="preserve"> з моменту </w:t>
      </w:r>
      <w:r w:rsidRPr="0090550F">
        <w:rPr>
          <w:rFonts w:ascii="Times New Roman" w:hAnsi="Times New Roman"/>
          <w:sz w:val="24"/>
          <w:szCs w:val="24"/>
          <w:lang w:val="uk-UA"/>
        </w:rPr>
        <w:t>заміни</w:t>
      </w:r>
      <w:r w:rsidRPr="003E1D5B">
        <w:rPr>
          <w:rFonts w:ascii="Times New Roman" w:hAnsi="Times New Roman"/>
          <w:sz w:val="24"/>
          <w:szCs w:val="24"/>
        </w:rPr>
        <w:t>.</w:t>
      </w:r>
    </w:p>
    <w:p w:rsidR="0086726C" w:rsidRDefault="0086726C" w:rsidP="00E43F37">
      <w:pPr>
        <w:pStyle w:val="BodyTextIndent"/>
        <w:spacing w:after="0"/>
        <w:ind w:left="1069" w:right="22" w:firstLine="0"/>
        <w:jc w:val="center"/>
        <w:rPr>
          <w:bCs w:val="0"/>
          <w:snapToGrid w:val="0"/>
        </w:rPr>
      </w:pPr>
      <w:r w:rsidRPr="003E1D5B">
        <w:rPr>
          <w:bCs w:val="0"/>
          <w:snapToGrid w:val="0"/>
        </w:rPr>
        <w:t>ПРАВА ТА ОБОВ</w:t>
      </w:r>
      <w:r w:rsidRPr="003E1D5B">
        <w:rPr>
          <w:bCs w:val="0"/>
          <w:snapToGrid w:val="0"/>
          <w:lang w:val="ru-RU"/>
        </w:rPr>
        <w:t>’</w:t>
      </w:r>
      <w:r w:rsidRPr="003E1D5B">
        <w:rPr>
          <w:bCs w:val="0"/>
          <w:snapToGrid w:val="0"/>
        </w:rPr>
        <w:t>ЯЗКИ СТОРІН</w:t>
      </w:r>
    </w:p>
    <w:p w:rsidR="0086726C" w:rsidRPr="00E43F37" w:rsidRDefault="0086726C" w:rsidP="00E43F37">
      <w:pPr>
        <w:pStyle w:val="BodyTextIndent"/>
        <w:tabs>
          <w:tab w:val="left" w:pos="900"/>
          <w:tab w:val="left" w:pos="993"/>
        </w:tabs>
        <w:spacing w:after="0"/>
        <w:ind w:firstLine="567"/>
        <w:rPr>
          <w:b w:val="0"/>
          <w:bCs w:val="0"/>
          <w:snapToGrid w:val="0"/>
        </w:rPr>
      </w:pPr>
      <w:r w:rsidRPr="00E43F37">
        <w:rPr>
          <w:b w:val="0"/>
          <w:bCs w:val="0"/>
          <w:snapToGrid w:val="0"/>
        </w:rPr>
        <w:t xml:space="preserve">Постачальник зобов’язаний здійснити </w:t>
      </w:r>
      <w:r w:rsidRPr="00E43F37">
        <w:rPr>
          <w:b w:val="0"/>
        </w:rPr>
        <w:t xml:space="preserve">поставку якісного Обладнання та перевірку його працездатності згідно з умовами цього </w:t>
      </w:r>
      <w:r w:rsidRPr="00B0491A">
        <w:rPr>
          <w:b w:val="0"/>
        </w:rPr>
        <w:t>Д</w:t>
      </w:r>
      <w:r w:rsidRPr="00E43F37">
        <w:rPr>
          <w:b w:val="0"/>
        </w:rPr>
        <w:t>оговору не пізніше 55 (п’ятдесяти п’яти) робочих днів з дня укладання Договору.</w:t>
      </w:r>
    </w:p>
    <w:p w:rsidR="0086726C" w:rsidRPr="00E43F37" w:rsidRDefault="0086726C" w:rsidP="00E43F37">
      <w:pPr>
        <w:pStyle w:val="BodyTextIndent"/>
        <w:tabs>
          <w:tab w:val="left" w:pos="900"/>
          <w:tab w:val="left" w:pos="993"/>
        </w:tabs>
        <w:spacing w:after="0"/>
        <w:ind w:firstLine="567"/>
        <w:rPr>
          <w:b w:val="0"/>
          <w:bCs w:val="0"/>
          <w:snapToGrid w:val="0"/>
        </w:rPr>
      </w:pPr>
      <w:r w:rsidRPr="00E43F37">
        <w:rPr>
          <w:b w:val="0"/>
          <w:bCs w:val="0"/>
          <w:snapToGrid w:val="0"/>
        </w:rPr>
        <w:t xml:space="preserve">Постачальник має право отримати оплату за </w:t>
      </w:r>
      <w:r w:rsidRPr="00E43F37">
        <w:rPr>
          <w:b w:val="0"/>
        </w:rPr>
        <w:t>Обладнання, що здійснюється в порядку, передбаченому Договором.</w:t>
      </w:r>
    </w:p>
    <w:p w:rsidR="0086726C" w:rsidRPr="00E43F37" w:rsidRDefault="0086726C" w:rsidP="00E43F37">
      <w:pPr>
        <w:pStyle w:val="BodyTextIndent"/>
        <w:tabs>
          <w:tab w:val="left" w:pos="-1620"/>
          <w:tab w:val="left" w:pos="900"/>
          <w:tab w:val="left" w:pos="993"/>
        </w:tabs>
        <w:spacing w:after="0"/>
        <w:ind w:firstLine="567"/>
        <w:rPr>
          <w:b w:val="0"/>
        </w:rPr>
      </w:pPr>
      <w:r w:rsidRPr="00E43F37">
        <w:rPr>
          <w:b w:val="0"/>
          <w:bCs w:val="0"/>
          <w:snapToGrid w:val="0"/>
        </w:rPr>
        <w:t xml:space="preserve">Покупець зобов’язаний </w:t>
      </w:r>
      <w:r w:rsidRPr="00E43F37">
        <w:rPr>
          <w:b w:val="0"/>
        </w:rPr>
        <w:t>прийняти від Постачальника Обладнання, якщо воно відповідає умовам Договору і розрахуватися за нього в порядку, передбаченому Договором.</w:t>
      </w:r>
    </w:p>
    <w:p w:rsidR="0086726C" w:rsidRPr="00E43F37" w:rsidRDefault="0086726C" w:rsidP="00E43F37">
      <w:pPr>
        <w:pStyle w:val="BodyTextIndent"/>
        <w:tabs>
          <w:tab w:val="left" w:pos="900"/>
          <w:tab w:val="left" w:pos="993"/>
        </w:tabs>
        <w:spacing w:after="0"/>
        <w:ind w:firstLine="567"/>
        <w:rPr>
          <w:b w:val="0"/>
          <w:bCs w:val="0"/>
          <w:snapToGrid w:val="0"/>
        </w:rPr>
      </w:pPr>
      <w:r w:rsidRPr="00E43F37">
        <w:rPr>
          <w:b w:val="0"/>
          <w:bCs w:val="0"/>
          <w:snapToGrid w:val="0"/>
        </w:rPr>
        <w:t xml:space="preserve">Покупець має право </w:t>
      </w:r>
      <w:r w:rsidRPr="00E43F37">
        <w:rPr>
          <w:b w:val="0"/>
        </w:rPr>
        <w:t>отримати від Постачальника Обладнання належної якості та у строки, передбачені Договором.</w:t>
      </w:r>
    </w:p>
    <w:p w:rsidR="0086726C" w:rsidRPr="00E43F37" w:rsidRDefault="0086726C" w:rsidP="00E43F37">
      <w:pPr>
        <w:pStyle w:val="BodyTextIndent"/>
        <w:tabs>
          <w:tab w:val="left" w:pos="900"/>
          <w:tab w:val="left" w:pos="993"/>
        </w:tabs>
        <w:spacing w:after="0"/>
        <w:ind w:firstLine="567"/>
        <w:rPr>
          <w:b w:val="0"/>
          <w:bCs w:val="0"/>
          <w:snapToGrid w:val="0"/>
        </w:rPr>
      </w:pPr>
      <w:r w:rsidRPr="00E43F37">
        <w:rPr>
          <w:b w:val="0"/>
          <w:bCs w:val="0"/>
          <w:snapToGrid w:val="0"/>
        </w:rPr>
        <w:t xml:space="preserve">Покупець має право повернути рахунок-фактуру </w:t>
      </w:r>
      <w:r w:rsidRPr="00E43F37">
        <w:rPr>
          <w:b w:val="0"/>
        </w:rPr>
        <w:t>Постачальнику без здійснення оплати в разі неналежного оформлення рахунку-фактури (відсутність печатки, підписів, наявність помилок тощо).</w:t>
      </w:r>
    </w:p>
    <w:p w:rsidR="0086726C" w:rsidRPr="004F6D17" w:rsidRDefault="0086726C" w:rsidP="00E43F37">
      <w:pPr>
        <w:pStyle w:val="BodyTextIndent"/>
        <w:tabs>
          <w:tab w:val="left" w:pos="900"/>
          <w:tab w:val="left" w:pos="993"/>
        </w:tabs>
        <w:spacing w:after="0"/>
        <w:ind w:firstLine="567"/>
        <w:rPr>
          <w:b w:val="0"/>
          <w:bCs w:val="0"/>
          <w:snapToGrid w:val="0"/>
        </w:rPr>
      </w:pPr>
      <w:r w:rsidRPr="00E43F37">
        <w:rPr>
          <w:b w:val="0"/>
          <w:bCs w:val="0"/>
          <w:snapToGrid w:val="0"/>
        </w:rPr>
        <w:t xml:space="preserve">Покупець має право достроково розірвати Договір у разі невиконання зобов’язань Постачальником, </w:t>
      </w:r>
      <w:r w:rsidRPr="004F6D17">
        <w:rPr>
          <w:b w:val="0"/>
          <w:bCs w:val="0"/>
          <w:snapToGrid w:val="0"/>
        </w:rPr>
        <w:t>письмово повідомивши про це його у строк до 7 (семи) календарних днів</w:t>
      </w:r>
      <w:r w:rsidRPr="004F6D17">
        <w:rPr>
          <w:b w:val="0"/>
          <w:bCs w:val="0"/>
          <w:snapToGrid w:val="0"/>
          <w:lang w:val="ru-RU"/>
        </w:rPr>
        <w:t xml:space="preserve"> </w:t>
      </w:r>
      <w:r w:rsidRPr="004F6D17">
        <w:rPr>
          <w:b w:val="0"/>
          <w:bCs w:val="0"/>
          <w:snapToGrid w:val="0"/>
        </w:rPr>
        <w:t>до дати розірвання Договору.</w:t>
      </w:r>
    </w:p>
    <w:p w:rsidR="0086726C" w:rsidRPr="00E43F37" w:rsidRDefault="0086726C" w:rsidP="00E43F37">
      <w:pPr>
        <w:pStyle w:val="BodyTextIndent"/>
        <w:widowControl w:val="0"/>
        <w:tabs>
          <w:tab w:val="left" w:pos="900"/>
          <w:tab w:val="left" w:pos="993"/>
        </w:tabs>
        <w:spacing w:after="0"/>
        <w:ind w:right="23" w:firstLine="567"/>
        <w:rPr>
          <w:b w:val="0"/>
          <w:bCs w:val="0"/>
          <w:snapToGrid w:val="0"/>
        </w:rPr>
      </w:pPr>
      <w:r w:rsidRPr="004F6D17">
        <w:rPr>
          <w:b w:val="0"/>
          <w:bCs w:val="0"/>
          <w:snapToGrid w:val="0"/>
        </w:rPr>
        <w:t>Постачальник має право у разі не виконання зобов'язань Покупцем достроково розірвати Договір, письмово повідомивши про це Покупця у строк до 7 (семи) календарних днів до дати розірвання Договору</w:t>
      </w:r>
      <w:r w:rsidRPr="00E43F37">
        <w:rPr>
          <w:b w:val="0"/>
          <w:bCs w:val="0"/>
          <w:snapToGrid w:val="0"/>
        </w:rPr>
        <w:t>.</w:t>
      </w:r>
    </w:p>
    <w:p w:rsidR="0086726C" w:rsidRPr="00E43F37" w:rsidRDefault="0086726C" w:rsidP="00E43F37">
      <w:pPr>
        <w:pStyle w:val="BodyTextIndent"/>
        <w:tabs>
          <w:tab w:val="left" w:pos="900"/>
          <w:tab w:val="left" w:pos="993"/>
        </w:tabs>
        <w:spacing w:after="0"/>
        <w:ind w:firstLine="567"/>
        <w:rPr>
          <w:b w:val="0"/>
          <w:bCs w:val="0"/>
          <w:snapToGrid w:val="0"/>
        </w:rPr>
      </w:pPr>
      <w:r w:rsidRPr="00E43F37">
        <w:rPr>
          <w:b w:val="0"/>
          <w:bCs w:val="0"/>
          <w:snapToGrid w:val="0"/>
        </w:rPr>
        <w:t xml:space="preserve">У випадку дострокового розірвання Договору та до моменту передачі Обладнання Постачальник зобов’язаний протягом 10 банківських днів повернути Покупцю попередню оплату, сплачену відповідно до Договору. </w:t>
      </w:r>
    </w:p>
    <w:p w:rsidR="0086726C" w:rsidRPr="003E1D5B" w:rsidRDefault="0086726C" w:rsidP="00E43F37">
      <w:pPr>
        <w:pStyle w:val="BodyTextIndent"/>
        <w:spacing w:after="0"/>
        <w:ind w:left="1069" w:right="22" w:firstLine="0"/>
        <w:jc w:val="center"/>
        <w:rPr>
          <w:bCs w:val="0"/>
          <w:snapToGrid w:val="0"/>
        </w:rPr>
      </w:pPr>
      <w:r w:rsidRPr="003E1D5B">
        <w:t>ВІДПОВІДАЛЬНІСТЬ СТОРІН</w:t>
      </w:r>
    </w:p>
    <w:p w:rsidR="0086726C" w:rsidRPr="00E43F37" w:rsidRDefault="0086726C" w:rsidP="00E43F37">
      <w:pPr>
        <w:pStyle w:val="BodyTextIndent"/>
        <w:tabs>
          <w:tab w:val="left" w:pos="900"/>
          <w:tab w:val="left" w:pos="993"/>
        </w:tabs>
        <w:spacing w:after="0"/>
        <w:ind w:firstLine="709"/>
        <w:rPr>
          <w:b w:val="0"/>
          <w:bCs w:val="0"/>
          <w:snapToGrid w:val="0"/>
        </w:rPr>
      </w:pPr>
      <w:r w:rsidRPr="00E43F37">
        <w:rPr>
          <w:b w:val="0"/>
          <w:bCs w:val="0"/>
          <w:snapToGrid w:val="0"/>
        </w:rPr>
        <w:t>У випадку порушення зобов’язань, що виникають з Договору, Сторони несуть відповідальність, визначену Договором та чинним законодавством України.</w:t>
      </w:r>
    </w:p>
    <w:p w:rsidR="0086726C" w:rsidRPr="00E43F37" w:rsidRDefault="0086726C" w:rsidP="00E43F37">
      <w:pPr>
        <w:pStyle w:val="BodyTextIndent"/>
        <w:tabs>
          <w:tab w:val="left" w:pos="900"/>
          <w:tab w:val="left" w:pos="993"/>
        </w:tabs>
        <w:spacing w:after="0"/>
        <w:ind w:firstLine="709"/>
        <w:rPr>
          <w:b w:val="0"/>
          <w:bCs w:val="0"/>
          <w:snapToGrid w:val="0"/>
        </w:rPr>
      </w:pPr>
      <w:r w:rsidRPr="00E43F37">
        <w:rPr>
          <w:b w:val="0"/>
          <w:bCs w:val="0"/>
          <w:snapToGrid w:val="0"/>
        </w:rPr>
        <w:t>Порушення Договору є його невиконання або неналежне виконання, тобто виконання з порушенням умов, визначених змістом Договору.</w:t>
      </w:r>
    </w:p>
    <w:p w:rsidR="0086726C" w:rsidRPr="00E43F37" w:rsidRDefault="0086726C" w:rsidP="00E43F37">
      <w:pPr>
        <w:pStyle w:val="BodyTextIndent"/>
        <w:tabs>
          <w:tab w:val="left" w:pos="900"/>
          <w:tab w:val="left" w:pos="993"/>
        </w:tabs>
        <w:spacing w:after="0"/>
        <w:ind w:firstLine="709"/>
        <w:rPr>
          <w:b w:val="0"/>
          <w:bCs w:val="0"/>
          <w:snapToGrid w:val="0"/>
        </w:rPr>
      </w:pPr>
      <w:r w:rsidRPr="00E43F37">
        <w:rPr>
          <w:b w:val="0"/>
          <w:bCs w:val="0"/>
          <w:snapToGrid w:val="0"/>
        </w:rPr>
        <w:t>За кожен факт невиконання або неналежного виконання Сторонами зобов’язань за Договором Сторона, яка порушила умови Договору</w:t>
      </w:r>
      <w:r w:rsidRPr="00E43F37">
        <w:rPr>
          <w:b w:val="0"/>
          <w:bCs w:val="0"/>
          <w:snapToGrid w:val="0"/>
          <w:lang w:val="ru-RU"/>
        </w:rPr>
        <w:t>,</w:t>
      </w:r>
      <w:r w:rsidRPr="00E43F37">
        <w:rPr>
          <w:b w:val="0"/>
          <w:bCs w:val="0"/>
          <w:snapToGrid w:val="0"/>
        </w:rPr>
        <w:t xml:space="preserve"> сплачує на користь іншої Сторони штраф у розмірі 10 % від вартості Договору.</w:t>
      </w:r>
    </w:p>
    <w:p w:rsidR="0086726C" w:rsidRPr="00E43F37" w:rsidRDefault="0086726C" w:rsidP="00E43F37">
      <w:pPr>
        <w:pStyle w:val="BodyTextIndent"/>
        <w:tabs>
          <w:tab w:val="left" w:pos="900"/>
          <w:tab w:val="left" w:pos="993"/>
        </w:tabs>
        <w:spacing w:after="0"/>
        <w:ind w:firstLine="709"/>
        <w:rPr>
          <w:b w:val="0"/>
          <w:bCs w:val="0"/>
          <w:snapToGrid w:val="0"/>
        </w:rPr>
      </w:pPr>
      <w:r w:rsidRPr="00E43F37">
        <w:rPr>
          <w:b w:val="0"/>
          <w:bCs w:val="0"/>
          <w:snapToGrid w:val="0"/>
        </w:rPr>
        <w:t>Сторона вважається невинуватою і не несе відповідальності за порушення зобов’язань за Договором, якщо вона доведе, що вжила всіх залежних від неї заходів щодо належного виконання Договору.</w:t>
      </w:r>
    </w:p>
    <w:p w:rsidR="0086726C" w:rsidRPr="00E43F37" w:rsidRDefault="0086726C" w:rsidP="00E43F37">
      <w:pPr>
        <w:pStyle w:val="BodyTextIndent"/>
        <w:tabs>
          <w:tab w:val="left" w:pos="900"/>
          <w:tab w:val="left" w:pos="993"/>
        </w:tabs>
        <w:spacing w:after="0"/>
        <w:ind w:firstLine="709"/>
        <w:rPr>
          <w:b w:val="0"/>
          <w:bCs w:val="0"/>
          <w:snapToGrid w:val="0"/>
        </w:rPr>
      </w:pPr>
      <w:r w:rsidRPr="00E43F37">
        <w:rPr>
          <w:b w:val="0"/>
          <w:bCs w:val="0"/>
          <w:snapToGrid w:val="0"/>
        </w:rPr>
        <w:t>За порушення строків поставки, що передбачені Договором, Постачальник сплачує Покупцю неустойку (штраф), у розмірі 0,5</w:t>
      </w:r>
      <w:r w:rsidRPr="004F6D17">
        <w:rPr>
          <w:b w:val="0"/>
          <w:bCs w:val="0"/>
          <w:snapToGrid w:val="0"/>
        </w:rPr>
        <w:t>% від загальної вартості Договору за</w:t>
      </w:r>
      <w:r w:rsidRPr="00E43F37">
        <w:rPr>
          <w:b w:val="0"/>
          <w:bCs w:val="0"/>
          <w:snapToGrid w:val="0"/>
        </w:rPr>
        <w:t xml:space="preserve"> кожен день прострочення поставки.</w:t>
      </w:r>
    </w:p>
    <w:p w:rsidR="0086726C" w:rsidRPr="00E43F37" w:rsidRDefault="0086726C" w:rsidP="00E43F37">
      <w:pPr>
        <w:pStyle w:val="BodyTextIndent"/>
        <w:tabs>
          <w:tab w:val="left" w:pos="900"/>
          <w:tab w:val="left" w:pos="993"/>
        </w:tabs>
        <w:spacing w:after="0"/>
        <w:ind w:firstLine="709"/>
        <w:rPr>
          <w:b w:val="0"/>
          <w:bCs w:val="0"/>
          <w:snapToGrid w:val="0"/>
        </w:rPr>
      </w:pPr>
      <w:r w:rsidRPr="00E43F37">
        <w:rPr>
          <w:b w:val="0"/>
          <w:bCs w:val="0"/>
          <w:snapToGrid w:val="0"/>
        </w:rPr>
        <w:t>За порушення строків оплати, що передбачені Договором, Покупець сплачує Постачальнику неустойку (пеню) у розмірі 0,1% від суми строк по оплаті, якої порушено за кожен день прострочення оплати, але не більше подвійної облікової ставки НБУ, що діяла на момент прострочення.</w:t>
      </w:r>
    </w:p>
    <w:p w:rsidR="0086726C" w:rsidRPr="00E43F37" w:rsidRDefault="0086726C" w:rsidP="00E43F37">
      <w:pPr>
        <w:pStyle w:val="BodyTextIndent"/>
        <w:tabs>
          <w:tab w:val="left" w:pos="900"/>
          <w:tab w:val="left" w:pos="993"/>
        </w:tabs>
        <w:spacing w:after="0"/>
        <w:ind w:firstLine="709"/>
        <w:rPr>
          <w:b w:val="0"/>
          <w:bCs w:val="0"/>
          <w:snapToGrid w:val="0"/>
        </w:rPr>
      </w:pPr>
      <w:r w:rsidRPr="00E43F37">
        <w:rPr>
          <w:b w:val="0"/>
          <w:bCs w:val="0"/>
          <w:snapToGrid w:val="0"/>
        </w:rPr>
        <w:t>Сплата Стороною штрафу та пені не звільняє її від обов’язку виконати Договір в натурі.</w:t>
      </w:r>
    </w:p>
    <w:p w:rsidR="0086726C" w:rsidRPr="00E43F37" w:rsidRDefault="0086726C" w:rsidP="00E43F37">
      <w:pPr>
        <w:pStyle w:val="BodyTextIndent"/>
        <w:tabs>
          <w:tab w:val="left" w:pos="900"/>
          <w:tab w:val="left" w:pos="993"/>
        </w:tabs>
        <w:spacing w:after="0"/>
        <w:ind w:firstLine="709"/>
        <w:rPr>
          <w:b w:val="0"/>
          <w:bCs w:val="0"/>
          <w:snapToGrid w:val="0"/>
        </w:rPr>
      </w:pPr>
      <w:r w:rsidRPr="00E43F37">
        <w:rPr>
          <w:b w:val="0"/>
          <w:bCs w:val="0"/>
          <w:snapToGrid w:val="0"/>
        </w:rPr>
        <w:t>Відомості, які містять комерційну таємницю або конфіденційну інформацію, та стали відомі Постачальнику під час виконання Договору не можуть будь-яким чином розголошуватися Постачальником без отримання попередньої письмової згоди Покупця, крім випадків, передбачених законодавством України.</w:t>
      </w:r>
    </w:p>
    <w:p w:rsidR="0086726C" w:rsidRPr="003E1D5B" w:rsidRDefault="0086726C" w:rsidP="00E43F37">
      <w:pPr>
        <w:pStyle w:val="BodyTextIndent"/>
        <w:spacing w:after="0"/>
        <w:ind w:left="1069" w:right="22" w:firstLine="0"/>
        <w:jc w:val="center"/>
      </w:pPr>
      <w:r w:rsidRPr="003E1D5B">
        <w:t>СТРОК ДІЇ ДОГОВОРУ</w:t>
      </w:r>
    </w:p>
    <w:p w:rsidR="0086726C" w:rsidRPr="003E1D5B" w:rsidRDefault="0086726C" w:rsidP="00570E77">
      <w:pPr>
        <w:pStyle w:val="BodyTextIndent"/>
        <w:tabs>
          <w:tab w:val="left" w:pos="900"/>
          <w:tab w:val="left" w:pos="993"/>
        </w:tabs>
        <w:spacing w:after="0"/>
        <w:ind w:right="22" w:firstLine="567"/>
        <w:rPr>
          <w:b w:val="0"/>
        </w:rPr>
      </w:pPr>
      <w:r w:rsidRPr="003E1D5B">
        <w:rPr>
          <w:b w:val="0"/>
        </w:rPr>
        <w:t xml:space="preserve">Договір набирає чинності з моменту його підписання уповноваженими представниками Сторін та скріплення їх печатками і діє до </w:t>
      </w:r>
      <w:r w:rsidRPr="003E1D5B">
        <w:rPr>
          <w:b w:val="0"/>
          <w:lang w:val="ru-RU"/>
        </w:rPr>
        <w:t>31</w:t>
      </w:r>
      <w:r w:rsidRPr="003E1D5B">
        <w:rPr>
          <w:b w:val="0"/>
        </w:rPr>
        <w:t>.</w:t>
      </w:r>
      <w:r w:rsidRPr="003E1D5B">
        <w:rPr>
          <w:b w:val="0"/>
          <w:lang w:val="ru-RU"/>
        </w:rPr>
        <w:t>12</w:t>
      </w:r>
      <w:r w:rsidRPr="003E1D5B">
        <w:rPr>
          <w:b w:val="0"/>
        </w:rPr>
        <w:t>.201</w:t>
      </w:r>
      <w:r w:rsidRPr="003E1D5B">
        <w:rPr>
          <w:b w:val="0"/>
          <w:lang w:val="ru-RU"/>
        </w:rPr>
        <w:t>6</w:t>
      </w:r>
      <w:r w:rsidRPr="003E1D5B">
        <w:rPr>
          <w:b w:val="0"/>
        </w:rPr>
        <w:t xml:space="preserve"> року включно, але в будь-якому разі до повного виконання Сторонами своїх зобов’язань за Договором.</w:t>
      </w:r>
    </w:p>
    <w:p w:rsidR="0086726C" w:rsidRPr="00E43F37" w:rsidRDefault="0086726C" w:rsidP="003E133F">
      <w:pPr>
        <w:pStyle w:val="BodyTextIndent"/>
        <w:spacing w:after="0"/>
        <w:ind w:left="360" w:firstLine="360"/>
        <w:jc w:val="center"/>
        <w:rPr>
          <w:bCs w:val="0"/>
          <w:snapToGrid w:val="0"/>
        </w:rPr>
      </w:pPr>
      <w:r w:rsidRPr="00E43F37">
        <w:t>ПРИКІНЦЕВІ ПОЛОЖЕННЯ</w:t>
      </w:r>
    </w:p>
    <w:p w:rsidR="0086726C" w:rsidRPr="00E43F37" w:rsidRDefault="0086726C" w:rsidP="003E133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E43F37">
        <w:rPr>
          <w:rFonts w:ascii="Times New Roman" w:hAnsi="Times New Roman"/>
          <w:sz w:val="24"/>
          <w:szCs w:val="24"/>
          <w:lang w:val="uk-UA"/>
        </w:rPr>
        <w:t>Умови договору про закупівлю не відрізняються від змісту пропозиції переможця процедури закупівлі. Істотні умови договору про закупівлю не можуть змінюватися після його підписання до виконання зобов'язань сторонами в повному обсязі, крім випадків, визначених в частині 5 статті 40 Закону</w:t>
      </w:r>
      <w:r w:rsidRPr="00E43F37">
        <w:rPr>
          <w:rFonts w:ascii="Times New Roman" w:hAnsi="Times New Roman"/>
          <w:bCs/>
          <w:sz w:val="24"/>
          <w:szCs w:val="24"/>
          <w:lang w:val="uk-UA"/>
        </w:rPr>
        <w:t xml:space="preserve"> України “Про здійснення державних закупівель” від 10.04.2014 № 1197-VII</w:t>
      </w:r>
      <w:r w:rsidRPr="00E43F37">
        <w:rPr>
          <w:rFonts w:ascii="Times New Roman" w:hAnsi="Times New Roman"/>
          <w:sz w:val="24"/>
          <w:szCs w:val="24"/>
          <w:lang w:val="uk-UA"/>
        </w:rPr>
        <w:t>.</w:t>
      </w:r>
    </w:p>
    <w:p w:rsidR="0086726C" w:rsidRDefault="0086726C" w:rsidP="00E43F3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E43F37">
        <w:rPr>
          <w:rFonts w:ascii="Times New Roman" w:hAnsi="Times New Roman"/>
          <w:sz w:val="24"/>
          <w:szCs w:val="24"/>
          <w:lang w:val="uk-UA"/>
        </w:rPr>
        <w:t>Забезпечення виконання цього Договору вноситься Постачальником не пізніше дати укладення цього Договору у формі банківської гарантії чи поруки у розмірі 5 % (п’яти) від ціни цього Договору.</w:t>
      </w:r>
    </w:p>
    <w:p w:rsidR="0086726C" w:rsidRPr="00E43F37" w:rsidRDefault="0086726C" w:rsidP="00C3607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E43F37">
        <w:rPr>
          <w:rFonts w:ascii="Times New Roman" w:hAnsi="Times New Roman"/>
          <w:sz w:val="24"/>
          <w:szCs w:val="24"/>
          <w:lang w:val="uk-UA"/>
        </w:rPr>
        <w:t>Замовник не повертає забезпечення виконання договору про закупівлю у випадках невиконання або неналежного виконання Постачальником</w:t>
      </w:r>
      <w:r w:rsidRPr="00E43F37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E43F37">
        <w:rPr>
          <w:rFonts w:ascii="Times New Roman" w:hAnsi="Times New Roman"/>
          <w:sz w:val="24"/>
          <w:szCs w:val="24"/>
          <w:lang w:val="uk-UA"/>
        </w:rPr>
        <w:t>своїх зобов'язань за цим Договором.</w:t>
      </w:r>
    </w:p>
    <w:p w:rsidR="0086726C" w:rsidRPr="00E43F37" w:rsidRDefault="0086726C" w:rsidP="00C3607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E43F37">
        <w:rPr>
          <w:rFonts w:ascii="Times New Roman" w:hAnsi="Times New Roman"/>
          <w:sz w:val="24"/>
          <w:szCs w:val="24"/>
          <w:lang w:val="uk-UA"/>
        </w:rPr>
        <w:t>У разі невиконання зобов’язань за цим Договором, відшкодування за рахунок забезпечення виконання цього Договору не припиняє виконання Постачальником своїх зобов’язань за цим Договором.</w:t>
      </w:r>
    </w:p>
    <w:p w:rsidR="0086726C" w:rsidRPr="00E43F37" w:rsidRDefault="0086726C" w:rsidP="00C3607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E43F37">
        <w:rPr>
          <w:rFonts w:ascii="Times New Roman" w:hAnsi="Times New Roman"/>
          <w:sz w:val="24"/>
          <w:szCs w:val="24"/>
          <w:lang w:val="uk-UA"/>
        </w:rPr>
        <w:t xml:space="preserve">Договірне забезпечення повертається Постачальнику протягом 3 (трьох) банківських днів після виконання Постачальником умов цього Договору. </w:t>
      </w:r>
    </w:p>
    <w:p w:rsidR="0086726C" w:rsidRPr="00CA3A6A" w:rsidRDefault="0086726C" w:rsidP="00570E77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val="uk-UA"/>
        </w:rPr>
      </w:pPr>
      <w:r w:rsidRPr="00CA3A6A">
        <w:rPr>
          <w:rFonts w:ascii="Times New Roman" w:hAnsi="Times New Roman"/>
          <w:b/>
          <w:bCs/>
          <w:iCs/>
          <w:sz w:val="24"/>
          <w:szCs w:val="24"/>
          <w:lang w:val="uk-UA"/>
        </w:rPr>
        <w:t>ЮРИДИЧНІ  АДРЕСИ  СТОРІН:</w:t>
      </w:r>
    </w:p>
    <w:p w:rsidR="0086726C" w:rsidRDefault="0086726C" w:rsidP="005D2194">
      <w:pPr>
        <w:spacing w:after="0" w:line="240" w:lineRule="auto"/>
        <w:ind w:right="-1" w:firstLine="284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1 до Договору</w:t>
      </w:r>
    </w:p>
    <w:p w:rsidR="0086726C" w:rsidRDefault="0086726C" w:rsidP="005D2194">
      <w:pPr>
        <w:spacing w:after="0" w:line="240" w:lineRule="auto"/>
        <w:ind w:right="-1" w:firstLine="28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6726C" w:rsidRDefault="0086726C" w:rsidP="005D2194">
      <w:pPr>
        <w:spacing w:after="0" w:line="240" w:lineRule="auto"/>
        <w:ind w:right="-1" w:firstLine="284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Специфікація обладнання №1</w:t>
      </w:r>
    </w:p>
    <w:tbl>
      <w:tblPr>
        <w:tblW w:w="10080" w:type="dxa"/>
        <w:tblInd w:w="93" w:type="dxa"/>
        <w:tblLayout w:type="fixed"/>
        <w:tblLook w:val="00A0"/>
      </w:tblPr>
      <w:tblGrid>
        <w:gridCol w:w="426"/>
        <w:gridCol w:w="865"/>
        <w:gridCol w:w="2268"/>
        <w:gridCol w:w="2977"/>
        <w:gridCol w:w="709"/>
        <w:gridCol w:w="1559"/>
        <w:gridCol w:w="1276"/>
      </w:tblGrid>
      <w:tr w:rsidR="0086726C" w:rsidRPr="003F7650" w:rsidTr="000042BF">
        <w:trPr>
          <w:trHeight w:val="9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0042BF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F7650">
              <w:rPr>
                <w:rFonts w:ascii="Times New Roman" w:hAnsi="Times New Roman"/>
                <w:bCs/>
                <w:lang w:eastAsia="ru-RU"/>
              </w:rPr>
              <w:t>№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0042BF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F7650">
              <w:rPr>
                <w:rFonts w:ascii="Times New Roman" w:hAnsi="Times New Roman"/>
                <w:bCs/>
                <w:lang w:eastAsia="ru-RU"/>
              </w:rPr>
              <w:t>Код</w:t>
            </w:r>
            <w:r w:rsidRPr="003F7650">
              <w:rPr>
                <w:rFonts w:ascii="Times New Roman" w:hAnsi="Times New Roman"/>
                <w:bCs/>
                <w:lang w:eastAsia="ru-RU"/>
              </w:rPr>
              <w:br/>
              <w:t>деталі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726C" w:rsidRPr="005F1D95" w:rsidRDefault="0086726C" w:rsidP="000042BF">
            <w:pPr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3F7650">
              <w:rPr>
                <w:rFonts w:ascii="Times New Roman" w:hAnsi="Times New Roman"/>
                <w:bCs/>
                <w:lang w:eastAsia="ru-RU"/>
              </w:rPr>
              <w:t>Назва обладнання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0042BF" w:rsidRDefault="0086726C" w:rsidP="000042BF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0042BF">
              <w:rPr>
                <w:rFonts w:ascii="Times New Roman" w:hAnsi="Times New Roman"/>
                <w:bCs/>
                <w:color w:val="000000"/>
                <w:spacing w:val="-6"/>
                <w:lang w:val="uk-UA"/>
              </w:rPr>
              <w:t>Опис та характеристики Товару</w:t>
            </w:r>
            <w:r w:rsidRPr="000042BF">
              <w:rPr>
                <w:rFonts w:ascii="Times New Roman" w:hAnsi="Times New Roman"/>
                <w:lang w:val="uk-UA"/>
              </w:rPr>
              <w:t>**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0042BF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F7650">
              <w:rPr>
                <w:rFonts w:ascii="Times New Roman" w:hAnsi="Times New Roman"/>
                <w:bCs/>
                <w:lang w:eastAsia="ru-RU"/>
              </w:rPr>
              <w:t>Кіл-сть,</w:t>
            </w:r>
            <w:r w:rsidRPr="003F7650">
              <w:rPr>
                <w:rFonts w:ascii="Times New Roman" w:hAnsi="Times New Roman"/>
                <w:bCs/>
                <w:lang w:eastAsia="ru-RU"/>
              </w:rPr>
              <w:br/>
              <w:t xml:space="preserve"> 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0042BF">
            <w:pPr>
              <w:jc w:val="center"/>
              <w:rPr>
                <w:rFonts w:ascii="Times New Roman" w:hAnsi="Times New Roman"/>
              </w:rPr>
            </w:pPr>
            <w:r w:rsidRPr="003F7650">
              <w:rPr>
                <w:rFonts w:ascii="Times New Roman" w:hAnsi="Times New Roman"/>
              </w:rPr>
              <w:t>Ціна, грн. з ПДВ за од.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0042BF">
            <w:pPr>
              <w:jc w:val="center"/>
              <w:rPr>
                <w:rFonts w:ascii="Times New Roman" w:hAnsi="Times New Roman"/>
              </w:rPr>
            </w:pPr>
            <w:r w:rsidRPr="003F7650">
              <w:rPr>
                <w:rFonts w:ascii="Times New Roman" w:hAnsi="Times New Roman"/>
              </w:rPr>
              <w:t>Загальна вартість, грн. з ПДВ</w:t>
            </w:r>
          </w:p>
        </w:tc>
      </w:tr>
      <w:tr w:rsidR="0086726C" w:rsidRPr="003F7650" w:rsidTr="008472BE">
        <w:trPr>
          <w:trHeight w:val="4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0042BF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F7650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726C" w:rsidRPr="003F7650" w:rsidRDefault="0086726C" w:rsidP="000042BF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0042BF" w:rsidRDefault="0086726C" w:rsidP="000042BF">
            <w:pPr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Серверний модуль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0042BF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726C" w:rsidRPr="003F7650" w:rsidRDefault="0086726C" w:rsidP="000042BF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F7650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0042BF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0042BF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86726C" w:rsidRPr="003F7650" w:rsidTr="000042BF">
        <w:trPr>
          <w:trHeight w:val="2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0042BF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F7650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726C" w:rsidRPr="003F7650" w:rsidRDefault="0086726C" w:rsidP="000042BF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0042BF" w:rsidRDefault="0086726C" w:rsidP="000042BF">
            <w:pPr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Контролер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0042BF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726C" w:rsidRPr="003F7650" w:rsidRDefault="0086726C" w:rsidP="000042BF">
            <w:pPr>
              <w:jc w:val="center"/>
              <w:rPr>
                <w:rFonts w:ascii="Times New Roman" w:hAnsi="Times New Roman"/>
                <w:bCs/>
                <w:lang w:val="en-US" w:eastAsia="ru-RU"/>
              </w:rPr>
            </w:pPr>
            <w:r w:rsidRPr="003F7650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0042BF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0042BF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86726C" w:rsidRPr="003F7650" w:rsidTr="000042BF">
        <w:trPr>
          <w:trHeight w:val="1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26C" w:rsidRPr="003F7650" w:rsidRDefault="0086726C" w:rsidP="000042BF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26C" w:rsidRPr="003F7650" w:rsidRDefault="0086726C" w:rsidP="000042BF">
            <w:pPr>
              <w:jc w:val="right"/>
              <w:rPr>
                <w:rFonts w:ascii="Times New Roman" w:hAnsi="Times New Roman"/>
              </w:rPr>
            </w:pPr>
            <w:r w:rsidRPr="003F7650">
              <w:rPr>
                <w:rFonts w:ascii="Times New Roman" w:hAnsi="Times New Roman"/>
              </w:rPr>
              <w:t>Всього грн. без ПДВ: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0042BF">
            <w:pPr>
              <w:jc w:val="center"/>
              <w:rPr>
                <w:rFonts w:ascii="Times New Roman" w:hAnsi="Times New Roman"/>
              </w:rPr>
            </w:pPr>
          </w:p>
        </w:tc>
      </w:tr>
      <w:tr w:rsidR="0086726C" w:rsidRPr="003F7650" w:rsidTr="000042BF">
        <w:trPr>
          <w:trHeight w:val="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26C" w:rsidRPr="003F7650" w:rsidRDefault="0086726C" w:rsidP="000042BF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26C" w:rsidRPr="003F7650" w:rsidRDefault="0086726C" w:rsidP="000042BF">
            <w:pPr>
              <w:jc w:val="right"/>
              <w:rPr>
                <w:rFonts w:ascii="Times New Roman" w:hAnsi="Times New Roman"/>
              </w:rPr>
            </w:pPr>
            <w:r w:rsidRPr="003F7650">
              <w:rPr>
                <w:rFonts w:ascii="Times New Roman" w:hAnsi="Times New Roman"/>
              </w:rPr>
              <w:t>ПДВ: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0042BF">
            <w:pPr>
              <w:jc w:val="center"/>
              <w:rPr>
                <w:rFonts w:ascii="Times New Roman" w:hAnsi="Times New Roman"/>
              </w:rPr>
            </w:pPr>
          </w:p>
        </w:tc>
      </w:tr>
      <w:tr w:rsidR="0086726C" w:rsidRPr="003F7650" w:rsidTr="000042BF">
        <w:trPr>
          <w:trHeight w:val="1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26C" w:rsidRPr="003F7650" w:rsidRDefault="0086726C" w:rsidP="000042BF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26C" w:rsidRPr="003F7650" w:rsidRDefault="0086726C" w:rsidP="000042BF">
            <w:pPr>
              <w:jc w:val="right"/>
              <w:rPr>
                <w:rFonts w:ascii="Times New Roman" w:hAnsi="Times New Roman"/>
              </w:rPr>
            </w:pPr>
            <w:r w:rsidRPr="003F7650">
              <w:rPr>
                <w:rFonts w:ascii="Times New Roman" w:hAnsi="Times New Roman"/>
              </w:rPr>
              <w:t>Всього грн. з ПДВ: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726C" w:rsidRPr="003F7650" w:rsidRDefault="0086726C" w:rsidP="000042BF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86726C" w:rsidRPr="005D2194" w:rsidRDefault="0086726C" w:rsidP="005D2194">
      <w:pPr>
        <w:spacing w:after="0" w:line="240" w:lineRule="auto"/>
        <w:ind w:right="-1" w:firstLine="284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6726C" w:rsidRPr="00594742" w:rsidRDefault="0086726C" w:rsidP="00594742">
      <w:pPr>
        <w:spacing w:after="0" w:line="240" w:lineRule="auto"/>
        <w:jc w:val="both"/>
        <w:rPr>
          <w:rFonts w:ascii="Times New Roman" w:hAnsi="Times New Roman"/>
          <w:bCs/>
          <w:i/>
          <w:color w:val="000000"/>
          <w:sz w:val="24"/>
          <w:szCs w:val="24"/>
          <w:lang w:val="uk-UA"/>
        </w:rPr>
      </w:pPr>
      <w:r w:rsidRPr="005029F4">
        <w:t xml:space="preserve">* </w:t>
      </w:r>
      <w:r w:rsidRPr="00594742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Постачальником обов'язково зазначається торгівельна марка, </w:t>
      </w:r>
      <w:r w:rsidRPr="00594742">
        <w:rPr>
          <w:rFonts w:ascii="Times New Roman" w:hAnsi="Times New Roman"/>
          <w:bCs/>
          <w:i/>
          <w:color w:val="000000"/>
          <w:sz w:val="24"/>
          <w:szCs w:val="24"/>
          <w:lang w:val="uk-UA"/>
        </w:rPr>
        <w:t>вимоги щодо якості</w:t>
      </w:r>
      <w:r w:rsidRPr="00594742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та конкретні характеристики товару, що пропонується контрагентом/постачальником до поставки</w:t>
      </w:r>
      <w:r w:rsidRPr="00594742">
        <w:rPr>
          <w:rFonts w:ascii="Times New Roman" w:hAnsi="Times New Roman"/>
          <w:bCs/>
          <w:i/>
          <w:color w:val="000000"/>
          <w:sz w:val="24"/>
          <w:szCs w:val="24"/>
          <w:lang w:val="uk-UA"/>
        </w:rPr>
        <w:t>.</w:t>
      </w:r>
    </w:p>
    <w:p w:rsidR="0086726C" w:rsidRDefault="0086726C" w:rsidP="005D2194">
      <w:pPr>
        <w:spacing w:after="0" w:line="240" w:lineRule="auto"/>
        <w:ind w:right="-1" w:firstLine="284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86726C" w:rsidRDefault="0086726C" w:rsidP="005D2194">
      <w:pPr>
        <w:spacing w:after="0" w:line="240" w:lineRule="auto"/>
        <w:ind w:right="-1" w:firstLine="284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2 до Договору</w:t>
      </w:r>
    </w:p>
    <w:p w:rsidR="0086726C" w:rsidRDefault="0086726C" w:rsidP="003E1D5B">
      <w:pPr>
        <w:pStyle w:val="BodyTextIndent3"/>
        <w:spacing w:after="0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  <w:r w:rsidRPr="003E1D5B">
        <w:rPr>
          <w:rFonts w:ascii="Times New Roman" w:hAnsi="Times New Roman"/>
          <w:sz w:val="24"/>
          <w:szCs w:val="24"/>
          <w:lang w:val="uk-UA"/>
        </w:rPr>
        <w:t>Порядок перевірки Обладнання</w:t>
      </w:r>
    </w:p>
    <w:p w:rsidR="0086726C" w:rsidRPr="003E1D5B" w:rsidRDefault="0086726C" w:rsidP="00F03A55">
      <w:pPr>
        <w:pStyle w:val="BodyTextIndent3"/>
        <w:spacing w:after="0" w:line="240" w:lineRule="auto"/>
        <w:ind w:left="0" w:firstLine="839"/>
        <w:jc w:val="both"/>
        <w:rPr>
          <w:rFonts w:ascii="Times New Roman" w:hAnsi="Times New Roman"/>
          <w:sz w:val="24"/>
          <w:szCs w:val="24"/>
          <w:lang w:val="uk-UA"/>
        </w:rPr>
      </w:pPr>
      <w:r w:rsidRPr="003E1D5B">
        <w:rPr>
          <w:rFonts w:ascii="Times New Roman" w:hAnsi="Times New Roman"/>
          <w:sz w:val="24"/>
          <w:szCs w:val="24"/>
          <w:lang w:val="uk-UA"/>
        </w:rPr>
        <w:t>Перевірка Обладнання здійснюється представником Постачальника у присутності представників Замовника, в терміни попередньо узгоджені з Замовником. Перевірка Обладнання включає в себе:</w:t>
      </w:r>
    </w:p>
    <w:p w:rsidR="0086726C" w:rsidRPr="003E1D5B" w:rsidRDefault="0086726C" w:rsidP="003E1D5B">
      <w:pPr>
        <w:pStyle w:val="BodyTextIndent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E1D5B">
        <w:rPr>
          <w:rFonts w:ascii="Times New Roman" w:hAnsi="Times New Roman"/>
          <w:sz w:val="24"/>
          <w:szCs w:val="24"/>
          <w:lang w:val="uk-UA"/>
        </w:rPr>
        <w:t>Встановлення контролерів (п. 2 Додатку 1) в серверні модулі (п. 1 Додатку 1).</w:t>
      </w:r>
    </w:p>
    <w:p w:rsidR="0086726C" w:rsidRPr="003E1D5B" w:rsidRDefault="0086726C" w:rsidP="003E1D5B">
      <w:pPr>
        <w:pStyle w:val="BodyTextIndent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E1D5B">
        <w:rPr>
          <w:rFonts w:ascii="Times New Roman" w:hAnsi="Times New Roman"/>
          <w:sz w:val="24"/>
          <w:szCs w:val="24"/>
          <w:lang w:val="uk-UA"/>
        </w:rPr>
        <w:t>Перевірка працездатності серверного модуля (п. 1 Додатку 1) шляхом встановлення у вільний слот Серверній системи та їх тестування за допомогою засобів діагностики Серверної системи.</w:t>
      </w:r>
    </w:p>
    <w:p w:rsidR="0086726C" w:rsidRPr="003E1D5B" w:rsidRDefault="0086726C" w:rsidP="003E1D5B">
      <w:pPr>
        <w:pStyle w:val="BodyTextIndent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E1D5B">
        <w:rPr>
          <w:rFonts w:ascii="Times New Roman" w:hAnsi="Times New Roman"/>
          <w:sz w:val="24"/>
          <w:szCs w:val="24"/>
          <w:lang w:val="uk-UA"/>
        </w:rPr>
        <w:t>Конфігурування мережі зберігання даних в межах Обладнання у відповідності до вимог Покупця.</w:t>
      </w:r>
    </w:p>
    <w:p w:rsidR="0086726C" w:rsidRPr="003E1D5B" w:rsidRDefault="0086726C" w:rsidP="003E1D5B">
      <w:pPr>
        <w:pStyle w:val="BodyTextIndent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E1D5B">
        <w:rPr>
          <w:rFonts w:ascii="Times New Roman" w:hAnsi="Times New Roman"/>
          <w:sz w:val="24"/>
          <w:szCs w:val="24"/>
          <w:lang w:val="uk-UA"/>
        </w:rPr>
        <w:t>Послідовна інсталяція на серверний модуль (п. 1 Додатку 1) за вибором Покупця ОС Linux x86_64 (надається Покупцем) та ОС Windows 2008 R2 Standard (надається Покупцем). Зазначені операційні системи повинні встановлюватися з драйверами останньої стабільної версії (в тому числі з драйверами, необхідними для оптимального режиму обміну даними з дисковою підсистемою Покупця).</w:t>
      </w:r>
    </w:p>
    <w:p w:rsidR="0086726C" w:rsidRPr="003E1D5B" w:rsidRDefault="0086726C" w:rsidP="003E1D5B">
      <w:pPr>
        <w:pStyle w:val="BodyTextIndent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E1D5B">
        <w:rPr>
          <w:rFonts w:ascii="Times New Roman" w:hAnsi="Times New Roman"/>
          <w:sz w:val="24"/>
          <w:szCs w:val="24"/>
          <w:lang w:val="uk-UA"/>
        </w:rPr>
        <w:t>Конфігурування серверного модуля та мережі зберігання даних в межах Обладнання для оптимальної роботи з дисковою підсистемою, яка входить до складу Серверної системи.</w:t>
      </w:r>
    </w:p>
    <w:p w:rsidR="0086726C" w:rsidRPr="00B44F12" w:rsidRDefault="0086726C" w:rsidP="00B44F12">
      <w:pPr>
        <w:pStyle w:val="BodyTextIndent3"/>
        <w:spacing w:after="0"/>
        <w:ind w:left="0" w:firstLine="360"/>
        <w:jc w:val="center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Перелік існуючого</w:t>
      </w:r>
      <w:r w:rsidRPr="00B44F12">
        <w:rPr>
          <w:rFonts w:ascii="Times New Roman" w:hAnsi="Times New Roman"/>
          <w:sz w:val="24"/>
          <w:szCs w:val="24"/>
          <w:lang w:val="uk-UA"/>
        </w:rPr>
        <w:t xml:space="preserve"> обладнанням основної серверної системи на базі </w:t>
      </w:r>
      <w:r w:rsidRPr="00B44F12">
        <w:rPr>
          <w:rFonts w:ascii="Times New Roman" w:hAnsi="Times New Roman"/>
          <w:sz w:val="24"/>
          <w:szCs w:val="24"/>
          <w:lang w:val="en-US"/>
        </w:rPr>
        <w:t>Blade</w:t>
      </w:r>
      <w:r w:rsidRPr="00B44F1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44F12">
        <w:rPr>
          <w:rFonts w:ascii="Times New Roman" w:hAnsi="Times New Roman"/>
          <w:sz w:val="24"/>
          <w:szCs w:val="24"/>
          <w:lang w:val="en-US"/>
        </w:rPr>
        <w:t>Centre</w:t>
      </w:r>
    </w:p>
    <w:tbl>
      <w:tblPr>
        <w:tblW w:w="97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134"/>
        <w:gridCol w:w="7088"/>
        <w:gridCol w:w="789"/>
      </w:tblGrid>
      <w:tr w:rsidR="0086726C" w:rsidRPr="003E1D5B" w:rsidTr="003E3C8D">
        <w:trPr>
          <w:cantSplit/>
          <w:trHeight w:val="704"/>
        </w:trPr>
        <w:tc>
          <w:tcPr>
            <w:tcW w:w="709" w:type="dxa"/>
            <w:vAlign w:val="center"/>
          </w:tcPr>
          <w:p w:rsidR="0086726C" w:rsidRPr="00956CCB" w:rsidRDefault="0086726C" w:rsidP="00F03A5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956CCB">
              <w:rPr>
                <w:rFonts w:ascii="Times New Roman" w:hAnsi="Times New Roman"/>
                <w:bCs/>
                <w:lang w:eastAsia="ru-RU"/>
              </w:rPr>
              <w:t>№</w:t>
            </w:r>
          </w:p>
        </w:tc>
        <w:tc>
          <w:tcPr>
            <w:tcW w:w="1134" w:type="dxa"/>
            <w:vAlign w:val="center"/>
          </w:tcPr>
          <w:p w:rsidR="0086726C" w:rsidRPr="00956CCB" w:rsidRDefault="0086726C" w:rsidP="00F03A5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956CCB">
              <w:rPr>
                <w:rFonts w:ascii="Times New Roman" w:hAnsi="Times New Roman"/>
                <w:bCs/>
                <w:lang w:eastAsia="ru-RU"/>
              </w:rPr>
              <w:t>Код деталі</w:t>
            </w:r>
          </w:p>
        </w:tc>
        <w:tc>
          <w:tcPr>
            <w:tcW w:w="7088" w:type="dxa"/>
            <w:vAlign w:val="center"/>
          </w:tcPr>
          <w:p w:rsidR="0086726C" w:rsidRPr="00956CCB" w:rsidRDefault="0086726C" w:rsidP="00F03A5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956CCB">
              <w:rPr>
                <w:rFonts w:ascii="Times New Roman" w:hAnsi="Times New Roman"/>
                <w:bCs/>
                <w:lang w:eastAsia="ru-RU"/>
              </w:rPr>
              <w:t>Назва обладнання</w:t>
            </w:r>
          </w:p>
        </w:tc>
        <w:tc>
          <w:tcPr>
            <w:tcW w:w="789" w:type="dxa"/>
            <w:vAlign w:val="center"/>
          </w:tcPr>
          <w:p w:rsidR="0086726C" w:rsidRPr="00956CCB" w:rsidRDefault="0086726C" w:rsidP="00F03A55">
            <w:pPr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956CCB">
              <w:rPr>
                <w:rFonts w:ascii="Times New Roman" w:hAnsi="Times New Roman"/>
                <w:bCs/>
                <w:lang w:eastAsia="ru-RU"/>
              </w:rPr>
              <w:t>Кіл-сть, шт.</w:t>
            </w:r>
          </w:p>
        </w:tc>
      </w:tr>
      <w:tr w:rsidR="0086726C" w:rsidRPr="003E1D5B" w:rsidTr="00F03A55">
        <w:trPr>
          <w:cantSplit/>
          <w:trHeight w:val="144"/>
        </w:trPr>
        <w:tc>
          <w:tcPr>
            <w:tcW w:w="709" w:type="dxa"/>
          </w:tcPr>
          <w:p w:rsidR="0086726C" w:rsidRPr="00F03A55" w:rsidRDefault="0086726C" w:rsidP="00F03A55">
            <w:pPr>
              <w:tabs>
                <w:tab w:val="left" w:pos="0"/>
              </w:tabs>
              <w:spacing w:after="0" w:line="240" w:lineRule="auto"/>
              <w:ind w:left="12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1.</w:t>
            </w:r>
          </w:p>
        </w:tc>
        <w:tc>
          <w:tcPr>
            <w:tcW w:w="1134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86773RG</w:t>
            </w:r>
          </w:p>
        </w:tc>
        <w:tc>
          <w:tcPr>
            <w:tcW w:w="7088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Шасі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IBM eServer BladeCenter Chassis, 8X Slim DVD-ROM </w:t>
            </w:r>
          </w:p>
        </w:tc>
        <w:tc>
          <w:tcPr>
            <w:tcW w:w="789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3E1D5B" w:rsidTr="00F03A55">
        <w:trPr>
          <w:cantSplit/>
          <w:trHeight w:val="144"/>
        </w:trPr>
        <w:tc>
          <w:tcPr>
            <w:tcW w:w="709" w:type="dxa"/>
          </w:tcPr>
          <w:p w:rsidR="0086726C" w:rsidRPr="00F03A55" w:rsidRDefault="0086726C" w:rsidP="00F03A55">
            <w:pPr>
              <w:tabs>
                <w:tab w:val="left" w:pos="0"/>
              </w:tabs>
              <w:spacing w:after="0" w:line="240" w:lineRule="auto"/>
              <w:ind w:left="12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2.</w:t>
            </w:r>
          </w:p>
        </w:tc>
        <w:tc>
          <w:tcPr>
            <w:tcW w:w="1134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46M0508</w:t>
            </w:r>
          </w:p>
        </w:tc>
        <w:tc>
          <w:tcPr>
            <w:tcW w:w="7088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Блок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живлення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E1D5B">
              <w:rPr>
                <w:rFonts w:ascii="Times New Roman" w:hAnsi="Times New Roman"/>
                <w:lang w:val="en-US"/>
              </w:rPr>
              <w:t>IBM BladeCenter E 2,320W AC Power Supply Option</w:t>
            </w:r>
          </w:p>
        </w:tc>
        <w:tc>
          <w:tcPr>
            <w:tcW w:w="789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</w:tr>
      <w:tr w:rsidR="0086726C" w:rsidRPr="003E1D5B" w:rsidTr="00F03A55">
        <w:trPr>
          <w:cantSplit/>
          <w:trHeight w:val="144"/>
        </w:trPr>
        <w:tc>
          <w:tcPr>
            <w:tcW w:w="709" w:type="dxa"/>
          </w:tcPr>
          <w:p w:rsidR="0086726C" w:rsidRPr="00F03A55" w:rsidRDefault="0086726C" w:rsidP="00F03A55">
            <w:pPr>
              <w:tabs>
                <w:tab w:val="left" w:pos="0"/>
              </w:tabs>
              <w:spacing w:after="0" w:line="240" w:lineRule="auto"/>
              <w:ind w:left="12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3.</w:t>
            </w:r>
          </w:p>
        </w:tc>
        <w:tc>
          <w:tcPr>
            <w:tcW w:w="1134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8853L4G</w:t>
            </w:r>
          </w:p>
        </w:tc>
        <w:tc>
          <w:tcPr>
            <w:tcW w:w="7088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Серверний модуль IBM HS21 blade у складі:</w:t>
            </w:r>
          </w:p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серверний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модуль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IBM HS21 blade Intel Dual Core 5140 2.33 GHz / 1333MHz, 4MB L2, 2x512 Mb, O/Bay SAS - 1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шт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>.</w:t>
            </w:r>
          </w:p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додатковий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процесор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Intel Dual Core Xeon 5140, 2,33 GHz / 1333MHz, 4MB L2 – 1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шт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>.</w:t>
            </w:r>
          </w:p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додатковий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модуль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оперативної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пам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>’</w:t>
            </w:r>
            <w:r w:rsidRPr="003E1D5B">
              <w:rPr>
                <w:rFonts w:ascii="Times New Roman" w:hAnsi="Times New Roman"/>
                <w:bCs/>
                <w:lang w:eastAsia="ru-RU"/>
              </w:rPr>
              <w:t>яті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IBM 2Gb (2x1Gb) PC2-5300 667 MHz ECC DDR2 FBDIMM - 1</w:t>
            </w:r>
            <w:r w:rsidRPr="003E1D5B">
              <w:rPr>
                <w:rFonts w:ascii="Times New Roman" w:hAnsi="Times New Roman"/>
                <w:bCs/>
                <w:lang w:eastAsia="ru-RU"/>
              </w:rPr>
              <w:t>шт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>.</w:t>
            </w:r>
          </w:p>
        </w:tc>
        <w:tc>
          <w:tcPr>
            <w:tcW w:w="789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3E1D5B" w:rsidTr="00F03A55">
        <w:trPr>
          <w:cantSplit/>
          <w:trHeight w:val="537"/>
        </w:trPr>
        <w:tc>
          <w:tcPr>
            <w:tcW w:w="709" w:type="dxa"/>
          </w:tcPr>
          <w:p w:rsidR="0086726C" w:rsidRPr="00F03A55" w:rsidRDefault="0086726C" w:rsidP="00F03A55">
            <w:pPr>
              <w:tabs>
                <w:tab w:val="left" w:pos="0"/>
              </w:tabs>
              <w:spacing w:after="0" w:line="240" w:lineRule="auto"/>
              <w:ind w:left="12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4.</w:t>
            </w:r>
          </w:p>
        </w:tc>
        <w:tc>
          <w:tcPr>
            <w:tcW w:w="1134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26R0890</w:t>
            </w:r>
          </w:p>
        </w:tc>
        <w:tc>
          <w:tcPr>
            <w:tcW w:w="7088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Контролер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QLogic(R) 4Gb SFF Fiber Channel Expansion card for IBM eServer BladeCenter</w:t>
            </w:r>
          </w:p>
        </w:tc>
        <w:tc>
          <w:tcPr>
            <w:tcW w:w="789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3E1D5B" w:rsidTr="00F03A55">
        <w:trPr>
          <w:cantSplit/>
          <w:trHeight w:val="420"/>
        </w:trPr>
        <w:tc>
          <w:tcPr>
            <w:tcW w:w="709" w:type="dxa"/>
          </w:tcPr>
          <w:p w:rsidR="0086726C" w:rsidRPr="00F03A55" w:rsidRDefault="0086726C" w:rsidP="00F03A55">
            <w:pPr>
              <w:tabs>
                <w:tab w:val="left" w:pos="0"/>
              </w:tabs>
              <w:spacing w:after="0" w:line="240" w:lineRule="auto"/>
              <w:ind w:left="12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5.</w:t>
            </w:r>
          </w:p>
        </w:tc>
        <w:tc>
          <w:tcPr>
            <w:tcW w:w="1134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7875B4G</w:t>
            </w:r>
          </w:p>
        </w:tc>
        <w:tc>
          <w:tcPr>
            <w:tcW w:w="7088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Серверний модуль: HS23, Xeon 6C E5-2620v2 80W 2.1GHz/1600MHz/15MB, 1x8GB, O/Bay 2.5in SAS/SATA</w:t>
            </w:r>
          </w:p>
        </w:tc>
        <w:tc>
          <w:tcPr>
            <w:tcW w:w="789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9</w:t>
            </w:r>
          </w:p>
        </w:tc>
      </w:tr>
      <w:tr w:rsidR="0086726C" w:rsidRPr="003E1D5B" w:rsidTr="00B44F12">
        <w:trPr>
          <w:cantSplit/>
          <w:trHeight w:val="370"/>
        </w:trPr>
        <w:tc>
          <w:tcPr>
            <w:tcW w:w="709" w:type="dxa"/>
          </w:tcPr>
          <w:p w:rsidR="0086726C" w:rsidRPr="00F03A55" w:rsidRDefault="0086726C" w:rsidP="00F03A55">
            <w:pPr>
              <w:tabs>
                <w:tab w:val="left" w:pos="0"/>
              </w:tabs>
              <w:spacing w:after="0" w:line="240" w:lineRule="auto"/>
              <w:ind w:left="12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6.</w:t>
            </w:r>
          </w:p>
        </w:tc>
        <w:tc>
          <w:tcPr>
            <w:tcW w:w="1134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44X1945</w:t>
            </w:r>
          </w:p>
        </w:tc>
        <w:tc>
          <w:tcPr>
            <w:tcW w:w="7088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Контролер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Qlogic 8Gb Fibre Channel Expansion Card</w:t>
            </w:r>
          </w:p>
        </w:tc>
        <w:tc>
          <w:tcPr>
            <w:tcW w:w="789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9</w:t>
            </w:r>
          </w:p>
        </w:tc>
      </w:tr>
      <w:tr w:rsidR="0086726C" w:rsidRPr="003E1D5B" w:rsidTr="00F03A55">
        <w:trPr>
          <w:cantSplit/>
          <w:trHeight w:val="420"/>
        </w:trPr>
        <w:tc>
          <w:tcPr>
            <w:tcW w:w="709" w:type="dxa"/>
          </w:tcPr>
          <w:p w:rsidR="0086726C" w:rsidRPr="00F03A55" w:rsidRDefault="0086726C" w:rsidP="00F03A55">
            <w:pPr>
              <w:tabs>
                <w:tab w:val="left" w:pos="0"/>
              </w:tabs>
              <w:spacing w:after="0" w:line="240" w:lineRule="auto"/>
              <w:ind w:left="12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7.</w:t>
            </w:r>
          </w:p>
        </w:tc>
        <w:tc>
          <w:tcPr>
            <w:tcW w:w="1134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32R1860</w:t>
            </w:r>
          </w:p>
        </w:tc>
        <w:tc>
          <w:tcPr>
            <w:tcW w:w="7088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Комутатор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локальної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мережі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Nortel Layer 2/3 Copper GbE Switch Module for BladeCenter</w:t>
            </w:r>
          </w:p>
        </w:tc>
        <w:tc>
          <w:tcPr>
            <w:tcW w:w="789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ru-RU"/>
              </w:rPr>
            </w:pPr>
            <w:r w:rsidRPr="003E1D5B">
              <w:rPr>
                <w:rFonts w:ascii="Times New Roman" w:hAnsi="Times New Roman"/>
                <w:bCs/>
                <w:lang w:val="en-US" w:eastAsia="ru-RU"/>
              </w:rPr>
              <w:t>2</w:t>
            </w:r>
          </w:p>
        </w:tc>
      </w:tr>
      <w:tr w:rsidR="0086726C" w:rsidRPr="003E1D5B" w:rsidTr="00F03A55">
        <w:trPr>
          <w:cantSplit/>
          <w:trHeight w:val="528"/>
        </w:trPr>
        <w:tc>
          <w:tcPr>
            <w:tcW w:w="709" w:type="dxa"/>
          </w:tcPr>
          <w:p w:rsidR="0086726C" w:rsidRPr="00F03A55" w:rsidRDefault="0086726C" w:rsidP="00F03A55">
            <w:pPr>
              <w:tabs>
                <w:tab w:val="left" w:pos="0"/>
              </w:tabs>
              <w:spacing w:after="0" w:line="240" w:lineRule="auto"/>
              <w:ind w:left="12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8.</w:t>
            </w:r>
          </w:p>
        </w:tc>
        <w:tc>
          <w:tcPr>
            <w:tcW w:w="1134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32R1813</w:t>
            </w:r>
          </w:p>
        </w:tc>
        <w:tc>
          <w:tcPr>
            <w:tcW w:w="7088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Комутатор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мережі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зберігання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даних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Fiber Channel Brocade 10-port 4 Gb SAN Switch Module for IBM BladeCenter</w:t>
            </w:r>
          </w:p>
        </w:tc>
        <w:tc>
          <w:tcPr>
            <w:tcW w:w="789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</w:tr>
      <w:tr w:rsidR="0086726C" w:rsidRPr="003E1D5B" w:rsidTr="00F03A55">
        <w:trPr>
          <w:cantSplit/>
          <w:trHeight w:val="420"/>
        </w:trPr>
        <w:tc>
          <w:tcPr>
            <w:tcW w:w="709" w:type="dxa"/>
          </w:tcPr>
          <w:p w:rsidR="0086726C" w:rsidRPr="00F03A55" w:rsidRDefault="0086726C" w:rsidP="00F03A55">
            <w:pPr>
              <w:tabs>
                <w:tab w:val="left" w:pos="0"/>
              </w:tabs>
              <w:spacing w:after="0" w:line="240" w:lineRule="auto"/>
              <w:ind w:left="12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9.</w:t>
            </w:r>
          </w:p>
        </w:tc>
        <w:tc>
          <w:tcPr>
            <w:tcW w:w="1134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7870A2G</w:t>
            </w:r>
          </w:p>
        </w:tc>
        <w:tc>
          <w:tcPr>
            <w:tcW w:w="7088" w:type="dxa"/>
          </w:tcPr>
          <w:p w:rsidR="0086726C" w:rsidRPr="003E1D5B" w:rsidRDefault="0086726C" w:rsidP="00664C30">
            <w:pPr>
              <w:pStyle w:val="BodyText"/>
              <w:tabs>
                <w:tab w:val="left" w:pos="567"/>
              </w:tabs>
              <w:spacing w:after="0"/>
              <w:rPr>
                <w:bCs/>
                <w:sz w:val="22"/>
                <w:szCs w:val="22"/>
                <w:lang w:eastAsia="ru-RU"/>
              </w:rPr>
            </w:pPr>
            <w:r w:rsidRPr="003E1D5B">
              <w:rPr>
                <w:bCs/>
                <w:sz w:val="22"/>
                <w:szCs w:val="22"/>
                <w:lang w:eastAsia="ru-RU"/>
              </w:rPr>
              <w:t xml:space="preserve">Серверний модуль IBM HS22 Blade у складі: </w:t>
            </w:r>
          </w:p>
          <w:p w:rsidR="0086726C" w:rsidRPr="003E1D5B" w:rsidRDefault="0086726C" w:rsidP="00664C30">
            <w:pPr>
              <w:pStyle w:val="BodyText"/>
              <w:tabs>
                <w:tab w:val="left" w:pos="567"/>
              </w:tabs>
              <w:spacing w:after="0"/>
              <w:rPr>
                <w:bCs/>
                <w:sz w:val="22"/>
                <w:szCs w:val="22"/>
                <w:lang w:eastAsia="ru-RU"/>
              </w:rPr>
            </w:pPr>
            <w:r w:rsidRPr="003E1D5B">
              <w:rPr>
                <w:bCs/>
                <w:sz w:val="22"/>
                <w:szCs w:val="22"/>
                <w:lang w:eastAsia="ru-RU"/>
              </w:rPr>
              <w:t>серверний модуль IBM HS22, Xeon 4C E5504 80W 2.00GHz/800MHz/4MB L2, 2x1GB, O/Bay 2.5 in SAS - 1 шт.</w:t>
            </w:r>
          </w:p>
          <w:p w:rsidR="0086726C" w:rsidRPr="003E1D5B" w:rsidRDefault="0086726C" w:rsidP="00664C30">
            <w:pPr>
              <w:pStyle w:val="BodyText"/>
              <w:tabs>
                <w:tab w:val="left" w:pos="567"/>
              </w:tabs>
              <w:spacing w:after="0"/>
              <w:rPr>
                <w:bCs/>
                <w:sz w:val="22"/>
                <w:szCs w:val="22"/>
                <w:lang w:eastAsia="ru-RU"/>
              </w:rPr>
            </w:pPr>
            <w:r w:rsidRPr="003E1D5B">
              <w:rPr>
                <w:bCs/>
                <w:sz w:val="22"/>
                <w:szCs w:val="22"/>
                <w:lang w:eastAsia="ru-RU"/>
              </w:rPr>
              <w:t>додатковий процесор Intel Xeon 4C Processor Model E5504 80W 2.00GHz/800BHz/4MB L2 – 1 шт.</w:t>
            </w:r>
          </w:p>
          <w:p w:rsidR="0086726C" w:rsidRPr="003E1D5B" w:rsidRDefault="0086726C" w:rsidP="00664C30">
            <w:pPr>
              <w:pStyle w:val="BodyText"/>
              <w:tabs>
                <w:tab w:val="left" w:pos="567"/>
              </w:tabs>
              <w:spacing w:after="0"/>
              <w:rPr>
                <w:bCs/>
                <w:sz w:val="22"/>
                <w:szCs w:val="22"/>
                <w:lang w:eastAsia="ru-RU"/>
              </w:rPr>
            </w:pPr>
            <w:r w:rsidRPr="003E1D5B">
              <w:rPr>
                <w:bCs/>
                <w:sz w:val="22"/>
                <w:szCs w:val="22"/>
                <w:lang w:eastAsia="ru-RU"/>
              </w:rPr>
              <w:t>додатковий модуль оперативної пам`яті 1GB (1x1GB) Single Rank PC3-10600 CL9 ECC DDR3-1333 VLP RDIMM – 2 шт.</w:t>
            </w:r>
          </w:p>
          <w:p w:rsidR="0086726C" w:rsidRPr="003E1D5B" w:rsidRDefault="0086726C" w:rsidP="00664C30">
            <w:pPr>
              <w:pStyle w:val="BodyText"/>
              <w:tabs>
                <w:tab w:val="left" w:pos="567"/>
              </w:tabs>
              <w:spacing w:after="0"/>
              <w:rPr>
                <w:bCs/>
                <w:sz w:val="22"/>
                <w:szCs w:val="22"/>
                <w:lang w:eastAsia="ru-RU"/>
              </w:rPr>
            </w:pPr>
            <w:r w:rsidRPr="003E1D5B">
              <w:rPr>
                <w:bCs/>
                <w:sz w:val="22"/>
                <w:szCs w:val="22"/>
                <w:lang w:eastAsia="ru-RU"/>
              </w:rPr>
              <w:t>Контролер QLogic 4Gb Fibre Channel Expansion Card (CIOv) for  IBM BladeCenter – 1 шт</w:t>
            </w:r>
          </w:p>
        </w:tc>
        <w:tc>
          <w:tcPr>
            <w:tcW w:w="789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</w:tr>
      <w:tr w:rsidR="0086726C" w:rsidRPr="003E1D5B" w:rsidTr="00F03A55">
        <w:trPr>
          <w:cantSplit/>
          <w:trHeight w:val="420"/>
        </w:trPr>
        <w:tc>
          <w:tcPr>
            <w:tcW w:w="709" w:type="dxa"/>
          </w:tcPr>
          <w:p w:rsidR="0086726C" w:rsidRPr="00F03A55" w:rsidRDefault="0086726C" w:rsidP="00F03A55">
            <w:pPr>
              <w:tabs>
                <w:tab w:val="left" w:pos="0"/>
              </w:tabs>
              <w:spacing w:after="0" w:line="240" w:lineRule="auto"/>
              <w:ind w:left="12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10.</w:t>
            </w:r>
          </w:p>
        </w:tc>
        <w:tc>
          <w:tcPr>
            <w:tcW w:w="1134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8038C2G</w:t>
            </w:r>
          </w:p>
        </w:tc>
        <w:tc>
          <w:tcPr>
            <w:tcW w:w="7088" w:type="dxa"/>
          </w:tcPr>
          <w:p w:rsidR="0086726C" w:rsidRPr="003E1D5B" w:rsidRDefault="0086726C" w:rsidP="00664C30">
            <w:pPr>
              <w:pStyle w:val="BodyText"/>
              <w:tabs>
                <w:tab w:val="left" w:pos="567"/>
              </w:tabs>
              <w:spacing w:after="0"/>
              <w:rPr>
                <w:bCs/>
                <w:sz w:val="22"/>
                <w:szCs w:val="22"/>
                <w:lang w:eastAsia="ru-RU"/>
              </w:rPr>
            </w:pPr>
            <w:r w:rsidRPr="003E1D5B">
              <w:rPr>
                <w:bCs/>
                <w:sz w:val="22"/>
                <w:szCs w:val="22"/>
                <w:lang w:eastAsia="ru-RU"/>
              </w:rPr>
              <w:t>Серверний модуль HS23E, з процесором Xeon 6C E5-2430 95W 2.2GHz/1333MHz/15MB, оперативною пам'ятью 3x4GB, без дисків (O/Bay 2.5in SAS)</w:t>
            </w:r>
          </w:p>
          <w:p w:rsidR="0086726C" w:rsidRPr="003E1D5B" w:rsidRDefault="0086726C" w:rsidP="00664C30">
            <w:pPr>
              <w:pStyle w:val="BodyText"/>
              <w:tabs>
                <w:tab w:val="left" w:pos="567"/>
              </w:tabs>
              <w:spacing w:after="0"/>
              <w:rPr>
                <w:bCs/>
                <w:sz w:val="22"/>
                <w:szCs w:val="22"/>
                <w:lang w:eastAsia="ru-RU"/>
              </w:rPr>
            </w:pPr>
            <w:r w:rsidRPr="003E1D5B">
              <w:rPr>
                <w:bCs/>
                <w:sz w:val="22"/>
                <w:szCs w:val="22"/>
                <w:lang w:eastAsia="ru-RU"/>
              </w:rPr>
              <w:t>Контролер QLogic 8Gb Fibre Channel Expansion Card (CIOv) для IBM BladeCenter</w:t>
            </w:r>
          </w:p>
        </w:tc>
        <w:tc>
          <w:tcPr>
            <w:tcW w:w="789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3E1D5B" w:rsidTr="00F03A55">
        <w:trPr>
          <w:cantSplit/>
          <w:trHeight w:val="65"/>
        </w:trPr>
        <w:tc>
          <w:tcPr>
            <w:tcW w:w="709" w:type="dxa"/>
          </w:tcPr>
          <w:p w:rsidR="0086726C" w:rsidRPr="00F03A55" w:rsidRDefault="0086726C" w:rsidP="00F03A55">
            <w:pPr>
              <w:tabs>
                <w:tab w:val="left" w:pos="0"/>
              </w:tabs>
              <w:spacing w:after="0" w:line="240" w:lineRule="auto"/>
              <w:ind w:left="12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11.</w:t>
            </w:r>
          </w:p>
        </w:tc>
        <w:tc>
          <w:tcPr>
            <w:tcW w:w="1134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1814-70Н</w:t>
            </w:r>
          </w:p>
        </w:tc>
        <w:tc>
          <w:tcPr>
            <w:tcW w:w="7088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Шасі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дискової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підсистеми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IBM DS4700 Express Model 70</w:t>
            </w:r>
          </w:p>
        </w:tc>
        <w:tc>
          <w:tcPr>
            <w:tcW w:w="789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3E1D5B" w:rsidTr="00F03A55">
        <w:trPr>
          <w:cantSplit/>
          <w:trHeight w:val="94"/>
        </w:trPr>
        <w:tc>
          <w:tcPr>
            <w:tcW w:w="709" w:type="dxa"/>
          </w:tcPr>
          <w:p w:rsidR="0086726C" w:rsidRPr="00F03A55" w:rsidRDefault="0086726C" w:rsidP="00F03A55">
            <w:pPr>
              <w:tabs>
                <w:tab w:val="left" w:pos="0"/>
              </w:tabs>
              <w:spacing w:after="0" w:line="240" w:lineRule="auto"/>
              <w:ind w:left="12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12.</w:t>
            </w:r>
          </w:p>
        </w:tc>
        <w:tc>
          <w:tcPr>
            <w:tcW w:w="1134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39М4590</w:t>
            </w:r>
          </w:p>
        </w:tc>
        <w:tc>
          <w:tcPr>
            <w:tcW w:w="7088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Жорсткий диск IBM 2 Gbps FC, 146.8 GB/10K E-DDM</w:t>
            </w:r>
          </w:p>
        </w:tc>
        <w:tc>
          <w:tcPr>
            <w:tcW w:w="789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6</w:t>
            </w:r>
          </w:p>
        </w:tc>
      </w:tr>
      <w:tr w:rsidR="0086726C" w:rsidRPr="003E1D5B" w:rsidTr="00F03A55">
        <w:trPr>
          <w:cantSplit/>
          <w:trHeight w:val="65"/>
        </w:trPr>
        <w:tc>
          <w:tcPr>
            <w:tcW w:w="709" w:type="dxa"/>
          </w:tcPr>
          <w:p w:rsidR="0086726C" w:rsidRPr="00F03A55" w:rsidRDefault="0086726C" w:rsidP="00F03A55">
            <w:pPr>
              <w:tabs>
                <w:tab w:val="left" w:pos="0"/>
              </w:tabs>
              <w:spacing w:after="0" w:line="240" w:lineRule="auto"/>
              <w:ind w:left="12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13.</w:t>
            </w:r>
          </w:p>
        </w:tc>
        <w:tc>
          <w:tcPr>
            <w:tcW w:w="1134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40К6820</w:t>
            </w:r>
          </w:p>
        </w:tc>
        <w:tc>
          <w:tcPr>
            <w:tcW w:w="7088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Жорсткий диск IBM 4 Gbps FC, 146.8 GB/15K E-DDM</w:t>
            </w:r>
          </w:p>
        </w:tc>
        <w:tc>
          <w:tcPr>
            <w:tcW w:w="789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10</w:t>
            </w:r>
          </w:p>
        </w:tc>
      </w:tr>
      <w:tr w:rsidR="0086726C" w:rsidRPr="003E1D5B" w:rsidTr="00F03A55">
        <w:trPr>
          <w:cantSplit/>
          <w:trHeight w:val="232"/>
        </w:trPr>
        <w:tc>
          <w:tcPr>
            <w:tcW w:w="709" w:type="dxa"/>
          </w:tcPr>
          <w:p w:rsidR="0086726C" w:rsidRPr="00F03A55" w:rsidRDefault="0086726C" w:rsidP="00F03A55">
            <w:pPr>
              <w:tabs>
                <w:tab w:val="left" w:pos="0"/>
              </w:tabs>
              <w:spacing w:after="0" w:line="240" w:lineRule="auto"/>
              <w:ind w:left="12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14.</w:t>
            </w:r>
          </w:p>
        </w:tc>
        <w:tc>
          <w:tcPr>
            <w:tcW w:w="1134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41Y0656</w:t>
            </w:r>
          </w:p>
        </w:tc>
        <w:tc>
          <w:tcPr>
            <w:tcW w:w="7088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Розширення дискової підсистеми IBM DS 4700 4-8Stg.Part.-Fld</w:t>
            </w:r>
          </w:p>
        </w:tc>
        <w:tc>
          <w:tcPr>
            <w:tcW w:w="789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3E1D5B" w:rsidTr="00F03A55">
        <w:trPr>
          <w:cantSplit/>
          <w:trHeight w:val="420"/>
        </w:trPr>
        <w:tc>
          <w:tcPr>
            <w:tcW w:w="709" w:type="dxa"/>
          </w:tcPr>
          <w:p w:rsidR="0086726C" w:rsidRPr="00F03A55" w:rsidRDefault="0086726C" w:rsidP="00F03A55">
            <w:pPr>
              <w:tabs>
                <w:tab w:val="left" w:pos="0"/>
              </w:tabs>
              <w:spacing w:after="0" w:line="240" w:lineRule="auto"/>
              <w:ind w:left="12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15.</w:t>
            </w:r>
          </w:p>
        </w:tc>
        <w:tc>
          <w:tcPr>
            <w:tcW w:w="1134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25R5778</w:t>
            </w:r>
          </w:p>
        </w:tc>
        <w:tc>
          <w:tcPr>
            <w:tcW w:w="7088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Резервний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модуль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керування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IB</w:t>
            </w:r>
            <w:r w:rsidRPr="003E1D5B">
              <w:rPr>
                <w:rFonts w:ascii="Times New Roman" w:hAnsi="Times New Roman"/>
                <w:bCs/>
                <w:lang w:eastAsia="ru-RU"/>
              </w:rPr>
              <w:t>М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BladeCenter Redundant KVM/Advanced Management Module</w:t>
            </w:r>
          </w:p>
        </w:tc>
        <w:tc>
          <w:tcPr>
            <w:tcW w:w="789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3E1D5B" w:rsidTr="00F03A55">
        <w:trPr>
          <w:cantSplit/>
          <w:trHeight w:val="65"/>
        </w:trPr>
        <w:tc>
          <w:tcPr>
            <w:tcW w:w="709" w:type="dxa"/>
          </w:tcPr>
          <w:p w:rsidR="0086726C" w:rsidRPr="00F03A55" w:rsidRDefault="0086726C" w:rsidP="00F03A55">
            <w:pPr>
              <w:tabs>
                <w:tab w:val="left" w:pos="0"/>
              </w:tabs>
              <w:spacing w:after="0" w:line="240" w:lineRule="auto"/>
              <w:ind w:left="12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16.</w:t>
            </w:r>
          </w:p>
        </w:tc>
        <w:tc>
          <w:tcPr>
            <w:tcW w:w="1134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32R1822</w:t>
            </w:r>
          </w:p>
        </w:tc>
        <w:tc>
          <w:tcPr>
            <w:tcW w:w="7088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Розширення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на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10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портів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комутатора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IBM Brocade 10-port Upgrade for IBM eServer BladeCenter 4Gb Modules</w:t>
            </w:r>
          </w:p>
        </w:tc>
        <w:tc>
          <w:tcPr>
            <w:tcW w:w="789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</w:tr>
      <w:tr w:rsidR="0086726C" w:rsidRPr="003E1D5B" w:rsidTr="00F03A55">
        <w:trPr>
          <w:cantSplit/>
          <w:trHeight w:val="188"/>
        </w:trPr>
        <w:tc>
          <w:tcPr>
            <w:tcW w:w="709" w:type="dxa"/>
          </w:tcPr>
          <w:p w:rsidR="0086726C" w:rsidRPr="00F03A55" w:rsidRDefault="0086726C" w:rsidP="00F03A55">
            <w:pPr>
              <w:tabs>
                <w:tab w:val="left" w:pos="0"/>
              </w:tabs>
              <w:spacing w:after="0" w:line="240" w:lineRule="auto"/>
              <w:ind w:left="12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17.</w:t>
            </w:r>
          </w:p>
        </w:tc>
        <w:tc>
          <w:tcPr>
            <w:tcW w:w="1134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22R4897</w:t>
            </w:r>
          </w:p>
        </w:tc>
        <w:tc>
          <w:tcPr>
            <w:tcW w:w="7088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Оптичні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модулі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IBM 4 Gbps SW SFP Transceiver 4 Pack</w:t>
            </w:r>
          </w:p>
        </w:tc>
        <w:tc>
          <w:tcPr>
            <w:tcW w:w="789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3E1D5B" w:rsidTr="00F03A55">
        <w:trPr>
          <w:cantSplit/>
          <w:trHeight w:val="65"/>
        </w:trPr>
        <w:tc>
          <w:tcPr>
            <w:tcW w:w="709" w:type="dxa"/>
          </w:tcPr>
          <w:p w:rsidR="0086726C" w:rsidRPr="00F03A55" w:rsidRDefault="0086726C" w:rsidP="00F03A55">
            <w:pPr>
              <w:tabs>
                <w:tab w:val="left" w:pos="0"/>
              </w:tabs>
              <w:spacing w:after="0" w:line="240" w:lineRule="auto"/>
              <w:ind w:left="12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18.</w:t>
            </w:r>
          </w:p>
        </w:tc>
        <w:tc>
          <w:tcPr>
            <w:tcW w:w="1134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39М4674</w:t>
            </w:r>
          </w:p>
        </w:tc>
        <w:tc>
          <w:tcPr>
            <w:tcW w:w="7088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Модуль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зменшення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шуму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IBM eServer BladeCenter Acoustic Attenuation Module</w:t>
            </w:r>
          </w:p>
        </w:tc>
        <w:tc>
          <w:tcPr>
            <w:tcW w:w="789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3E1D5B" w:rsidTr="00F03A55">
        <w:trPr>
          <w:cantSplit/>
          <w:trHeight w:val="96"/>
        </w:trPr>
        <w:tc>
          <w:tcPr>
            <w:tcW w:w="709" w:type="dxa"/>
          </w:tcPr>
          <w:p w:rsidR="0086726C" w:rsidRPr="00F03A55" w:rsidRDefault="0086726C" w:rsidP="00F03A55">
            <w:pPr>
              <w:tabs>
                <w:tab w:val="left" w:pos="0"/>
              </w:tabs>
              <w:spacing w:after="0" w:line="240" w:lineRule="auto"/>
              <w:ind w:left="12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19.</w:t>
            </w:r>
          </w:p>
        </w:tc>
        <w:tc>
          <w:tcPr>
            <w:tcW w:w="1134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181281H</w:t>
            </w:r>
          </w:p>
        </w:tc>
        <w:tc>
          <w:tcPr>
            <w:tcW w:w="7088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 xml:space="preserve">Модуль розширення дискової підсистеми IBM System Storage DS4000 ЕХР810  Storage  </w:t>
            </w:r>
            <w:r>
              <w:rPr>
                <w:rFonts w:ascii="Times New Roman" w:hAnsi="Times New Roman"/>
                <w:bCs/>
                <w:lang w:eastAsia="ru-RU"/>
              </w:rPr>
              <w:t xml:space="preserve">Expansion </w:t>
            </w:r>
            <w:r w:rsidRPr="003E1D5B">
              <w:rPr>
                <w:rFonts w:ascii="Times New Roman" w:hAnsi="Times New Roman"/>
                <w:bCs/>
                <w:lang w:eastAsia="ru-RU"/>
              </w:rPr>
              <w:t xml:space="preserve">Unit </w:t>
            </w:r>
          </w:p>
        </w:tc>
        <w:tc>
          <w:tcPr>
            <w:tcW w:w="789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3E1D5B" w:rsidTr="00F03A55">
        <w:trPr>
          <w:cantSplit/>
          <w:trHeight w:val="65"/>
        </w:trPr>
        <w:tc>
          <w:tcPr>
            <w:tcW w:w="709" w:type="dxa"/>
          </w:tcPr>
          <w:p w:rsidR="0086726C" w:rsidRPr="00F03A55" w:rsidRDefault="0086726C" w:rsidP="00F03A55">
            <w:pPr>
              <w:tabs>
                <w:tab w:val="left" w:pos="0"/>
              </w:tabs>
              <w:spacing w:after="0" w:line="240" w:lineRule="auto"/>
              <w:ind w:left="12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20.</w:t>
            </w:r>
          </w:p>
        </w:tc>
        <w:tc>
          <w:tcPr>
            <w:tcW w:w="1134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41Y0664</w:t>
            </w:r>
          </w:p>
        </w:tc>
        <w:tc>
          <w:tcPr>
            <w:tcW w:w="7088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Розширення дискової підсистеми IBM DS 4700 8-16Stg.Part.-Fld</w:t>
            </w:r>
          </w:p>
        </w:tc>
        <w:tc>
          <w:tcPr>
            <w:tcW w:w="789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</w:tr>
      <w:tr w:rsidR="0086726C" w:rsidRPr="003E1D5B" w:rsidTr="00F03A55">
        <w:trPr>
          <w:cantSplit/>
          <w:trHeight w:val="65"/>
        </w:trPr>
        <w:tc>
          <w:tcPr>
            <w:tcW w:w="709" w:type="dxa"/>
          </w:tcPr>
          <w:p w:rsidR="0086726C" w:rsidRPr="00F03A55" w:rsidRDefault="0086726C" w:rsidP="00F03A55">
            <w:pPr>
              <w:tabs>
                <w:tab w:val="left" w:pos="0"/>
              </w:tabs>
              <w:spacing w:after="0" w:line="240" w:lineRule="auto"/>
              <w:ind w:left="12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21.</w:t>
            </w:r>
          </w:p>
        </w:tc>
        <w:tc>
          <w:tcPr>
            <w:tcW w:w="1134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43W9714</w:t>
            </w:r>
          </w:p>
        </w:tc>
        <w:tc>
          <w:tcPr>
            <w:tcW w:w="7088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 xml:space="preserve">Жорсткий диск 750GB 7.2K SATA E-DDM </w:t>
            </w:r>
          </w:p>
        </w:tc>
        <w:tc>
          <w:tcPr>
            <w:tcW w:w="789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10</w:t>
            </w:r>
          </w:p>
        </w:tc>
      </w:tr>
      <w:tr w:rsidR="0086726C" w:rsidRPr="003E1D5B" w:rsidTr="00F03A55">
        <w:trPr>
          <w:cantSplit/>
          <w:trHeight w:val="65"/>
        </w:trPr>
        <w:tc>
          <w:tcPr>
            <w:tcW w:w="709" w:type="dxa"/>
          </w:tcPr>
          <w:p w:rsidR="0086726C" w:rsidRPr="00F03A55" w:rsidRDefault="0086726C" w:rsidP="00F03A55">
            <w:pPr>
              <w:tabs>
                <w:tab w:val="left" w:pos="0"/>
              </w:tabs>
              <w:spacing w:after="0" w:line="240" w:lineRule="auto"/>
              <w:ind w:left="12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>
              <w:rPr>
                <w:rFonts w:ascii="Times New Roman" w:hAnsi="Times New Roman"/>
                <w:bCs/>
                <w:lang w:val="uk-UA" w:eastAsia="ru-RU"/>
              </w:rPr>
              <w:t>22.</w:t>
            </w:r>
          </w:p>
        </w:tc>
        <w:tc>
          <w:tcPr>
            <w:tcW w:w="1134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26K7941</w:t>
            </w:r>
          </w:p>
        </w:tc>
        <w:tc>
          <w:tcPr>
            <w:tcW w:w="7088" w:type="dxa"/>
          </w:tcPr>
          <w:p w:rsidR="0086726C" w:rsidRPr="003E1D5B" w:rsidRDefault="0086726C" w:rsidP="00664C30">
            <w:pPr>
              <w:spacing w:after="0" w:line="240" w:lineRule="auto"/>
              <w:rPr>
                <w:rFonts w:ascii="Times New Roman" w:hAnsi="Times New Roman"/>
                <w:bCs/>
                <w:lang w:val="en-US"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Оптичні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</w:t>
            </w:r>
            <w:r w:rsidRPr="003E1D5B">
              <w:rPr>
                <w:rFonts w:ascii="Times New Roman" w:hAnsi="Times New Roman"/>
                <w:bCs/>
                <w:lang w:eastAsia="ru-RU"/>
              </w:rPr>
              <w:t>модулі</w:t>
            </w:r>
            <w:r w:rsidRPr="003E1D5B">
              <w:rPr>
                <w:rFonts w:ascii="Times New Roman" w:hAnsi="Times New Roman"/>
                <w:bCs/>
                <w:lang w:val="en-US" w:eastAsia="ru-RU"/>
              </w:rPr>
              <w:t xml:space="preserve"> SW 4 Gbps SFP transceiver pair </w:t>
            </w:r>
          </w:p>
        </w:tc>
        <w:tc>
          <w:tcPr>
            <w:tcW w:w="789" w:type="dxa"/>
            <w:vAlign w:val="center"/>
          </w:tcPr>
          <w:p w:rsidR="0086726C" w:rsidRPr="003E1D5B" w:rsidRDefault="0086726C" w:rsidP="00664C3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3E1D5B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</w:tr>
    </w:tbl>
    <w:p w:rsidR="0086726C" w:rsidRDefault="0086726C" w:rsidP="00122897">
      <w:pPr>
        <w:spacing w:after="0" w:line="200" w:lineRule="exact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6726C" w:rsidRPr="005D2194" w:rsidRDefault="0086726C" w:rsidP="00122897">
      <w:pPr>
        <w:spacing w:after="0" w:line="200" w:lineRule="exact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sectPr w:rsidR="0086726C" w:rsidRPr="005D2194" w:rsidSect="005F1D95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26C" w:rsidRDefault="0086726C" w:rsidP="00B93EE8">
      <w:pPr>
        <w:spacing w:after="0" w:line="240" w:lineRule="auto"/>
      </w:pPr>
      <w:r>
        <w:separator/>
      </w:r>
    </w:p>
  </w:endnote>
  <w:endnote w:type="continuationSeparator" w:id="0">
    <w:p w:rsidR="0086726C" w:rsidRDefault="0086726C" w:rsidP="00B93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26C" w:rsidRDefault="0086726C" w:rsidP="00B93EE8">
      <w:pPr>
        <w:spacing w:after="0" w:line="240" w:lineRule="auto"/>
      </w:pPr>
      <w:r>
        <w:separator/>
      </w:r>
    </w:p>
  </w:footnote>
  <w:footnote w:type="continuationSeparator" w:id="0">
    <w:p w:rsidR="0086726C" w:rsidRDefault="0086726C" w:rsidP="00B93E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64E12"/>
    <w:multiLevelType w:val="hybridMultilevel"/>
    <w:tmpl w:val="9960A22C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222468"/>
    <w:multiLevelType w:val="multilevel"/>
    <w:tmpl w:val="B356957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">
    <w:nsid w:val="1B640DD7"/>
    <w:multiLevelType w:val="multilevel"/>
    <w:tmpl w:val="CAFE316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2089"/>
        </w:tabs>
        <w:ind w:left="2089" w:hanging="13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9"/>
        </w:tabs>
        <w:ind w:left="2089" w:hanging="13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89"/>
        </w:tabs>
        <w:ind w:left="2089" w:hanging="13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89"/>
        </w:tabs>
        <w:ind w:left="2089" w:hanging="13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</w:rPr>
    </w:lvl>
  </w:abstractNum>
  <w:abstractNum w:abstractNumId="3">
    <w:nsid w:val="28686238"/>
    <w:multiLevelType w:val="multilevel"/>
    <w:tmpl w:val="92ECD012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3801429B"/>
    <w:multiLevelType w:val="hybridMultilevel"/>
    <w:tmpl w:val="055287F2"/>
    <w:lvl w:ilvl="0" w:tplc="105280E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4A5B45EF"/>
    <w:multiLevelType w:val="hybridMultilevel"/>
    <w:tmpl w:val="2ED882A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23F01B1"/>
    <w:multiLevelType w:val="hybridMultilevel"/>
    <w:tmpl w:val="D006310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820882"/>
    <w:multiLevelType w:val="hybridMultilevel"/>
    <w:tmpl w:val="B73022E8"/>
    <w:lvl w:ilvl="0" w:tplc="027E1BF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DB7"/>
    <w:rsid w:val="000042BF"/>
    <w:rsid w:val="00004BFD"/>
    <w:rsid w:val="00007269"/>
    <w:rsid w:val="00013C35"/>
    <w:rsid w:val="00013FD9"/>
    <w:rsid w:val="00017272"/>
    <w:rsid w:val="00026F71"/>
    <w:rsid w:val="00035546"/>
    <w:rsid w:val="00036558"/>
    <w:rsid w:val="0004068E"/>
    <w:rsid w:val="00040B76"/>
    <w:rsid w:val="00045861"/>
    <w:rsid w:val="00054983"/>
    <w:rsid w:val="00065219"/>
    <w:rsid w:val="00085CFC"/>
    <w:rsid w:val="00090180"/>
    <w:rsid w:val="000943F3"/>
    <w:rsid w:val="000A077F"/>
    <w:rsid w:val="000B1284"/>
    <w:rsid w:val="000B70F0"/>
    <w:rsid w:val="000B7ED2"/>
    <w:rsid w:val="000C2ED7"/>
    <w:rsid w:val="000C44DA"/>
    <w:rsid w:val="000D3996"/>
    <w:rsid w:val="000D5DD4"/>
    <w:rsid w:val="000F73FE"/>
    <w:rsid w:val="0011110D"/>
    <w:rsid w:val="00112477"/>
    <w:rsid w:val="00114028"/>
    <w:rsid w:val="00117396"/>
    <w:rsid w:val="00121554"/>
    <w:rsid w:val="00122897"/>
    <w:rsid w:val="00122A2F"/>
    <w:rsid w:val="00134D92"/>
    <w:rsid w:val="001521F8"/>
    <w:rsid w:val="0015437B"/>
    <w:rsid w:val="001652DD"/>
    <w:rsid w:val="00172D09"/>
    <w:rsid w:val="0017453A"/>
    <w:rsid w:val="00174985"/>
    <w:rsid w:val="0017700F"/>
    <w:rsid w:val="00181DDB"/>
    <w:rsid w:val="00184957"/>
    <w:rsid w:val="00186693"/>
    <w:rsid w:val="001943BA"/>
    <w:rsid w:val="001A050C"/>
    <w:rsid w:val="001A0BAE"/>
    <w:rsid w:val="001A2C18"/>
    <w:rsid w:val="001A40C4"/>
    <w:rsid w:val="001B0F5F"/>
    <w:rsid w:val="001B378D"/>
    <w:rsid w:val="001B3DBB"/>
    <w:rsid w:val="001B4B91"/>
    <w:rsid w:val="001C0014"/>
    <w:rsid w:val="001C1070"/>
    <w:rsid w:val="001C33CF"/>
    <w:rsid w:val="001C668F"/>
    <w:rsid w:val="001C6EE6"/>
    <w:rsid w:val="001D0B44"/>
    <w:rsid w:val="001D0F29"/>
    <w:rsid w:val="001D14F3"/>
    <w:rsid w:val="001D262F"/>
    <w:rsid w:val="001E06A1"/>
    <w:rsid w:val="001E17A4"/>
    <w:rsid w:val="001F1E1D"/>
    <w:rsid w:val="001F4696"/>
    <w:rsid w:val="002010C6"/>
    <w:rsid w:val="00205F10"/>
    <w:rsid w:val="00213EC1"/>
    <w:rsid w:val="00220AB8"/>
    <w:rsid w:val="00237899"/>
    <w:rsid w:val="00237D1B"/>
    <w:rsid w:val="00243590"/>
    <w:rsid w:val="00244BC2"/>
    <w:rsid w:val="00251DDF"/>
    <w:rsid w:val="0025319B"/>
    <w:rsid w:val="00257776"/>
    <w:rsid w:val="00260F54"/>
    <w:rsid w:val="00266818"/>
    <w:rsid w:val="00266991"/>
    <w:rsid w:val="00273FC1"/>
    <w:rsid w:val="00277272"/>
    <w:rsid w:val="00281BC2"/>
    <w:rsid w:val="0028365B"/>
    <w:rsid w:val="00283E63"/>
    <w:rsid w:val="00285616"/>
    <w:rsid w:val="00287177"/>
    <w:rsid w:val="002A41C2"/>
    <w:rsid w:val="002A493C"/>
    <w:rsid w:val="002A764B"/>
    <w:rsid w:val="002B23BD"/>
    <w:rsid w:val="002C098B"/>
    <w:rsid w:val="002C2293"/>
    <w:rsid w:val="002C45A5"/>
    <w:rsid w:val="002D16DA"/>
    <w:rsid w:val="002E6B6F"/>
    <w:rsid w:val="002F2AA5"/>
    <w:rsid w:val="002F6C81"/>
    <w:rsid w:val="002F6DBD"/>
    <w:rsid w:val="002F74D1"/>
    <w:rsid w:val="003063DA"/>
    <w:rsid w:val="00306A1E"/>
    <w:rsid w:val="0031643A"/>
    <w:rsid w:val="003251FF"/>
    <w:rsid w:val="00325C39"/>
    <w:rsid w:val="00334181"/>
    <w:rsid w:val="0034068E"/>
    <w:rsid w:val="00350B53"/>
    <w:rsid w:val="00357BA8"/>
    <w:rsid w:val="00366511"/>
    <w:rsid w:val="00366ACD"/>
    <w:rsid w:val="00375BE0"/>
    <w:rsid w:val="00392FF7"/>
    <w:rsid w:val="003A6247"/>
    <w:rsid w:val="003B108D"/>
    <w:rsid w:val="003B557E"/>
    <w:rsid w:val="003E133F"/>
    <w:rsid w:val="003E1D5B"/>
    <w:rsid w:val="003E3C8D"/>
    <w:rsid w:val="003E609C"/>
    <w:rsid w:val="003E660C"/>
    <w:rsid w:val="003F089A"/>
    <w:rsid w:val="003F5CD7"/>
    <w:rsid w:val="003F603E"/>
    <w:rsid w:val="003F63AE"/>
    <w:rsid w:val="003F73A2"/>
    <w:rsid w:val="003F7650"/>
    <w:rsid w:val="00402352"/>
    <w:rsid w:val="004051EC"/>
    <w:rsid w:val="00410967"/>
    <w:rsid w:val="00422765"/>
    <w:rsid w:val="00423C2C"/>
    <w:rsid w:val="004258BD"/>
    <w:rsid w:val="0042760D"/>
    <w:rsid w:val="0044474C"/>
    <w:rsid w:val="0044560C"/>
    <w:rsid w:val="0045171F"/>
    <w:rsid w:val="00452E34"/>
    <w:rsid w:val="004539AA"/>
    <w:rsid w:val="0045466B"/>
    <w:rsid w:val="004566D4"/>
    <w:rsid w:val="00464858"/>
    <w:rsid w:val="00464D62"/>
    <w:rsid w:val="00473A0C"/>
    <w:rsid w:val="00474009"/>
    <w:rsid w:val="004944DF"/>
    <w:rsid w:val="004A3486"/>
    <w:rsid w:val="004A65C5"/>
    <w:rsid w:val="004B2400"/>
    <w:rsid w:val="004B5520"/>
    <w:rsid w:val="004C1656"/>
    <w:rsid w:val="004C539F"/>
    <w:rsid w:val="004C6D55"/>
    <w:rsid w:val="004C7258"/>
    <w:rsid w:val="004F4435"/>
    <w:rsid w:val="004F6D17"/>
    <w:rsid w:val="005029F4"/>
    <w:rsid w:val="0050641C"/>
    <w:rsid w:val="00511588"/>
    <w:rsid w:val="00516394"/>
    <w:rsid w:val="005244F1"/>
    <w:rsid w:val="00537BF1"/>
    <w:rsid w:val="005448B8"/>
    <w:rsid w:val="00547E80"/>
    <w:rsid w:val="005509A7"/>
    <w:rsid w:val="00553B13"/>
    <w:rsid w:val="005571E2"/>
    <w:rsid w:val="005670E7"/>
    <w:rsid w:val="00567374"/>
    <w:rsid w:val="00570E77"/>
    <w:rsid w:val="00572CC5"/>
    <w:rsid w:val="00575E35"/>
    <w:rsid w:val="00580431"/>
    <w:rsid w:val="005853E8"/>
    <w:rsid w:val="00594277"/>
    <w:rsid w:val="00594742"/>
    <w:rsid w:val="005A4C1F"/>
    <w:rsid w:val="005B3CAE"/>
    <w:rsid w:val="005B49E0"/>
    <w:rsid w:val="005C2EE5"/>
    <w:rsid w:val="005D2194"/>
    <w:rsid w:val="005D7D8E"/>
    <w:rsid w:val="005F1D95"/>
    <w:rsid w:val="005F23B1"/>
    <w:rsid w:val="005F4349"/>
    <w:rsid w:val="006035FC"/>
    <w:rsid w:val="00603740"/>
    <w:rsid w:val="00607167"/>
    <w:rsid w:val="00631FDE"/>
    <w:rsid w:val="006345B3"/>
    <w:rsid w:val="00641A99"/>
    <w:rsid w:val="00644514"/>
    <w:rsid w:val="00656B78"/>
    <w:rsid w:val="00657684"/>
    <w:rsid w:val="00660515"/>
    <w:rsid w:val="00664C30"/>
    <w:rsid w:val="006869E0"/>
    <w:rsid w:val="00687AB6"/>
    <w:rsid w:val="00687B16"/>
    <w:rsid w:val="00694225"/>
    <w:rsid w:val="006956F3"/>
    <w:rsid w:val="00695C97"/>
    <w:rsid w:val="006A3675"/>
    <w:rsid w:val="006A6823"/>
    <w:rsid w:val="006B40FE"/>
    <w:rsid w:val="006B60DF"/>
    <w:rsid w:val="006C17ED"/>
    <w:rsid w:val="006D2C30"/>
    <w:rsid w:val="006D5058"/>
    <w:rsid w:val="006D5C85"/>
    <w:rsid w:val="006D6038"/>
    <w:rsid w:val="006E3318"/>
    <w:rsid w:val="006E5F2C"/>
    <w:rsid w:val="007018BE"/>
    <w:rsid w:val="00701A5D"/>
    <w:rsid w:val="00702C1E"/>
    <w:rsid w:val="00712195"/>
    <w:rsid w:val="0072538C"/>
    <w:rsid w:val="00725A0E"/>
    <w:rsid w:val="00740BF1"/>
    <w:rsid w:val="0074283A"/>
    <w:rsid w:val="00744A39"/>
    <w:rsid w:val="00745BB4"/>
    <w:rsid w:val="00751385"/>
    <w:rsid w:val="00756D20"/>
    <w:rsid w:val="00761046"/>
    <w:rsid w:val="00762FFA"/>
    <w:rsid w:val="007731B5"/>
    <w:rsid w:val="00776F8D"/>
    <w:rsid w:val="00781FB5"/>
    <w:rsid w:val="00792757"/>
    <w:rsid w:val="00796296"/>
    <w:rsid w:val="00796F82"/>
    <w:rsid w:val="00797D6F"/>
    <w:rsid w:val="00797E64"/>
    <w:rsid w:val="007B5495"/>
    <w:rsid w:val="007B5DB7"/>
    <w:rsid w:val="007B6C3B"/>
    <w:rsid w:val="007C7609"/>
    <w:rsid w:val="007D0DB3"/>
    <w:rsid w:val="007D340B"/>
    <w:rsid w:val="007E1DBF"/>
    <w:rsid w:val="007E1E13"/>
    <w:rsid w:val="007E35DF"/>
    <w:rsid w:val="007E3C64"/>
    <w:rsid w:val="007E3F14"/>
    <w:rsid w:val="007E5352"/>
    <w:rsid w:val="007E7E21"/>
    <w:rsid w:val="007F169B"/>
    <w:rsid w:val="008053C2"/>
    <w:rsid w:val="00806705"/>
    <w:rsid w:val="008109E7"/>
    <w:rsid w:val="00813F5A"/>
    <w:rsid w:val="008169E8"/>
    <w:rsid w:val="00817DB3"/>
    <w:rsid w:val="00820594"/>
    <w:rsid w:val="008208B2"/>
    <w:rsid w:val="00830C39"/>
    <w:rsid w:val="00831F87"/>
    <w:rsid w:val="0084604B"/>
    <w:rsid w:val="008472BE"/>
    <w:rsid w:val="008533D8"/>
    <w:rsid w:val="00854CF8"/>
    <w:rsid w:val="00861C41"/>
    <w:rsid w:val="0086726C"/>
    <w:rsid w:val="00873A58"/>
    <w:rsid w:val="00873E0B"/>
    <w:rsid w:val="008745DF"/>
    <w:rsid w:val="00874EC5"/>
    <w:rsid w:val="00876376"/>
    <w:rsid w:val="00892F36"/>
    <w:rsid w:val="00894ED7"/>
    <w:rsid w:val="008A30A9"/>
    <w:rsid w:val="008A3165"/>
    <w:rsid w:val="008D3B5D"/>
    <w:rsid w:val="008D610E"/>
    <w:rsid w:val="008E5C73"/>
    <w:rsid w:val="008E7C36"/>
    <w:rsid w:val="008F36E9"/>
    <w:rsid w:val="008F5613"/>
    <w:rsid w:val="00903EF1"/>
    <w:rsid w:val="0090550F"/>
    <w:rsid w:val="00921DD4"/>
    <w:rsid w:val="009269E4"/>
    <w:rsid w:val="00933D59"/>
    <w:rsid w:val="00934515"/>
    <w:rsid w:val="00937213"/>
    <w:rsid w:val="00940152"/>
    <w:rsid w:val="00944B5C"/>
    <w:rsid w:val="009473B0"/>
    <w:rsid w:val="00950CF6"/>
    <w:rsid w:val="009568F8"/>
    <w:rsid w:val="00956CCB"/>
    <w:rsid w:val="0095734B"/>
    <w:rsid w:val="00957CA5"/>
    <w:rsid w:val="00957D89"/>
    <w:rsid w:val="00967659"/>
    <w:rsid w:val="00983872"/>
    <w:rsid w:val="0099607C"/>
    <w:rsid w:val="009A0E3C"/>
    <w:rsid w:val="009A31C4"/>
    <w:rsid w:val="009C038B"/>
    <w:rsid w:val="009C3A29"/>
    <w:rsid w:val="009C4E6D"/>
    <w:rsid w:val="009D4489"/>
    <w:rsid w:val="009D53E0"/>
    <w:rsid w:val="009D59C2"/>
    <w:rsid w:val="009D6EE3"/>
    <w:rsid w:val="009D7DC2"/>
    <w:rsid w:val="009E4CB8"/>
    <w:rsid w:val="00A049CD"/>
    <w:rsid w:val="00A11126"/>
    <w:rsid w:val="00A16E9D"/>
    <w:rsid w:val="00A2424F"/>
    <w:rsid w:val="00A256DA"/>
    <w:rsid w:val="00A273DF"/>
    <w:rsid w:val="00A34A8C"/>
    <w:rsid w:val="00A34B5F"/>
    <w:rsid w:val="00A36B9E"/>
    <w:rsid w:val="00A41AF5"/>
    <w:rsid w:val="00A42144"/>
    <w:rsid w:val="00A42E01"/>
    <w:rsid w:val="00A47043"/>
    <w:rsid w:val="00A6135A"/>
    <w:rsid w:val="00A6196C"/>
    <w:rsid w:val="00A62A3F"/>
    <w:rsid w:val="00A658AD"/>
    <w:rsid w:val="00A709BD"/>
    <w:rsid w:val="00A73551"/>
    <w:rsid w:val="00A84251"/>
    <w:rsid w:val="00A87097"/>
    <w:rsid w:val="00A92739"/>
    <w:rsid w:val="00AC3534"/>
    <w:rsid w:val="00AC5F69"/>
    <w:rsid w:val="00AD5DFF"/>
    <w:rsid w:val="00AD79D2"/>
    <w:rsid w:val="00AE391F"/>
    <w:rsid w:val="00AE624D"/>
    <w:rsid w:val="00AE6529"/>
    <w:rsid w:val="00AF5A4B"/>
    <w:rsid w:val="00B0491A"/>
    <w:rsid w:val="00B07B84"/>
    <w:rsid w:val="00B262A6"/>
    <w:rsid w:val="00B44F12"/>
    <w:rsid w:val="00B56BC3"/>
    <w:rsid w:val="00B578EA"/>
    <w:rsid w:val="00B60E24"/>
    <w:rsid w:val="00B62A56"/>
    <w:rsid w:val="00B64C1F"/>
    <w:rsid w:val="00B66425"/>
    <w:rsid w:val="00B81C77"/>
    <w:rsid w:val="00B82B83"/>
    <w:rsid w:val="00B93EE8"/>
    <w:rsid w:val="00B95C88"/>
    <w:rsid w:val="00B96306"/>
    <w:rsid w:val="00B96C6A"/>
    <w:rsid w:val="00B973C2"/>
    <w:rsid w:val="00BA1A5C"/>
    <w:rsid w:val="00BA73AC"/>
    <w:rsid w:val="00BA76C4"/>
    <w:rsid w:val="00BB1539"/>
    <w:rsid w:val="00BB324B"/>
    <w:rsid w:val="00BB4BBB"/>
    <w:rsid w:val="00BB4D18"/>
    <w:rsid w:val="00BC0890"/>
    <w:rsid w:val="00BD2A95"/>
    <w:rsid w:val="00BD5C79"/>
    <w:rsid w:val="00BE62EC"/>
    <w:rsid w:val="00BE6665"/>
    <w:rsid w:val="00BF1F0F"/>
    <w:rsid w:val="00BF6C86"/>
    <w:rsid w:val="00C00B96"/>
    <w:rsid w:val="00C01147"/>
    <w:rsid w:val="00C01941"/>
    <w:rsid w:val="00C01DB5"/>
    <w:rsid w:val="00C0202D"/>
    <w:rsid w:val="00C06B4F"/>
    <w:rsid w:val="00C13443"/>
    <w:rsid w:val="00C17E57"/>
    <w:rsid w:val="00C217A3"/>
    <w:rsid w:val="00C3102B"/>
    <w:rsid w:val="00C36075"/>
    <w:rsid w:val="00C660DE"/>
    <w:rsid w:val="00C6653F"/>
    <w:rsid w:val="00C66BD3"/>
    <w:rsid w:val="00C83742"/>
    <w:rsid w:val="00C83B61"/>
    <w:rsid w:val="00C83EA9"/>
    <w:rsid w:val="00C866EF"/>
    <w:rsid w:val="00C90884"/>
    <w:rsid w:val="00C97941"/>
    <w:rsid w:val="00CA0461"/>
    <w:rsid w:val="00CA3967"/>
    <w:rsid w:val="00CA3A6A"/>
    <w:rsid w:val="00CA4EB5"/>
    <w:rsid w:val="00CA7714"/>
    <w:rsid w:val="00CC14E4"/>
    <w:rsid w:val="00CC3ADA"/>
    <w:rsid w:val="00CC6578"/>
    <w:rsid w:val="00CD0363"/>
    <w:rsid w:val="00CD0A31"/>
    <w:rsid w:val="00CD3BD9"/>
    <w:rsid w:val="00CD7601"/>
    <w:rsid w:val="00CE16AD"/>
    <w:rsid w:val="00CE2880"/>
    <w:rsid w:val="00CE4286"/>
    <w:rsid w:val="00CE575E"/>
    <w:rsid w:val="00CE57CC"/>
    <w:rsid w:val="00CF2290"/>
    <w:rsid w:val="00CF5E8B"/>
    <w:rsid w:val="00D0262C"/>
    <w:rsid w:val="00D113D1"/>
    <w:rsid w:val="00D14613"/>
    <w:rsid w:val="00D15D6B"/>
    <w:rsid w:val="00D309D5"/>
    <w:rsid w:val="00D321B1"/>
    <w:rsid w:val="00D37A99"/>
    <w:rsid w:val="00D51BC9"/>
    <w:rsid w:val="00D549DE"/>
    <w:rsid w:val="00D55279"/>
    <w:rsid w:val="00D5572A"/>
    <w:rsid w:val="00D718A4"/>
    <w:rsid w:val="00D85FC8"/>
    <w:rsid w:val="00D871BF"/>
    <w:rsid w:val="00DA0AD8"/>
    <w:rsid w:val="00DA4827"/>
    <w:rsid w:val="00DA4EE8"/>
    <w:rsid w:val="00DB200C"/>
    <w:rsid w:val="00DD6701"/>
    <w:rsid w:val="00DE073B"/>
    <w:rsid w:val="00DE6A44"/>
    <w:rsid w:val="00DE7D08"/>
    <w:rsid w:val="00DF12CA"/>
    <w:rsid w:val="00DF3F8C"/>
    <w:rsid w:val="00E031BA"/>
    <w:rsid w:val="00E065E8"/>
    <w:rsid w:val="00E13D8F"/>
    <w:rsid w:val="00E142D1"/>
    <w:rsid w:val="00E33281"/>
    <w:rsid w:val="00E33AC0"/>
    <w:rsid w:val="00E363EF"/>
    <w:rsid w:val="00E43F37"/>
    <w:rsid w:val="00E45F85"/>
    <w:rsid w:val="00E527D7"/>
    <w:rsid w:val="00E53234"/>
    <w:rsid w:val="00E57E1F"/>
    <w:rsid w:val="00E66516"/>
    <w:rsid w:val="00E70969"/>
    <w:rsid w:val="00E763C7"/>
    <w:rsid w:val="00E771B8"/>
    <w:rsid w:val="00E90B54"/>
    <w:rsid w:val="00E916E7"/>
    <w:rsid w:val="00E9763A"/>
    <w:rsid w:val="00EA0B99"/>
    <w:rsid w:val="00EA2AF5"/>
    <w:rsid w:val="00EC3CBD"/>
    <w:rsid w:val="00EC52B0"/>
    <w:rsid w:val="00EC5C31"/>
    <w:rsid w:val="00EC7C60"/>
    <w:rsid w:val="00ED0E63"/>
    <w:rsid w:val="00ED4212"/>
    <w:rsid w:val="00ED42F5"/>
    <w:rsid w:val="00EF1800"/>
    <w:rsid w:val="00EF22B4"/>
    <w:rsid w:val="00EF3C0E"/>
    <w:rsid w:val="00EF6E81"/>
    <w:rsid w:val="00F02810"/>
    <w:rsid w:val="00F03A55"/>
    <w:rsid w:val="00F05A0F"/>
    <w:rsid w:val="00F0662F"/>
    <w:rsid w:val="00F118A2"/>
    <w:rsid w:val="00F14B45"/>
    <w:rsid w:val="00F21A3A"/>
    <w:rsid w:val="00F23F9F"/>
    <w:rsid w:val="00F30610"/>
    <w:rsid w:val="00F36216"/>
    <w:rsid w:val="00F448CF"/>
    <w:rsid w:val="00F541A7"/>
    <w:rsid w:val="00F547BA"/>
    <w:rsid w:val="00F62EE4"/>
    <w:rsid w:val="00F719FE"/>
    <w:rsid w:val="00F77714"/>
    <w:rsid w:val="00F8378D"/>
    <w:rsid w:val="00F85051"/>
    <w:rsid w:val="00F90896"/>
    <w:rsid w:val="00F953C5"/>
    <w:rsid w:val="00FA15E6"/>
    <w:rsid w:val="00FA4D94"/>
    <w:rsid w:val="00FA4E55"/>
    <w:rsid w:val="00FB575C"/>
    <w:rsid w:val="00FB66DF"/>
    <w:rsid w:val="00FC2AB8"/>
    <w:rsid w:val="00FC35C0"/>
    <w:rsid w:val="00FD2185"/>
    <w:rsid w:val="00FD33C5"/>
    <w:rsid w:val="00FD4430"/>
    <w:rsid w:val="00FE18F2"/>
    <w:rsid w:val="00FE65FC"/>
    <w:rsid w:val="00FF3117"/>
    <w:rsid w:val="00FF60ED"/>
    <w:rsid w:val="00FF6BEF"/>
    <w:rsid w:val="00FF6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DB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0B70F0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  <w:lang w:val="uk-UA"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A3A6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0B70F0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21A3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03EF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21A3A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customStyle="1" w:styleId="1">
    <w:name w:val="Обычный1"/>
    <w:uiPriority w:val="99"/>
    <w:rsid w:val="007B5DB7"/>
    <w:pPr>
      <w:spacing w:line="276" w:lineRule="auto"/>
    </w:pPr>
    <w:rPr>
      <w:rFonts w:ascii="Arial" w:hAnsi="Arial" w:cs="Arial"/>
      <w:color w:val="000000"/>
      <w:szCs w:val="20"/>
    </w:rPr>
  </w:style>
  <w:style w:type="paragraph" w:styleId="NoSpacing">
    <w:name w:val="No Spacing"/>
    <w:uiPriority w:val="99"/>
    <w:qFormat/>
    <w:rsid w:val="002F74D1"/>
    <w:rPr>
      <w:lang w:eastAsia="en-US"/>
    </w:rPr>
  </w:style>
  <w:style w:type="character" w:styleId="Hyperlink">
    <w:name w:val="Hyperlink"/>
    <w:basedOn w:val="DefaultParagraphFont"/>
    <w:uiPriority w:val="99"/>
    <w:rsid w:val="004C7258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A41A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652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2D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B93EE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93EE8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B93EE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93EE8"/>
    <w:rPr>
      <w:rFonts w:ascii="Calibri" w:hAnsi="Calibri" w:cs="Times New Roman"/>
    </w:rPr>
  </w:style>
  <w:style w:type="paragraph" w:styleId="ListParagraph">
    <w:name w:val="List Paragraph"/>
    <w:basedOn w:val="Normal"/>
    <w:uiPriority w:val="99"/>
    <w:qFormat/>
    <w:rsid w:val="00A4214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rmalWebChar">
    <w:name w:val="Normal (Web) Char"/>
    <w:link w:val="NormalWeb"/>
    <w:uiPriority w:val="99"/>
    <w:locked/>
    <w:rsid w:val="00C01DB5"/>
    <w:rPr>
      <w:sz w:val="24"/>
      <w:lang w:val="uk-UA" w:eastAsia="uk-UA"/>
    </w:rPr>
  </w:style>
  <w:style w:type="paragraph" w:styleId="NormalWeb">
    <w:name w:val="Normal (Web)"/>
    <w:basedOn w:val="Normal"/>
    <w:link w:val="NormalWebChar"/>
    <w:uiPriority w:val="99"/>
    <w:rsid w:val="00C01DB5"/>
    <w:pPr>
      <w:spacing w:before="100" w:beforeAutospacing="1" w:after="100" w:afterAutospacing="1" w:line="240" w:lineRule="auto"/>
    </w:pPr>
    <w:rPr>
      <w:sz w:val="24"/>
      <w:szCs w:val="20"/>
      <w:lang w:val="uk-UA" w:eastAsia="uk-UA"/>
    </w:rPr>
  </w:style>
  <w:style w:type="table" w:styleId="TableGrid">
    <w:name w:val="Table Grid"/>
    <w:basedOn w:val="TableNormal"/>
    <w:uiPriority w:val="99"/>
    <w:rsid w:val="00762FFA"/>
    <w:rPr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locked/>
    <w:rsid w:val="000B70F0"/>
    <w:pPr>
      <w:spacing w:after="0" w:line="240" w:lineRule="auto"/>
      <w:jc w:val="center"/>
    </w:pPr>
    <w:rPr>
      <w:rFonts w:ascii="Times New Roman" w:hAnsi="Times New Roman"/>
      <w:b/>
      <w:bCs/>
      <w:sz w:val="36"/>
      <w:szCs w:val="36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F21A3A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CA3A6A"/>
    <w:pPr>
      <w:shd w:val="clear" w:color="auto" w:fill="FFFFFF"/>
      <w:tabs>
        <w:tab w:val="left" w:leader="underscore" w:pos="7349"/>
      </w:tabs>
      <w:spacing w:after="120" w:line="240" w:lineRule="auto"/>
      <w:ind w:firstLine="540"/>
      <w:jc w:val="both"/>
    </w:pPr>
    <w:rPr>
      <w:rFonts w:ascii="Times New Roman" w:hAnsi="Times New Roman"/>
      <w:b/>
      <w:bCs/>
      <w:sz w:val="24"/>
      <w:szCs w:val="24"/>
      <w:lang w:val="uk-UA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3EF1"/>
    <w:rPr>
      <w:rFonts w:cs="Times New Roman"/>
      <w:lang w:eastAsia="en-US"/>
    </w:rPr>
  </w:style>
  <w:style w:type="character" w:customStyle="1" w:styleId="3">
    <w:name w:val="Знак Знак3"/>
    <w:basedOn w:val="DefaultParagraphFont"/>
    <w:uiPriority w:val="99"/>
    <w:rsid w:val="00CA3A6A"/>
    <w:rPr>
      <w:rFonts w:cs="Times New Roman"/>
      <w:sz w:val="24"/>
      <w:szCs w:val="24"/>
      <w:lang w:val="en-GB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A3A6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03EF1"/>
    <w:rPr>
      <w:rFonts w:cs="Times New Roman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CA3A6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03EF1"/>
    <w:rPr>
      <w:rFonts w:cs="Times New Roman"/>
      <w:sz w:val="16"/>
      <w:szCs w:val="16"/>
      <w:lang w:eastAsia="en-US"/>
    </w:rPr>
  </w:style>
  <w:style w:type="character" w:styleId="Strong">
    <w:name w:val="Strong"/>
    <w:basedOn w:val="DefaultParagraphFont"/>
    <w:uiPriority w:val="99"/>
    <w:qFormat/>
    <w:locked/>
    <w:rsid w:val="00CA3A6A"/>
    <w:rPr>
      <w:rFonts w:cs="Times New Roman"/>
      <w:b/>
    </w:rPr>
  </w:style>
  <w:style w:type="paragraph" w:customStyle="1" w:styleId="xl44">
    <w:name w:val="xl44"/>
    <w:basedOn w:val="Normal"/>
    <w:uiPriority w:val="99"/>
    <w:rsid w:val="00CA3A6A"/>
    <w:pPr>
      <w:spacing w:before="100" w:beforeAutospacing="1" w:after="100" w:afterAutospacing="1" w:line="240" w:lineRule="auto"/>
    </w:pPr>
    <w:rPr>
      <w:rFonts w:ascii="Times New Roman" w:hAnsi="Times New Roman"/>
      <w:sz w:val="26"/>
      <w:szCs w:val="26"/>
      <w:lang w:eastAsia="ru-RU"/>
    </w:rPr>
  </w:style>
  <w:style w:type="paragraph" w:styleId="BodyText">
    <w:name w:val="Body Text"/>
    <w:basedOn w:val="Normal"/>
    <w:link w:val="BodyTextChar"/>
    <w:uiPriority w:val="99"/>
    <w:rsid w:val="00E53234"/>
    <w:pPr>
      <w:spacing w:after="120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53234"/>
    <w:rPr>
      <w:rFonts w:ascii="Times New Roman" w:hAnsi="Times New Roman" w:cs="Times New Roman"/>
      <w:sz w:val="24"/>
      <w:szCs w:val="24"/>
      <w:lang w:val="uk-UA" w:eastAsia="uk-UA"/>
    </w:rPr>
  </w:style>
  <w:style w:type="paragraph" w:styleId="BodyText3">
    <w:name w:val="Body Text 3"/>
    <w:basedOn w:val="Normal"/>
    <w:link w:val="BodyText3Char"/>
    <w:uiPriority w:val="99"/>
    <w:rsid w:val="007D340B"/>
    <w:pPr>
      <w:spacing w:after="120" w:line="240" w:lineRule="auto"/>
    </w:pPr>
    <w:rPr>
      <w:rFonts w:ascii="Times New Roman" w:eastAsia="Times New Roman" w:hAnsi="Times New Roman"/>
      <w:sz w:val="16"/>
      <w:szCs w:val="16"/>
      <w:lang w:val="uk-UA" w:eastAsia="uk-UA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7D340B"/>
    <w:rPr>
      <w:rFonts w:ascii="Times New Roman" w:hAnsi="Times New Roman" w:cs="Times New Roman"/>
      <w:sz w:val="16"/>
      <w:szCs w:val="16"/>
      <w:lang w:val="uk-UA" w:eastAsia="uk-UA"/>
    </w:rPr>
  </w:style>
  <w:style w:type="paragraph" w:styleId="BodyText2">
    <w:name w:val="Body Text 2"/>
    <w:basedOn w:val="Normal"/>
    <w:link w:val="BodyText2Char"/>
    <w:uiPriority w:val="99"/>
    <w:rsid w:val="007D340B"/>
    <w:pPr>
      <w:spacing w:after="120" w:line="48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D340B"/>
    <w:rPr>
      <w:rFonts w:ascii="Times New Roman" w:hAnsi="Times New Roman" w:cs="Times New Roman"/>
      <w:sz w:val="24"/>
      <w:szCs w:val="24"/>
      <w:lang w:val="uk-UA" w:eastAsia="uk-UA"/>
    </w:rPr>
  </w:style>
  <w:style w:type="paragraph" w:styleId="List2">
    <w:name w:val="List 2"/>
    <w:basedOn w:val="Normal"/>
    <w:uiPriority w:val="99"/>
    <w:rsid w:val="007D340B"/>
    <w:pPr>
      <w:tabs>
        <w:tab w:val="num" w:pos="2520"/>
      </w:tabs>
      <w:spacing w:after="0" w:line="240" w:lineRule="auto"/>
      <w:ind w:left="2520" w:hanging="720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a">
    <w:name w:val="Òåêñò"/>
    <w:uiPriority w:val="99"/>
    <w:rsid w:val="007D340B"/>
    <w:pPr>
      <w:widowControl w:val="0"/>
      <w:spacing w:line="210" w:lineRule="atLeast"/>
      <w:ind w:firstLine="454"/>
      <w:jc w:val="both"/>
    </w:pPr>
    <w:rPr>
      <w:rFonts w:ascii="Times New Roman" w:eastAsia="Times New Roman" w:hAnsi="Times New Roman"/>
      <w:color w:val="000000"/>
      <w:sz w:val="20"/>
      <w:szCs w:val="20"/>
      <w:lang w:val="en-US"/>
    </w:rPr>
  </w:style>
  <w:style w:type="paragraph" w:customStyle="1" w:styleId="a0">
    <w:name w:val="Основной шрифт"/>
    <w:uiPriority w:val="99"/>
    <w:rsid w:val="001D14F3"/>
    <w:pPr>
      <w:suppressAutoHyphens/>
    </w:pPr>
    <w:rPr>
      <w:rFonts w:ascii="Times New Roman" w:eastAsia="Times New Roman" w:hAnsi="Times New Roman"/>
      <w:sz w:val="24"/>
      <w:szCs w:val="28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84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</TotalTime>
  <Pages>10</Pages>
  <Words>3861</Words>
  <Characters>22009</Characters>
  <Application>Microsoft Office Outlook</Application>
  <DocSecurity>0</DocSecurity>
  <Lines>0</Lines>
  <Paragraphs>0</Paragraphs>
  <ScaleCrop>false</ScaleCrop>
  <Company>ampu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Оголошення (документація)</dc:title>
  <dc:subject/>
  <dc:creator>O.Striukov</dc:creator>
  <cp:keywords/>
  <dc:description/>
  <cp:lastModifiedBy>sushko</cp:lastModifiedBy>
  <cp:revision>22</cp:revision>
  <cp:lastPrinted>2015-10-28T07:19:00Z</cp:lastPrinted>
  <dcterms:created xsi:type="dcterms:W3CDTF">2015-10-26T06:49:00Z</dcterms:created>
  <dcterms:modified xsi:type="dcterms:W3CDTF">2015-10-28T08:54:00Z</dcterms:modified>
</cp:coreProperties>
</file>