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F60" w:rsidRPr="00F85051" w:rsidRDefault="00247F60" w:rsidP="008E491B">
      <w:pPr>
        <w:pStyle w:val="Title"/>
        <w:rPr>
          <w:lang w:val="ru-RU"/>
        </w:rPr>
      </w:pPr>
      <w:r w:rsidRPr="00F85051">
        <w:t>Державне підприємство "ЕНЕРГОРИНОК"</w:t>
      </w:r>
    </w:p>
    <w:p w:rsidR="00247F60" w:rsidRPr="00F85051" w:rsidRDefault="00247F60">
      <w:pPr>
        <w:jc w:val="center"/>
      </w:pPr>
    </w:p>
    <w:p w:rsidR="00247F60" w:rsidRPr="00F85051" w:rsidRDefault="00247F60">
      <w:pPr>
        <w:jc w:val="center"/>
      </w:pPr>
    </w:p>
    <w:tbl>
      <w:tblPr>
        <w:tblW w:w="10008" w:type="dxa"/>
        <w:tblLook w:val="0000"/>
      </w:tblPr>
      <w:tblGrid>
        <w:gridCol w:w="1368"/>
        <w:gridCol w:w="3420"/>
        <w:gridCol w:w="5220"/>
      </w:tblGrid>
      <w:tr w:rsidR="00247F60" w:rsidRPr="00F85051" w:rsidTr="004C23C7">
        <w:tc>
          <w:tcPr>
            <w:tcW w:w="1368" w:type="dxa"/>
          </w:tcPr>
          <w:p w:rsidR="00247F60" w:rsidRPr="00F85051" w:rsidRDefault="00247F60">
            <w:pPr>
              <w:jc w:val="center"/>
            </w:pPr>
          </w:p>
        </w:tc>
        <w:tc>
          <w:tcPr>
            <w:tcW w:w="3420" w:type="dxa"/>
          </w:tcPr>
          <w:p w:rsidR="00247F60" w:rsidRPr="00DC5E6B" w:rsidRDefault="00247F60">
            <w:pPr>
              <w:pStyle w:val="Heading5"/>
              <w:rPr>
                <w:noProof/>
                <w:lang w:val="ru-RU"/>
              </w:rPr>
            </w:pPr>
          </w:p>
        </w:tc>
        <w:tc>
          <w:tcPr>
            <w:tcW w:w="5220" w:type="dxa"/>
          </w:tcPr>
          <w:p w:rsidR="00247F60" w:rsidRPr="00DC5E6B" w:rsidRDefault="00247F60" w:rsidP="00BB5694">
            <w:pPr>
              <w:pStyle w:val="Heading5"/>
              <w:rPr>
                <w:noProof/>
                <w:lang w:val="ru-RU"/>
              </w:rPr>
            </w:pPr>
            <w:r w:rsidRPr="00DC5E6B">
              <w:rPr>
                <w:noProof/>
                <w:lang w:val="ru-RU"/>
              </w:rPr>
              <w:t>ЗАТВЕРДЖЕНО</w:t>
            </w:r>
          </w:p>
        </w:tc>
      </w:tr>
      <w:tr w:rsidR="00247F60" w:rsidRPr="00F85051" w:rsidTr="004C23C7">
        <w:tc>
          <w:tcPr>
            <w:tcW w:w="1368" w:type="dxa"/>
          </w:tcPr>
          <w:p w:rsidR="00247F60" w:rsidRPr="00F85051" w:rsidRDefault="00247F60">
            <w:pPr>
              <w:jc w:val="center"/>
            </w:pPr>
          </w:p>
        </w:tc>
        <w:tc>
          <w:tcPr>
            <w:tcW w:w="8640" w:type="dxa"/>
            <w:gridSpan w:val="2"/>
          </w:tcPr>
          <w:p w:rsidR="00247F60" w:rsidRPr="00DC5E6B" w:rsidRDefault="00247F60" w:rsidP="00B23E73">
            <w:pPr>
              <w:pStyle w:val="Heading5"/>
              <w:ind w:right="432"/>
              <w:rPr>
                <w:noProof/>
              </w:rPr>
            </w:pPr>
            <w:r w:rsidRPr="00DC5E6B">
              <w:rPr>
                <w:noProof/>
                <w:lang w:val="ru-RU"/>
              </w:rPr>
              <w:t xml:space="preserve">                             </w:t>
            </w:r>
            <w:r>
              <w:rPr>
                <w:noProof/>
                <w:lang w:val="ru-RU"/>
              </w:rPr>
              <w:t xml:space="preserve">                       </w:t>
            </w:r>
            <w:r w:rsidRPr="00DC5E6B">
              <w:rPr>
                <w:noProof/>
                <w:lang w:val="ru-RU"/>
              </w:rPr>
              <w:t>рішенням тендерного комітету</w:t>
            </w:r>
            <w:r w:rsidRPr="00DC5E6B">
              <w:rPr>
                <w:noProof/>
              </w:rPr>
              <w:t xml:space="preserve"> </w:t>
            </w:r>
          </w:p>
          <w:p w:rsidR="00247F60" w:rsidRPr="00A50D5E" w:rsidRDefault="00247F60" w:rsidP="009B19F6">
            <w:pPr>
              <w:pStyle w:val="Heading5"/>
              <w:rPr>
                <w:noProof/>
              </w:rPr>
            </w:pPr>
            <w:r w:rsidRPr="00DC5E6B">
              <w:rPr>
                <w:noProof/>
                <w:lang w:val="ru-RU"/>
              </w:rPr>
              <w:t xml:space="preserve">                                 </w:t>
            </w:r>
            <w:r>
              <w:rPr>
                <w:noProof/>
                <w:lang w:val="ru-RU"/>
              </w:rPr>
              <w:t xml:space="preserve">                    </w:t>
            </w:r>
            <w:r w:rsidRPr="00707A80">
              <w:rPr>
                <w:noProof/>
                <w:lang w:val="ru-RU"/>
              </w:rPr>
              <w:t xml:space="preserve">          </w:t>
            </w:r>
            <w:r>
              <w:rPr>
                <w:noProof/>
                <w:lang w:val="ru-RU"/>
              </w:rPr>
              <w:t xml:space="preserve"> </w:t>
            </w:r>
            <w:r w:rsidRPr="00DC5E6B">
              <w:rPr>
                <w:noProof/>
                <w:lang w:val="ru-RU"/>
              </w:rPr>
              <w:t xml:space="preserve">від </w:t>
            </w:r>
            <w:r w:rsidRPr="00DF5C1A">
              <w:rPr>
                <w:noProof/>
                <w:u w:val="single"/>
                <w:lang w:val="ru-RU"/>
              </w:rPr>
              <w:t>1</w:t>
            </w:r>
            <w:r>
              <w:rPr>
                <w:noProof/>
                <w:u w:val="single"/>
                <w:lang w:val="ru-RU"/>
              </w:rPr>
              <w:t>3</w:t>
            </w:r>
            <w:r w:rsidRPr="00DF5C1A">
              <w:rPr>
                <w:noProof/>
                <w:u w:val="single"/>
                <w:lang w:val="ru-RU"/>
              </w:rPr>
              <w:t>.06.2016</w:t>
            </w:r>
            <w:r w:rsidRPr="00DF5C1A">
              <w:rPr>
                <w:noProof/>
                <w:lang w:val="ru-RU"/>
              </w:rPr>
              <w:t xml:space="preserve">№ </w:t>
            </w:r>
            <w:r w:rsidRPr="00D16482">
              <w:rPr>
                <w:noProof/>
                <w:u w:val="single"/>
              </w:rPr>
              <w:t>47/06ТК-РПзПЗ10-1</w:t>
            </w:r>
          </w:p>
        </w:tc>
      </w:tr>
      <w:tr w:rsidR="00247F60" w:rsidRPr="00F85051" w:rsidTr="001921D8">
        <w:tc>
          <w:tcPr>
            <w:tcW w:w="1368" w:type="dxa"/>
          </w:tcPr>
          <w:p w:rsidR="00247F60" w:rsidRPr="00F85051" w:rsidRDefault="00247F60">
            <w:pPr>
              <w:jc w:val="center"/>
            </w:pPr>
          </w:p>
        </w:tc>
        <w:tc>
          <w:tcPr>
            <w:tcW w:w="8640" w:type="dxa"/>
            <w:gridSpan w:val="2"/>
            <w:vAlign w:val="bottom"/>
          </w:tcPr>
          <w:p w:rsidR="00247F60" w:rsidRPr="00DC5E6B" w:rsidRDefault="00247F60" w:rsidP="00DF6814">
            <w:pPr>
              <w:jc w:val="center"/>
              <w:rPr>
                <w:b/>
                <w:bCs/>
                <w:lang w:val="uk-UA"/>
              </w:rPr>
            </w:pPr>
            <w:r w:rsidRPr="00DC5E6B">
              <w:rPr>
                <w:b/>
                <w:bCs/>
                <w:lang w:val="uk-UA"/>
              </w:rPr>
              <w:t xml:space="preserve">                                                          ГОЛОВА ТЕНДЕРНОГО КОМІТЕТУ </w:t>
            </w:r>
          </w:p>
        </w:tc>
      </w:tr>
      <w:tr w:rsidR="00247F60" w:rsidRPr="00F85051" w:rsidTr="004C23C7">
        <w:tc>
          <w:tcPr>
            <w:tcW w:w="1368" w:type="dxa"/>
          </w:tcPr>
          <w:p w:rsidR="00247F60" w:rsidRPr="00F85051" w:rsidRDefault="00247F60">
            <w:pPr>
              <w:jc w:val="center"/>
            </w:pPr>
          </w:p>
        </w:tc>
        <w:tc>
          <w:tcPr>
            <w:tcW w:w="8640" w:type="dxa"/>
            <w:gridSpan w:val="2"/>
          </w:tcPr>
          <w:p w:rsidR="00247F60" w:rsidRPr="00F85051" w:rsidRDefault="00247F60" w:rsidP="00A75D35">
            <w:pPr>
              <w:jc w:val="center"/>
              <w:rPr>
                <w:b/>
                <w:bCs/>
                <w:szCs w:val="28"/>
                <w:lang w:val="uk-UA"/>
              </w:rPr>
            </w:pPr>
            <w:r w:rsidRPr="00BB416D">
              <w:rPr>
                <w:b/>
                <w:bCs/>
                <w:szCs w:val="28"/>
              </w:rPr>
              <w:t xml:space="preserve">                                                                   </w:t>
            </w:r>
          </w:p>
          <w:p w:rsidR="00247F60" w:rsidRPr="00F85051" w:rsidRDefault="00247F60" w:rsidP="00B23E73">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Є.В. Кудінов</w:t>
            </w:r>
          </w:p>
        </w:tc>
      </w:tr>
    </w:tbl>
    <w:p w:rsidR="00247F60" w:rsidRPr="00F85051" w:rsidRDefault="00247F60">
      <w:pPr>
        <w:jc w:val="center"/>
      </w:pPr>
    </w:p>
    <w:p w:rsidR="00247F60" w:rsidRPr="00F85051" w:rsidRDefault="00247F60">
      <w:pPr>
        <w:jc w:val="center"/>
      </w:pPr>
    </w:p>
    <w:p w:rsidR="00247F60" w:rsidRPr="00F85051" w:rsidRDefault="00247F60">
      <w:pPr>
        <w:jc w:val="center"/>
      </w:pPr>
    </w:p>
    <w:p w:rsidR="00247F60" w:rsidRPr="00F85051" w:rsidRDefault="00247F60">
      <w:pPr>
        <w:jc w:val="center"/>
      </w:pPr>
    </w:p>
    <w:p w:rsidR="00247F60" w:rsidRPr="00F85051" w:rsidRDefault="00247F60">
      <w:pPr>
        <w:jc w:val="center"/>
      </w:pPr>
    </w:p>
    <w:p w:rsidR="00247F60" w:rsidRPr="00F85051" w:rsidRDefault="00247F60">
      <w:pPr>
        <w:jc w:val="center"/>
      </w:pPr>
    </w:p>
    <w:p w:rsidR="00247F60" w:rsidRPr="00F85051" w:rsidRDefault="00247F60">
      <w:pPr>
        <w:jc w:val="center"/>
      </w:pPr>
    </w:p>
    <w:p w:rsidR="00247F60" w:rsidRPr="00F85051" w:rsidRDefault="00247F60">
      <w:pPr>
        <w:jc w:val="center"/>
      </w:pPr>
    </w:p>
    <w:p w:rsidR="00247F60" w:rsidRPr="00F85051" w:rsidRDefault="00247F60">
      <w:pPr>
        <w:pStyle w:val="Heading1"/>
        <w:rPr>
          <w:sz w:val="40"/>
        </w:rPr>
      </w:pPr>
      <w:r>
        <w:rPr>
          <w:sz w:val="40"/>
        </w:rPr>
        <w:t xml:space="preserve">ТЕНДЕРНА </w:t>
      </w:r>
      <w:r w:rsidRPr="00F85051">
        <w:rPr>
          <w:sz w:val="40"/>
        </w:rPr>
        <w:t xml:space="preserve">ДОКУМЕНТАЦІЯ </w:t>
      </w:r>
    </w:p>
    <w:p w:rsidR="00247F60" w:rsidRPr="00F85051" w:rsidRDefault="00247F60">
      <w:pPr>
        <w:jc w:val="center"/>
        <w:rPr>
          <w:sz w:val="36"/>
          <w:lang w:val="uk-UA"/>
        </w:rPr>
      </w:pPr>
      <w:r w:rsidRPr="00F85051">
        <w:rPr>
          <w:sz w:val="36"/>
          <w:lang w:val="uk-UA"/>
        </w:rPr>
        <w:t>(відкриті торги)</w:t>
      </w:r>
    </w:p>
    <w:p w:rsidR="00247F60" w:rsidRPr="00F85051" w:rsidRDefault="00247F60">
      <w:pPr>
        <w:jc w:val="center"/>
        <w:rPr>
          <w:sz w:val="36"/>
          <w:lang w:val="uk-UA"/>
        </w:rPr>
      </w:pPr>
    </w:p>
    <w:p w:rsidR="00247F60" w:rsidRPr="00F85051" w:rsidRDefault="00247F60">
      <w:pPr>
        <w:jc w:val="center"/>
        <w:rPr>
          <w:sz w:val="36"/>
          <w:lang w:val="uk-UA"/>
        </w:rPr>
      </w:pPr>
      <w:r w:rsidRPr="00F85051">
        <w:rPr>
          <w:sz w:val="36"/>
          <w:lang w:val="uk-UA"/>
        </w:rPr>
        <w:t>на закупівлю</w:t>
      </w:r>
    </w:p>
    <w:p w:rsidR="00247F60" w:rsidRDefault="00247F60">
      <w:pPr>
        <w:jc w:val="center"/>
        <w:rPr>
          <w:sz w:val="36"/>
          <w:lang w:val="uk-UA"/>
        </w:rPr>
      </w:pPr>
    </w:p>
    <w:p w:rsidR="00247F60" w:rsidRDefault="00247F60">
      <w:pPr>
        <w:jc w:val="center"/>
        <w:rPr>
          <w:sz w:val="36"/>
          <w:lang w:val="uk-UA"/>
        </w:rPr>
      </w:pPr>
    </w:p>
    <w:p w:rsidR="00247F60" w:rsidRPr="002F6BF5" w:rsidRDefault="00247F60">
      <w:pPr>
        <w:jc w:val="center"/>
        <w:rPr>
          <w:sz w:val="32"/>
          <w:szCs w:val="32"/>
          <w:lang w:val="uk-UA"/>
        </w:rPr>
      </w:pPr>
    </w:p>
    <w:p w:rsidR="00247F60" w:rsidRPr="00C70287" w:rsidRDefault="00247F60" w:rsidP="00747F0B">
      <w:pPr>
        <w:tabs>
          <w:tab w:val="left" w:pos="2160"/>
          <w:tab w:val="left" w:pos="3600"/>
        </w:tabs>
        <w:jc w:val="center"/>
        <w:rPr>
          <w:b/>
          <w:bCs/>
          <w:sz w:val="32"/>
          <w:szCs w:val="32"/>
          <w:lang w:val="uk-UA"/>
        </w:rPr>
      </w:pPr>
    </w:p>
    <w:p w:rsidR="00247F60" w:rsidRPr="005E4BFB" w:rsidRDefault="00247F60"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 xml:space="preserve">Код ДК 016:2010 – </w:t>
      </w:r>
      <w:r w:rsidRPr="005E4BFB">
        <w:rPr>
          <w:bCs/>
          <w:i/>
          <w:color w:val="000000"/>
          <w:sz w:val="28"/>
          <w:szCs w:val="28"/>
          <w:lang w:val="uk-UA"/>
        </w:rPr>
        <w:t>64.19.2</w:t>
      </w:r>
      <w:r>
        <w:rPr>
          <w:bCs/>
          <w:i/>
          <w:color w:val="000000"/>
          <w:sz w:val="28"/>
          <w:szCs w:val="28"/>
          <w:lang w:val="uk-UA"/>
        </w:rPr>
        <w:t xml:space="preserve"> </w:t>
      </w:r>
      <w:r w:rsidRPr="005E4BFB">
        <w:rPr>
          <w:bCs/>
          <w:i/>
          <w:color w:val="000000"/>
          <w:sz w:val="28"/>
          <w:szCs w:val="28"/>
          <w:lang w:val="uk-UA"/>
        </w:rPr>
        <w:t>"Послуги щодо надання к</w:t>
      </w:r>
      <w:r>
        <w:rPr>
          <w:bCs/>
          <w:i/>
          <w:color w:val="000000"/>
          <w:sz w:val="28"/>
          <w:szCs w:val="28"/>
          <w:lang w:val="uk-UA"/>
        </w:rPr>
        <w:t>редитів банківськими установами"</w:t>
      </w:r>
    </w:p>
    <w:p w:rsidR="00247F60" w:rsidRPr="00BA14EC" w:rsidRDefault="00247F60" w:rsidP="00BA14EC">
      <w:pPr>
        <w:widowControl w:val="0"/>
        <w:autoSpaceDE w:val="0"/>
        <w:autoSpaceDN w:val="0"/>
        <w:adjustRightInd w:val="0"/>
        <w:jc w:val="center"/>
        <w:rPr>
          <w:bCs/>
          <w:i/>
          <w:color w:val="000000"/>
          <w:sz w:val="28"/>
          <w:szCs w:val="28"/>
          <w:lang w:val="uk-UA"/>
        </w:rPr>
      </w:pPr>
      <w:r w:rsidRPr="00AA340B">
        <w:rPr>
          <w:bCs/>
          <w:i/>
          <w:color w:val="000000"/>
          <w:sz w:val="28"/>
          <w:szCs w:val="28"/>
          <w:lang w:val="uk-UA"/>
        </w:rPr>
        <w:t>(код СРV ДК</w:t>
      </w:r>
      <w:r>
        <w:rPr>
          <w:bCs/>
          <w:i/>
          <w:color w:val="000000"/>
          <w:sz w:val="28"/>
          <w:szCs w:val="28"/>
          <w:lang w:val="uk-UA"/>
        </w:rPr>
        <w:t xml:space="preserve"> </w:t>
      </w:r>
      <w:r w:rsidRPr="00AA340B">
        <w:rPr>
          <w:bCs/>
          <w:i/>
          <w:color w:val="000000"/>
          <w:sz w:val="28"/>
          <w:szCs w:val="28"/>
          <w:lang w:val="uk-UA"/>
        </w:rPr>
        <w:t xml:space="preserve">021:2015 – </w:t>
      </w:r>
      <w:r w:rsidRPr="005E4BFB">
        <w:rPr>
          <w:bCs/>
          <w:i/>
          <w:color w:val="000000"/>
          <w:sz w:val="28"/>
          <w:szCs w:val="28"/>
          <w:lang w:val="uk-UA"/>
        </w:rPr>
        <w:t>66113000-5</w:t>
      </w:r>
      <w:r>
        <w:rPr>
          <w:bCs/>
          <w:i/>
          <w:color w:val="000000"/>
          <w:sz w:val="28"/>
          <w:szCs w:val="28"/>
          <w:lang w:val="uk-UA"/>
        </w:rPr>
        <w:t xml:space="preserve"> </w:t>
      </w:r>
      <w:r w:rsidRPr="005E4BFB">
        <w:rPr>
          <w:bCs/>
          <w:i/>
          <w:color w:val="000000"/>
          <w:sz w:val="28"/>
          <w:szCs w:val="28"/>
          <w:lang w:val="uk-UA"/>
        </w:rPr>
        <w:t>Послуги з кредитування</w:t>
      </w:r>
      <w:r w:rsidRPr="00BA14EC">
        <w:rPr>
          <w:i/>
          <w:lang w:val="uk-UA"/>
        </w:rPr>
        <w:t>)</w:t>
      </w:r>
      <w:r>
        <w:rPr>
          <w:b/>
          <w:bCs/>
          <w:i/>
          <w:sz w:val="28"/>
          <w:szCs w:val="28"/>
          <w:lang w:val="uk-UA"/>
        </w:rPr>
        <w:t>(</w:t>
      </w:r>
      <w:r w:rsidRPr="005E4BFB">
        <w:rPr>
          <w:lang w:val="uk-UA"/>
        </w:rPr>
        <w:t xml:space="preserve"> </w:t>
      </w:r>
      <w:r>
        <w:rPr>
          <w:b/>
          <w:bCs/>
          <w:i/>
          <w:sz w:val="28"/>
          <w:szCs w:val="28"/>
          <w:lang w:val="uk-UA"/>
        </w:rPr>
        <w:t>в</w:t>
      </w:r>
      <w:r w:rsidRPr="005E4BFB">
        <w:rPr>
          <w:b/>
          <w:bCs/>
          <w:i/>
          <w:sz w:val="28"/>
          <w:szCs w:val="28"/>
          <w:lang w:val="uk-UA"/>
        </w:rPr>
        <w:t>ідкриття відновлювальної кредитної лінії</w:t>
      </w:r>
      <w:r>
        <w:rPr>
          <w:b/>
          <w:bCs/>
          <w:i/>
          <w:sz w:val="28"/>
          <w:szCs w:val="28"/>
          <w:lang w:val="uk-UA"/>
        </w:rPr>
        <w:t xml:space="preserve"> 4</w:t>
      </w:r>
      <w:r w:rsidRPr="005E4BFB">
        <w:rPr>
          <w:b/>
          <w:bCs/>
          <w:i/>
          <w:sz w:val="28"/>
          <w:szCs w:val="28"/>
          <w:lang w:val="uk-UA"/>
        </w:rPr>
        <w:t>00 млн. грн.</w:t>
      </w:r>
      <w:r>
        <w:rPr>
          <w:b/>
          <w:bCs/>
          <w:i/>
          <w:sz w:val="28"/>
          <w:szCs w:val="28"/>
          <w:lang w:val="uk-UA"/>
        </w:rPr>
        <w:t>)</w:t>
      </w:r>
    </w:p>
    <w:p w:rsidR="00247F60" w:rsidRPr="00F85051" w:rsidRDefault="00247F60">
      <w:pPr>
        <w:jc w:val="center"/>
        <w:rPr>
          <w:sz w:val="36"/>
          <w:lang w:val="uk-UA"/>
        </w:rPr>
      </w:pPr>
    </w:p>
    <w:p w:rsidR="00247F60" w:rsidRPr="00F85051" w:rsidRDefault="00247F60">
      <w:pPr>
        <w:jc w:val="center"/>
        <w:rPr>
          <w:sz w:val="36"/>
          <w:lang w:val="uk-UA"/>
        </w:rPr>
      </w:pPr>
    </w:p>
    <w:p w:rsidR="00247F60" w:rsidRPr="009F6E34" w:rsidRDefault="00247F60">
      <w:pPr>
        <w:jc w:val="center"/>
        <w:rPr>
          <w:sz w:val="36"/>
          <w:lang w:val="uk-UA"/>
        </w:rPr>
      </w:pPr>
    </w:p>
    <w:p w:rsidR="00247F60" w:rsidRPr="00ED611D" w:rsidRDefault="00247F60">
      <w:pPr>
        <w:jc w:val="center"/>
        <w:rPr>
          <w:sz w:val="36"/>
          <w:lang w:val="uk-UA"/>
        </w:rPr>
      </w:pPr>
    </w:p>
    <w:p w:rsidR="00247F60" w:rsidRPr="00F85051" w:rsidRDefault="00247F60">
      <w:pPr>
        <w:jc w:val="center"/>
        <w:rPr>
          <w:sz w:val="36"/>
          <w:lang w:val="uk-UA"/>
        </w:rPr>
      </w:pPr>
    </w:p>
    <w:p w:rsidR="00247F60" w:rsidRPr="00F85051" w:rsidRDefault="00247F60">
      <w:pPr>
        <w:jc w:val="center"/>
        <w:rPr>
          <w:sz w:val="36"/>
          <w:lang w:val="uk-UA"/>
        </w:rPr>
      </w:pPr>
    </w:p>
    <w:p w:rsidR="00247F60" w:rsidRPr="00F85051" w:rsidRDefault="00247F60">
      <w:pPr>
        <w:jc w:val="center"/>
        <w:rPr>
          <w:sz w:val="36"/>
          <w:lang w:val="uk-UA"/>
        </w:rPr>
      </w:pPr>
    </w:p>
    <w:p w:rsidR="00247F60" w:rsidRPr="00F85051" w:rsidRDefault="00247F60">
      <w:pPr>
        <w:jc w:val="center"/>
        <w:rPr>
          <w:sz w:val="36"/>
          <w:lang w:val="uk-UA"/>
        </w:rPr>
      </w:pPr>
    </w:p>
    <w:p w:rsidR="00247F60" w:rsidRPr="00F85051" w:rsidRDefault="00247F60">
      <w:pPr>
        <w:jc w:val="center"/>
        <w:rPr>
          <w:sz w:val="36"/>
          <w:lang w:val="uk-UA"/>
        </w:rPr>
      </w:pPr>
    </w:p>
    <w:p w:rsidR="00247F60" w:rsidRPr="00BA14EC" w:rsidRDefault="00247F60">
      <w:pPr>
        <w:jc w:val="center"/>
        <w:rPr>
          <w:sz w:val="32"/>
          <w:lang w:val="uk-UA"/>
        </w:rPr>
      </w:pPr>
      <w:r w:rsidRPr="00F85051">
        <w:rPr>
          <w:sz w:val="32"/>
          <w:lang w:val="uk-UA"/>
        </w:rPr>
        <w:t>м. Київ – 201</w:t>
      </w:r>
      <w:r>
        <w:rPr>
          <w:sz w:val="32"/>
          <w:lang w:val="uk-UA"/>
        </w:rPr>
        <w:t>6</w:t>
      </w:r>
    </w:p>
    <w:p w:rsidR="00247F60" w:rsidRDefault="00247F60" w:rsidP="003C7176">
      <w:pPr>
        <w:pStyle w:val="Heading1"/>
        <w:ind w:left="180"/>
        <w:rPr>
          <w:bCs/>
        </w:rPr>
      </w:pPr>
    </w:p>
    <w:p w:rsidR="00247F60" w:rsidRDefault="00247F60" w:rsidP="002312CC">
      <w:pPr>
        <w:rPr>
          <w:lang w:val="uk-UA"/>
        </w:rPr>
      </w:pPr>
    </w:p>
    <w:p w:rsidR="00247F60" w:rsidRDefault="00247F60" w:rsidP="002312CC">
      <w:pPr>
        <w:rPr>
          <w:lang w:val="uk-UA"/>
        </w:rPr>
      </w:pPr>
    </w:p>
    <w:p w:rsidR="00247F60" w:rsidRDefault="00247F60" w:rsidP="002312CC">
      <w:pPr>
        <w:rPr>
          <w:lang w:val="uk-UA"/>
        </w:rPr>
      </w:pPr>
    </w:p>
    <w:p w:rsidR="00247F60" w:rsidRPr="002312CC" w:rsidRDefault="00247F60" w:rsidP="002312CC">
      <w:pPr>
        <w:rPr>
          <w:lang w:val="uk-UA"/>
        </w:rPr>
      </w:pPr>
    </w:p>
    <w:p w:rsidR="00247F60" w:rsidRPr="00F85051" w:rsidRDefault="00247F60" w:rsidP="003C7176">
      <w:pPr>
        <w:pStyle w:val="Heading1"/>
        <w:ind w:left="180"/>
        <w:rPr>
          <w:bCs/>
        </w:rPr>
      </w:pPr>
      <w:r w:rsidRPr="00F85051">
        <w:rPr>
          <w:bCs/>
        </w:rPr>
        <w:t>ЗМІСТ</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9"/>
        <w:gridCol w:w="124"/>
        <w:gridCol w:w="1946"/>
        <w:gridCol w:w="7889"/>
      </w:tblGrid>
      <w:tr w:rsidR="00247F60" w:rsidRPr="00BA14EC" w:rsidTr="00713D95">
        <w:trPr>
          <w:trHeight w:val="143"/>
        </w:trPr>
        <w:tc>
          <w:tcPr>
            <w:tcW w:w="10368" w:type="dxa"/>
            <w:gridSpan w:val="4"/>
          </w:tcPr>
          <w:p w:rsidR="00247F60" w:rsidRPr="00117BCB" w:rsidRDefault="00247F60"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247F60" w:rsidRPr="00BA14EC" w:rsidTr="00713D95">
        <w:trPr>
          <w:trHeight w:val="146"/>
        </w:trPr>
        <w:tc>
          <w:tcPr>
            <w:tcW w:w="533" w:type="dxa"/>
            <w:gridSpan w:val="2"/>
          </w:tcPr>
          <w:p w:rsidR="00247F60" w:rsidRPr="00117BCB" w:rsidRDefault="00247F60" w:rsidP="00117BCB">
            <w:pPr>
              <w:jc w:val="center"/>
              <w:rPr>
                <w:sz w:val="28"/>
                <w:lang w:val="uk-UA"/>
              </w:rPr>
            </w:pPr>
            <w:r w:rsidRPr="00117BCB">
              <w:rPr>
                <w:b/>
                <w:lang w:val="uk-UA"/>
              </w:rPr>
              <w:t>1.</w:t>
            </w:r>
          </w:p>
        </w:tc>
        <w:tc>
          <w:tcPr>
            <w:tcW w:w="9835" w:type="dxa"/>
            <w:gridSpan w:val="2"/>
          </w:tcPr>
          <w:p w:rsidR="00247F60" w:rsidRPr="00117BCB" w:rsidRDefault="00247F60" w:rsidP="004A734E">
            <w:pPr>
              <w:rPr>
                <w:lang w:val="uk-UA"/>
              </w:rPr>
            </w:pPr>
            <w:r w:rsidRPr="00117BCB">
              <w:rPr>
                <w:b/>
                <w:lang w:val="uk-UA"/>
              </w:rPr>
              <w:t xml:space="preserve">Терміни, які вживаються в тендерній документації </w:t>
            </w:r>
          </w:p>
        </w:tc>
      </w:tr>
      <w:tr w:rsidR="00247F60" w:rsidRPr="00F85051" w:rsidTr="00713D95">
        <w:trPr>
          <w:trHeight w:val="136"/>
        </w:trPr>
        <w:tc>
          <w:tcPr>
            <w:tcW w:w="533" w:type="dxa"/>
            <w:gridSpan w:val="2"/>
          </w:tcPr>
          <w:p w:rsidR="00247F60" w:rsidRPr="00117BCB" w:rsidRDefault="00247F60" w:rsidP="00117BCB">
            <w:pPr>
              <w:jc w:val="center"/>
              <w:rPr>
                <w:sz w:val="28"/>
                <w:lang w:val="uk-UA"/>
              </w:rPr>
            </w:pPr>
            <w:r w:rsidRPr="00117BCB">
              <w:rPr>
                <w:b/>
                <w:lang w:val="uk-UA"/>
              </w:rPr>
              <w:t>2.</w:t>
            </w:r>
          </w:p>
        </w:tc>
        <w:tc>
          <w:tcPr>
            <w:tcW w:w="9835" w:type="dxa"/>
            <w:gridSpan w:val="2"/>
          </w:tcPr>
          <w:p w:rsidR="00247F60" w:rsidRPr="00117BCB" w:rsidRDefault="00247F60" w:rsidP="00117BCB">
            <w:pPr>
              <w:tabs>
                <w:tab w:val="left" w:pos="2160"/>
                <w:tab w:val="left" w:pos="3600"/>
              </w:tabs>
              <w:rPr>
                <w:b/>
                <w:lang w:val="uk-UA"/>
              </w:rPr>
            </w:pPr>
            <w:r w:rsidRPr="00117BCB">
              <w:rPr>
                <w:b/>
                <w:lang w:val="uk-UA"/>
              </w:rPr>
              <w:t>Інформація про замовника торгів</w:t>
            </w:r>
          </w:p>
        </w:tc>
      </w:tr>
      <w:tr w:rsidR="00247F60" w:rsidRPr="00F85051" w:rsidTr="00713D95">
        <w:trPr>
          <w:trHeight w:val="130"/>
        </w:trPr>
        <w:tc>
          <w:tcPr>
            <w:tcW w:w="533" w:type="dxa"/>
            <w:gridSpan w:val="2"/>
          </w:tcPr>
          <w:p w:rsidR="00247F60" w:rsidRPr="00117BCB" w:rsidRDefault="00247F60" w:rsidP="00117BCB">
            <w:pPr>
              <w:jc w:val="center"/>
              <w:rPr>
                <w:sz w:val="28"/>
                <w:lang w:val="uk-UA"/>
              </w:rPr>
            </w:pPr>
            <w:r w:rsidRPr="00117BCB">
              <w:rPr>
                <w:b/>
                <w:lang w:val="uk-UA"/>
              </w:rPr>
              <w:t>3.</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Процедура закупівлі</w:t>
            </w:r>
          </w:p>
        </w:tc>
      </w:tr>
      <w:tr w:rsidR="00247F60" w:rsidRPr="00F85051" w:rsidTr="00713D95">
        <w:trPr>
          <w:trHeight w:val="130"/>
        </w:trPr>
        <w:tc>
          <w:tcPr>
            <w:tcW w:w="533" w:type="dxa"/>
            <w:gridSpan w:val="2"/>
          </w:tcPr>
          <w:p w:rsidR="00247F60" w:rsidRPr="00117BCB" w:rsidRDefault="00247F60" w:rsidP="00117BCB">
            <w:pPr>
              <w:jc w:val="center"/>
              <w:rPr>
                <w:b/>
                <w:lang w:val="uk-UA"/>
              </w:rPr>
            </w:pPr>
            <w:r w:rsidRPr="00117BCB">
              <w:rPr>
                <w:b/>
                <w:lang w:val="uk-UA"/>
              </w:rPr>
              <w:t xml:space="preserve">4. </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Інформація про предмет закупівлі</w:t>
            </w:r>
          </w:p>
        </w:tc>
      </w:tr>
      <w:tr w:rsidR="00247F60" w:rsidRPr="00F85051" w:rsidTr="00713D95">
        <w:trPr>
          <w:trHeight w:val="248"/>
        </w:trPr>
        <w:tc>
          <w:tcPr>
            <w:tcW w:w="533" w:type="dxa"/>
            <w:gridSpan w:val="2"/>
          </w:tcPr>
          <w:p w:rsidR="00247F60" w:rsidRPr="00117BCB" w:rsidRDefault="00247F60" w:rsidP="00117BCB">
            <w:pPr>
              <w:jc w:val="center"/>
              <w:rPr>
                <w:sz w:val="28"/>
                <w:lang w:val="uk-UA"/>
              </w:rPr>
            </w:pPr>
            <w:r w:rsidRPr="00117BCB">
              <w:rPr>
                <w:b/>
                <w:lang w:val="uk-UA"/>
              </w:rPr>
              <w:t>5.</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Недискримінація учасників</w:t>
            </w:r>
          </w:p>
        </w:tc>
      </w:tr>
      <w:tr w:rsidR="00247F60" w:rsidRPr="00F85051" w:rsidTr="00713D95">
        <w:tc>
          <w:tcPr>
            <w:tcW w:w="533" w:type="dxa"/>
            <w:gridSpan w:val="2"/>
          </w:tcPr>
          <w:p w:rsidR="00247F60" w:rsidRPr="00117BCB" w:rsidRDefault="00247F60" w:rsidP="00117BCB">
            <w:pPr>
              <w:jc w:val="center"/>
              <w:rPr>
                <w:sz w:val="28"/>
                <w:lang w:val="uk-UA"/>
              </w:rPr>
            </w:pPr>
            <w:r w:rsidRPr="00117BCB">
              <w:rPr>
                <w:b/>
                <w:lang w:val="uk-UA"/>
              </w:rPr>
              <w:t>6.</w:t>
            </w:r>
          </w:p>
        </w:tc>
        <w:tc>
          <w:tcPr>
            <w:tcW w:w="9835" w:type="dxa"/>
            <w:gridSpan w:val="2"/>
          </w:tcPr>
          <w:p w:rsidR="00247F60" w:rsidRPr="00117BCB" w:rsidRDefault="00247F60"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247F60" w:rsidRPr="00F85051" w:rsidTr="00713D95">
        <w:tc>
          <w:tcPr>
            <w:tcW w:w="533" w:type="dxa"/>
            <w:gridSpan w:val="2"/>
          </w:tcPr>
          <w:p w:rsidR="00247F60" w:rsidRPr="00117BCB" w:rsidRDefault="00247F60" w:rsidP="00117BCB">
            <w:pPr>
              <w:jc w:val="center"/>
              <w:rPr>
                <w:sz w:val="28"/>
                <w:lang w:val="uk-UA"/>
              </w:rPr>
            </w:pPr>
            <w:r w:rsidRPr="00117BCB">
              <w:rPr>
                <w:b/>
                <w:lang w:val="uk-UA"/>
              </w:rPr>
              <w:t>7.</w:t>
            </w:r>
          </w:p>
        </w:tc>
        <w:tc>
          <w:tcPr>
            <w:tcW w:w="9835" w:type="dxa"/>
            <w:gridSpan w:val="2"/>
          </w:tcPr>
          <w:p w:rsidR="00247F60" w:rsidRPr="00117BCB" w:rsidRDefault="00247F60"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247F60" w:rsidRPr="00F85051" w:rsidTr="00713D95">
        <w:trPr>
          <w:trHeight w:val="635"/>
        </w:trPr>
        <w:tc>
          <w:tcPr>
            <w:tcW w:w="10368" w:type="dxa"/>
            <w:gridSpan w:val="4"/>
          </w:tcPr>
          <w:p w:rsidR="00247F60" w:rsidRPr="00117BCB" w:rsidRDefault="00247F60" w:rsidP="00155325">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247F60" w:rsidRPr="00F85051" w:rsidTr="00713D95">
        <w:trPr>
          <w:trHeight w:val="132"/>
        </w:trPr>
        <w:tc>
          <w:tcPr>
            <w:tcW w:w="533" w:type="dxa"/>
            <w:gridSpan w:val="2"/>
          </w:tcPr>
          <w:p w:rsidR="00247F60" w:rsidRPr="00117BCB" w:rsidRDefault="00247F60" w:rsidP="00117BCB">
            <w:pPr>
              <w:jc w:val="center"/>
              <w:rPr>
                <w:b/>
                <w:lang w:val="uk-UA"/>
              </w:rPr>
            </w:pPr>
            <w:r w:rsidRPr="00117BCB">
              <w:rPr>
                <w:b/>
                <w:lang w:val="uk-UA"/>
              </w:rPr>
              <w:t>1.</w:t>
            </w:r>
          </w:p>
        </w:tc>
        <w:tc>
          <w:tcPr>
            <w:tcW w:w="9835" w:type="dxa"/>
            <w:gridSpan w:val="2"/>
          </w:tcPr>
          <w:p w:rsidR="00247F60" w:rsidRPr="00117BCB" w:rsidRDefault="00247F60"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247F60" w:rsidRPr="00F85051" w:rsidTr="00713D95">
        <w:tc>
          <w:tcPr>
            <w:tcW w:w="533" w:type="dxa"/>
            <w:gridSpan w:val="2"/>
          </w:tcPr>
          <w:p w:rsidR="00247F60" w:rsidRPr="00117BCB" w:rsidRDefault="00247F60" w:rsidP="00117BCB">
            <w:pPr>
              <w:jc w:val="center"/>
              <w:rPr>
                <w:sz w:val="28"/>
                <w:lang w:val="uk-UA"/>
              </w:rPr>
            </w:pPr>
            <w:r w:rsidRPr="00117BCB">
              <w:rPr>
                <w:b/>
                <w:lang w:val="uk-UA"/>
              </w:rPr>
              <w:t>2.</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Унесення змін до тендерної документації</w:t>
            </w:r>
          </w:p>
        </w:tc>
      </w:tr>
      <w:tr w:rsidR="00247F60" w:rsidRPr="00F85051" w:rsidTr="00713D95">
        <w:tc>
          <w:tcPr>
            <w:tcW w:w="10368" w:type="dxa"/>
            <w:gridSpan w:val="4"/>
          </w:tcPr>
          <w:p w:rsidR="00247F60" w:rsidRPr="00117BCB" w:rsidRDefault="00247F60"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247F60" w:rsidRPr="00F85051" w:rsidTr="00713D95">
        <w:tc>
          <w:tcPr>
            <w:tcW w:w="533" w:type="dxa"/>
            <w:gridSpan w:val="2"/>
          </w:tcPr>
          <w:p w:rsidR="00247F60" w:rsidRPr="00117BCB" w:rsidRDefault="00247F60" w:rsidP="00117BCB">
            <w:pPr>
              <w:jc w:val="center"/>
              <w:rPr>
                <w:b/>
                <w:lang w:val="uk-UA"/>
              </w:rPr>
            </w:pPr>
            <w:r w:rsidRPr="00117BCB">
              <w:rPr>
                <w:b/>
                <w:lang w:val="uk-UA"/>
              </w:rPr>
              <w:t>1.</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247F60" w:rsidRPr="00F85051" w:rsidTr="00713D95">
        <w:tc>
          <w:tcPr>
            <w:tcW w:w="533" w:type="dxa"/>
            <w:gridSpan w:val="2"/>
          </w:tcPr>
          <w:p w:rsidR="00247F60" w:rsidRPr="00117BCB" w:rsidRDefault="00247F60" w:rsidP="00117BCB">
            <w:pPr>
              <w:jc w:val="center"/>
              <w:rPr>
                <w:sz w:val="28"/>
                <w:lang w:val="uk-UA"/>
              </w:rPr>
            </w:pPr>
            <w:r w:rsidRPr="00117BCB">
              <w:rPr>
                <w:b/>
                <w:lang w:val="uk-UA"/>
              </w:rPr>
              <w:t>2.</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 xml:space="preserve">Забезпечення тендерної пропозиції </w:t>
            </w:r>
          </w:p>
        </w:tc>
      </w:tr>
      <w:tr w:rsidR="00247F60" w:rsidRPr="00F85051" w:rsidTr="00713D95">
        <w:tc>
          <w:tcPr>
            <w:tcW w:w="533" w:type="dxa"/>
            <w:gridSpan w:val="2"/>
          </w:tcPr>
          <w:p w:rsidR="00247F60" w:rsidRPr="00117BCB" w:rsidRDefault="00247F60" w:rsidP="00117BCB">
            <w:pPr>
              <w:jc w:val="center"/>
              <w:rPr>
                <w:sz w:val="28"/>
                <w:lang w:val="uk-UA"/>
              </w:rPr>
            </w:pPr>
            <w:r w:rsidRPr="00117BCB">
              <w:rPr>
                <w:b/>
                <w:lang w:val="uk-UA"/>
              </w:rPr>
              <w:t>3.</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247F60" w:rsidRPr="00F85051" w:rsidTr="00713D95">
        <w:trPr>
          <w:trHeight w:val="293"/>
        </w:trPr>
        <w:tc>
          <w:tcPr>
            <w:tcW w:w="533" w:type="dxa"/>
            <w:gridSpan w:val="2"/>
          </w:tcPr>
          <w:p w:rsidR="00247F60" w:rsidRPr="00117BCB" w:rsidRDefault="00247F60" w:rsidP="00117BCB">
            <w:pPr>
              <w:jc w:val="center"/>
              <w:rPr>
                <w:sz w:val="28"/>
                <w:lang w:val="uk-UA"/>
              </w:rPr>
            </w:pPr>
            <w:r w:rsidRPr="00117BCB">
              <w:rPr>
                <w:b/>
                <w:lang w:val="uk-UA"/>
              </w:rPr>
              <w:t>4.</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247F60" w:rsidRPr="00F85051" w:rsidTr="00713D95">
        <w:tc>
          <w:tcPr>
            <w:tcW w:w="533" w:type="dxa"/>
            <w:gridSpan w:val="2"/>
          </w:tcPr>
          <w:p w:rsidR="00247F60" w:rsidRPr="00117BCB" w:rsidRDefault="00247F60" w:rsidP="00117BCB">
            <w:pPr>
              <w:jc w:val="center"/>
              <w:rPr>
                <w:sz w:val="28"/>
                <w:lang w:val="uk-UA"/>
              </w:rPr>
            </w:pPr>
            <w:r w:rsidRPr="00117BCB">
              <w:rPr>
                <w:b/>
                <w:lang w:val="uk-UA"/>
              </w:rPr>
              <w:t>5.</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247F60" w:rsidRPr="00F85051" w:rsidTr="00713D95">
        <w:tc>
          <w:tcPr>
            <w:tcW w:w="533" w:type="dxa"/>
            <w:gridSpan w:val="2"/>
          </w:tcPr>
          <w:p w:rsidR="00247F60" w:rsidRPr="00117BCB" w:rsidRDefault="00247F60" w:rsidP="00117BCB">
            <w:pPr>
              <w:jc w:val="center"/>
              <w:rPr>
                <w:b/>
                <w:lang w:val="uk-UA"/>
              </w:rPr>
            </w:pPr>
            <w:r w:rsidRPr="00117BCB">
              <w:rPr>
                <w:b/>
                <w:lang w:val="uk-UA"/>
              </w:rPr>
              <w:t>6.</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247F60" w:rsidTr="00713D95">
        <w:tc>
          <w:tcPr>
            <w:tcW w:w="533" w:type="dxa"/>
            <w:gridSpan w:val="2"/>
          </w:tcPr>
          <w:p w:rsidR="00247F60" w:rsidRPr="00117BCB" w:rsidRDefault="00247F60" w:rsidP="00117BCB">
            <w:pPr>
              <w:jc w:val="center"/>
              <w:rPr>
                <w:b/>
                <w:lang w:val="uk-UA"/>
              </w:rPr>
            </w:pPr>
            <w:r w:rsidRPr="00117BCB">
              <w:rPr>
                <w:b/>
                <w:color w:val="000000"/>
                <w:lang w:val="uk-UA"/>
              </w:rPr>
              <w:t>7</w:t>
            </w:r>
            <w:r w:rsidRPr="00117BCB">
              <w:rPr>
                <w:b/>
                <w:color w:val="000000"/>
              </w:rPr>
              <w:t>.</w:t>
            </w:r>
          </w:p>
        </w:tc>
        <w:tc>
          <w:tcPr>
            <w:tcW w:w="9835" w:type="dxa"/>
            <w:gridSpan w:val="2"/>
          </w:tcPr>
          <w:p w:rsidR="00247F60" w:rsidRPr="00117BCB" w:rsidRDefault="00247F60"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247F60" w:rsidRPr="00F85051" w:rsidTr="00713D95">
        <w:tc>
          <w:tcPr>
            <w:tcW w:w="533" w:type="dxa"/>
            <w:gridSpan w:val="2"/>
          </w:tcPr>
          <w:p w:rsidR="00247F60" w:rsidRPr="00117BCB" w:rsidRDefault="00247F60" w:rsidP="00117BCB">
            <w:pPr>
              <w:jc w:val="center"/>
              <w:rPr>
                <w:b/>
                <w:lang w:val="uk-UA"/>
              </w:rPr>
            </w:pPr>
            <w:r w:rsidRPr="00117BCB">
              <w:rPr>
                <w:b/>
                <w:lang w:val="uk-UA"/>
              </w:rPr>
              <w:t>8.</w:t>
            </w:r>
          </w:p>
        </w:tc>
        <w:tc>
          <w:tcPr>
            <w:tcW w:w="9835" w:type="dxa"/>
            <w:gridSpan w:val="2"/>
          </w:tcPr>
          <w:p w:rsidR="00247F60" w:rsidRPr="00117BCB" w:rsidRDefault="00247F60" w:rsidP="00FD365B">
            <w:pPr>
              <w:rPr>
                <w:b/>
                <w:lang w:val="uk-UA"/>
              </w:rPr>
            </w:pPr>
            <w:r w:rsidRPr="00117BCB">
              <w:rPr>
                <w:b/>
                <w:lang w:val="uk-UA"/>
              </w:rPr>
              <w:t>Унесення змін або відкликання тендерної пропозиції учасником</w:t>
            </w:r>
          </w:p>
        </w:tc>
      </w:tr>
      <w:tr w:rsidR="00247F60" w:rsidRPr="00F85051" w:rsidTr="00713D95">
        <w:tc>
          <w:tcPr>
            <w:tcW w:w="10368" w:type="dxa"/>
            <w:gridSpan w:val="4"/>
          </w:tcPr>
          <w:p w:rsidR="00247F60" w:rsidRPr="00117BCB" w:rsidRDefault="00247F60"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247F60" w:rsidRPr="00F85051" w:rsidTr="00713D95">
        <w:tc>
          <w:tcPr>
            <w:tcW w:w="533" w:type="dxa"/>
            <w:gridSpan w:val="2"/>
          </w:tcPr>
          <w:p w:rsidR="00247F60" w:rsidRPr="00117BCB" w:rsidRDefault="00247F60" w:rsidP="00117BCB">
            <w:pPr>
              <w:jc w:val="center"/>
              <w:rPr>
                <w:sz w:val="28"/>
                <w:lang w:val="uk-UA"/>
              </w:rPr>
            </w:pPr>
            <w:r w:rsidRPr="00117BCB">
              <w:rPr>
                <w:b/>
                <w:lang w:val="uk-UA"/>
              </w:rPr>
              <w:t>1.</w:t>
            </w:r>
          </w:p>
        </w:tc>
        <w:tc>
          <w:tcPr>
            <w:tcW w:w="9835" w:type="dxa"/>
            <w:gridSpan w:val="2"/>
          </w:tcPr>
          <w:p w:rsidR="00247F60" w:rsidRPr="00117BCB" w:rsidRDefault="00247F60" w:rsidP="00FD365B">
            <w:pPr>
              <w:rPr>
                <w:b/>
                <w:lang w:val="uk-UA"/>
              </w:rPr>
            </w:pPr>
            <w:r w:rsidRPr="00117BCB">
              <w:rPr>
                <w:b/>
                <w:lang w:val="uk-UA"/>
              </w:rPr>
              <w:t xml:space="preserve">Кінцевий строк подання  тендерної пропозицій </w:t>
            </w:r>
          </w:p>
        </w:tc>
      </w:tr>
      <w:tr w:rsidR="00247F60" w:rsidRPr="00F85051" w:rsidTr="00713D95">
        <w:tc>
          <w:tcPr>
            <w:tcW w:w="533" w:type="dxa"/>
            <w:gridSpan w:val="2"/>
          </w:tcPr>
          <w:p w:rsidR="00247F60" w:rsidRPr="00117BCB" w:rsidRDefault="00247F60" w:rsidP="00117BCB">
            <w:pPr>
              <w:jc w:val="center"/>
              <w:rPr>
                <w:sz w:val="28"/>
                <w:lang w:val="uk-UA"/>
              </w:rPr>
            </w:pPr>
            <w:r w:rsidRPr="00117BCB">
              <w:rPr>
                <w:b/>
                <w:lang w:val="uk-UA"/>
              </w:rPr>
              <w:t>2.</w:t>
            </w:r>
          </w:p>
        </w:tc>
        <w:tc>
          <w:tcPr>
            <w:tcW w:w="9835" w:type="dxa"/>
            <w:gridSpan w:val="2"/>
          </w:tcPr>
          <w:p w:rsidR="00247F60" w:rsidRPr="00117BCB" w:rsidRDefault="00247F60" w:rsidP="00FD365B">
            <w:pPr>
              <w:rPr>
                <w:b/>
                <w:lang w:val="uk-UA"/>
              </w:rPr>
            </w:pPr>
            <w:r w:rsidRPr="00117BCB">
              <w:rPr>
                <w:b/>
                <w:lang w:val="uk-UA"/>
              </w:rPr>
              <w:t xml:space="preserve">Дата та час розкриття тендерної пропозицій </w:t>
            </w:r>
          </w:p>
        </w:tc>
      </w:tr>
      <w:tr w:rsidR="00247F60" w:rsidRPr="00F85051" w:rsidTr="00713D95">
        <w:tc>
          <w:tcPr>
            <w:tcW w:w="10368" w:type="dxa"/>
            <w:gridSpan w:val="4"/>
          </w:tcPr>
          <w:p w:rsidR="00247F60" w:rsidRPr="00117BCB" w:rsidRDefault="00247F60"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247F60" w:rsidRPr="00F85051" w:rsidTr="00713D95">
        <w:tc>
          <w:tcPr>
            <w:tcW w:w="533" w:type="dxa"/>
            <w:gridSpan w:val="2"/>
          </w:tcPr>
          <w:p w:rsidR="00247F60" w:rsidRPr="00117BCB" w:rsidRDefault="00247F60" w:rsidP="00117BCB">
            <w:pPr>
              <w:jc w:val="center"/>
              <w:rPr>
                <w:b/>
                <w:lang w:val="uk-UA"/>
              </w:rPr>
            </w:pPr>
            <w:r w:rsidRPr="00117BCB">
              <w:rPr>
                <w:b/>
                <w:lang w:val="uk-UA"/>
              </w:rPr>
              <w:t xml:space="preserve">1. </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247F60" w:rsidRPr="00F85051" w:rsidTr="00713D95">
        <w:tc>
          <w:tcPr>
            <w:tcW w:w="533" w:type="dxa"/>
            <w:gridSpan w:val="2"/>
          </w:tcPr>
          <w:p w:rsidR="00247F60" w:rsidRPr="00117BCB" w:rsidRDefault="00247F60" w:rsidP="00117BCB">
            <w:pPr>
              <w:jc w:val="center"/>
              <w:rPr>
                <w:b/>
                <w:lang w:val="uk-UA"/>
              </w:rPr>
            </w:pPr>
            <w:r w:rsidRPr="00117BCB">
              <w:rPr>
                <w:b/>
                <w:lang w:val="uk-UA"/>
              </w:rPr>
              <w:t>2.</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Інша інформація</w:t>
            </w:r>
          </w:p>
        </w:tc>
      </w:tr>
      <w:tr w:rsidR="00247F60" w:rsidRPr="00F85051" w:rsidTr="00713D95">
        <w:tc>
          <w:tcPr>
            <w:tcW w:w="533" w:type="dxa"/>
            <w:gridSpan w:val="2"/>
          </w:tcPr>
          <w:p w:rsidR="00247F60" w:rsidRPr="00117BCB" w:rsidRDefault="00247F60" w:rsidP="00117BCB">
            <w:pPr>
              <w:jc w:val="center"/>
              <w:rPr>
                <w:b/>
                <w:lang w:val="uk-UA"/>
              </w:rPr>
            </w:pPr>
            <w:r w:rsidRPr="00117BCB">
              <w:rPr>
                <w:b/>
                <w:lang w:val="uk-UA"/>
              </w:rPr>
              <w:t>3.</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Відхилення тендерних пропозицій</w:t>
            </w:r>
          </w:p>
        </w:tc>
      </w:tr>
      <w:tr w:rsidR="00247F60" w:rsidRPr="00F85051" w:rsidTr="00713D95">
        <w:tc>
          <w:tcPr>
            <w:tcW w:w="10368" w:type="dxa"/>
            <w:gridSpan w:val="4"/>
          </w:tcPr>
          <w:p w:rsidR="00247F60" w:rsidRPr="00117BCB" w:rsidRDefault="00247F60"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247F60" w:rsidRPr="00F85051" w:rsidTr="00713D95">
        <w:tc>
          <w:tcPr>
            <w:tcW w:w="533" w:type="dxa"/>
            <w:gridSpan w:val="2"/>
          </w:tcPr>
          <w:p w:rsidR="00247F60" w:rsidRPr="00117BCB" w:rsidRDefault="00247F60" w:rsidP="00117BCB">
            <w:pPr>
              <w:jc w:val="center"/>
              <w:rPr>
                <w:sz w:val="28"/>
                <w:lang w:val="uk-UA"/>
              </w:rPr>
            </w:pPr>
            <w:r w:rsidRPr="00117BCB">
              <w:rPr>
                <w:b/>
                <w:lang w:val="uk-UA"/>
              </w:rPr>
              <w:t>1.</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247F60" w:rsidRPr="00F85051" w:rsidTr="00713D95">
        <w:tc>
          <w:tcPr>
            <w:tcW w:w="533" w:type="dxa"/>
            <w:gridSpan w:val="2"/>
          </w:tcPr>
          <w:p w:rsidR="00247F60" w:rsidRPr="00117BCB" w:rsidRDefault="00247F60" w:rsidP="00117BCB">
            <w:pPr>
              <w:jc w:val="center"/>
              <w:rPr>
                <w:sz w:val="28"/>
                <w:lang w:val="uk-UA"/>
              </w:rPr>
            </w:pPr>
            <w:r w:rsidRPr="00117BCB">
              <w:rPr>
                <w:b/>
                <w:lang w:val="uk-UA"/>
              </w:rPr>
              <w:t>2.</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Строк укладання договору</w:t>
            </w:r>
          </w:p>
        </w:tc>
      </w:tr>
      <w:tr w:rsidR="00247F60" w:rsidRPr="00F85051" w:rsidTr="00713D95">
        <w:tc>
          <w:tcPr>
            <w:tcW w:w="533" w:type="dxa"/>
            <w:gridSpan w:val="2"/>
          </w:tcPr>
          <w:p w:rsidR="00247F60" w:rsidRPr="00117BCB" w:rsidRDefault="00247F60" w:rsidP="00117BCB">
            <w:pPr>
              <w:jc w:val="center"/>
              <w:rPr>
                <w:b/>
                <w:lang w:val="uk-UA"/>
              </w:rPr>
            </w:pPr>
            <w:r w:rsidRPr="00117BCB">
              <w:rPr>
                <w:b/>
                <w:lang w:val="uk-UA"/>
              </w:rPr>
              <w:t>3.</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 xml:space="preserve">Проект договору про закупівлю </w:t>
            </w:r>
          </w:p>
        </w:tc>
      </w:tr>
      <w:tr w:rsidR="00247F60" w:rsidRPr="00F85051" w:rsidTr="00713D95">
        <w:tc>
          <w:tcPr>
            <w:tcW w:w="533" w:type="dxa"/>
            <w:gridSpan w:val="2"/>
          </w:tcPr>
          <w:p w:rsidR="00247F60" w:rsidRPr="00117BCB" w:rsidRDefault="00247F60" w:rsidP="00117BCB">
            <w:pPr>
              <w:jc w:val="center"/>
              <w:rPr>
                <w:b/>
                <w:lang w:val="uk-UA"/>
              </w:rPr>
            </w:pPr>
            <w:r w:rsidRPr="00117BCB">
              <w:rPr>
                <w:b/>
                <w:lang w:val="uk-UA"/>
              </w:rPr>
              <w:t xml:space="preserve">4. </w:t>
            </w:r>
          </w:p>
        </w:tc>
        <w:tc>
          <w:tcPr>
            <w:tcW w:w="9835" w:type="dxa"/>
            <w:gridSpan w:val="2"/>
          </w:tcPr>
          <w:p w:rsidR="00247F60" w:rsidRPr="00A8039E" w:rsidRDefault="00247F60"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247F60" w:rsidRPr="00F85051" w:rsidTr="00713D95">
        <w:tc>
          <w:tcPr>
            <w:tcW w:w="533" w:type="dxa"/>
            <w:gridSpan w:val="2"/>
          </w:tcPr>
          <w:p w:rsidR="00247F60" w:rsidRPr="00117BCB" w:rsidRDefault="00247F60" w:rsidP="00117BCB">
            <w:pPr>
              <w:jc w:val="center"/>
              <w:rPr>
                <w:b/>
                <w:lang w:val="uk-UA"/>
              </w:rPr>
            </w:pPr>
            <w:r w:rsidRPr="00117BCB">
              <w:rPr>
                <w:b/>
                <w:lang w:val="uk-UA"/>
              </w:rPr>
              <w:t>5.</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247F60" w:rsidRPr="00F85051" w:rsidTr="00713D95">
        <w:tc>
          <w:tcPr>
            <w:tcW w:w="533" w:type="dxa"/>
            <w:gridSpan w:val="2"/>
          </w:tcPr>
          <w:p w:rsidR="00247F60" w:rsidRPr="00117BCB" w:rsidRDefault="00247F60" w:rsidP="00117BCB">
            <w:pPr>
              <w:jc w:val="center"/>
              <w:rPr>
                <w:b/>
                <w:lang w:val="uk-UA"/>
              </w:rPr>
            </w:pPr>
            <w:r w:rsidRPr="00117BCB">
              <w:rPr>
                <w:b/>
                <w:lang w:val="uk-UA"/>
              </w:rPr>
              <w:t xml:space="preserve">6. </w:t>
            </w:r>
          </w:p>
        </w:tc>
        <w:tc>
          <w:tcPr>
            <w:tcW w:w="9835" w:type="dxa"/>
            <w:gridSpan w:val="2"/>
          </w:tcPr>
          <w:p w:rsidR="00247F60" w:rsidRPr="00117BCB" w:rsidRDefault="00247F60"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247F60" w:rsidRPr="00F85051" w:rsidTr="00713D95">
        <w:tc>
          <w:tcPr>
            <w:tcW w:w="10368" w:type="dxa"/>
            <w:gridSpan w:val="4"/>
          </w:tcPr>
          <w:p w:rsidR="00247F60" w:rsidRPr="00117BCB" w:rsidRDefault="00247F60" w:rsidP="00117BCB">
            <w:pPr>
              <w:pStyle w:val="BodyText"/>
              <w:spacing w:after="0"/>
              <w:ind w:firstLine="0"/>
              <w:jc w:val="center"/>
              <w:rPr>
                <w:b/>
                <w:szCs w:val="24"/>
              </w:rPr>
            </w:pPr>
            <w:r w:rsidRPr="00117BCB">
              <w:rPr>
                <w:b/>
                <w:szCs w:val="24"/>
              </w:rPr>
              <w:t>ДОДАТКИ</w:t>
            </w:r>
          </w:p>
        </w:tc>
      </w:tr>
      <w:tr w:rsidR="00247F60" w:rsidRPr="00F85051" w:rsidTr="00713D95">
        <w:tc>
          <w:tcPr>
            <w:tcW w:w="10368" w:type="dxa"/>
            <w:gridSpan w:val="4"/>
          </w:tcPr>
          <w:p w:rsidR="00247F60" w:rsidRPr="00117BCB" w:rsidRDefault="00247F60"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247F60" w:rsidRPr="00F85051" w:rsidTr="00713D95">
        <w:tc>
          <w:tcPr>
            <w:tcW w:w="10368" w:type="dxa"/>
            <w:gridSpan w:val="4"/>
          </w:tcPr>
          <w:p w:rsidR="00247F60" w:rsidRPr="00117BCB" w:rsidRDefault="00247F60"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247F60" w:rsidRPr="00F85051" w:rsidTr="00713D95">
        <w:tc>
          <w:tcPr>
            <w:tcW w:w="10368" w:type="dxa"/>
            <w:gridSpan w:val="4"/>
          </w:tcPr>
          <w:p w:rsidR="00247F60" w:rsidRPr="00117BCB" w:rsidRDefault="00247F60" w:rsidP="00774AC2">
            <w:pPr>
              <w:rPr>
                <w:b/>
                <w:lang w:val="uk-UA"/>
              </w:rPr>
            </w:pPr>
            <w:r w:rsidRPr="00117BCB">
              <w:rPr>
                <w:b/>
                <w:lang w:val="uk-UA"/>
              </w:rPr>
              <w:t>ДОДАТОК 3. Тендерна пропозиція</w:t>
            </w:r>
          </w:p>
        </w:tc>
      </w:tr>
      <w:tr w:rsidR="00247F60" w:rsidRPr="00F85051" w:rsidTr="00713D95">
        <w:tc>
          <w:tcPr>
            <w:tcW w:w="10368" w:type="dxa"/>
            <w:gridSpan w:val="4"/>
          </w:tcPr>
          <w:p w:rsidR="00247F60" w:rsidRPr="00F85051" w:rsidRDefault="00247F60" w:rsidP="00117BCB">
            <w:pPr>
              <w:pStyle w:val="Heading1"/>
              <w:keepNext w:val="0"/>
              <w:pageBreakBefore/>
              <w:ind w:left="74"/>
            </w:pPr>
            <w:r w:rsidRPr="00F85051">
              <w:t>Розділ І.  Загальні положення</w:t>
            </w:r>
          </w:p>
        </w:tc>
      </w:tr>
      <w:tr w:rsidR="00247F60" w:rsidRPr="00F85051" w:rsidTr="00713D95">
        <w:tc>
          <w:tcPr>
            <w:tcW w:w="409" w:type="dxa"/>
          </w:tcPr>
          <w:p w:rsidR="00247F60" w:rsidRPr="00117BCB" w:rsidRDefault="00247F60" w:rsidP="00117BCB">
            <w:pPr>
              <w:jc w:val="center"/>
              <w:rPr>
                <w:lang w:val="uk-UA"/>
              </w:rPr>
            </w:pPr>
            <w:r w:rsidRPr="00117BCB">
              <w:rPr>
                <w:b/>
                <w:lang w:val="uk-UA"/>
              </w:rPr>
              <w:t>1.</w:t>
            </w:r>
          </w:p>
        </w:tc>
        <w:tc>
          <w:tcPr>
            <w:tcW w:w="2070" w:type="dxa"/>
            <w:gridSpan w:val="2"/>
          </w:tcPr>
          <w:p w:rsidR="00247F60" w:rsidRPr="00117BCB" w:rsidRDefault="00247F60" w:rsidP="0036293B">
            <w:pPr>
              <w:rPr>
                <w:lang w:val="uk-UA"/>
              </w:rPr>
            </w:pPr>
            <w:r w:rsidRPr="00117BCB">
              <w:rPr>
                <w:b/>
                <w:lang w:val="uk-UA"/>
              </w:rPr>
              <w:t>Терміни, які вживаються в тендерній документації</w:t>
            </w:r>
          </w:p>
        </w:tc>
        <w:tc>
          <w:tcPr>
            <w:tcW w:w="7889" w:type="dxa"/>
          </w:tcPr>
          <w:p w:rsidR="00247F60" w:rsidRDefault="00247F60"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w:t>
            </w:r>
            <w:r>
              <w:rPr>
                <w:lang w:val="uk-UA"/>
              </w:rPr>
              <w:t xml:space="preserve"> від 25.12.2015 </w:t>
            </w:r>
            <w:r w:rsidRPr="00117BCB">
              <w:rPr>
                <w:lang w:val="uk-UA"/>
              </w:rPr>
              <w:t>№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247F60" w:rsidRPr="00117BCB" w:rsidRDefault="00247F60" w:rsidP="00117BCB">
            <w:pPr>
              <w:tabs>
                <w:tab w:val="left" w:pos="2160"/>
                <w:tab w:val="left" w:pos="3600"/>
              </w:tabs>
              <w:ind w:firstLine="252"/>
              <w:jc w:val="both"/>
              <w:rPr>
                <w:lang w:val="uk-UA"/>
              </w:rPr>
            </w:pPr>
          </w:p>
        </w:tc>
      </w:tr>
      <w:tr w:rsidR="00247F60" w:rsidRPr="0096674E" w:rsidTr="00713D95">
        <w:tc>
          <w:tcPr>
            <w:tcW w:w="409" w:type="dxa"/>
          </w:tcPr>
          <w:p w:rsidR="00247F60" w:rsidRPr="00117BCB" w:rsidRDefault="00247F60" w:rsidP="00117BCB">
            <w:pPr>
              <w:tabs>
                <w:tab w:val="left" w:pos="2160"/>
                <w:tab w:val="left" w:pos="3600"/>
              </w:tabs>
              <w:jc w:val="center"/>
              <w:rPr>
                <w:b/>
                <w:lang w:val="uk-UA"/>
              </w:rPr>
            </w:pPr>
            <w:r w:rsidRPr="00117BCB">
              <w:rPr>
                <w:b/>
                <w:lang w:val="uk-UA"/>
              </w:rPr>
              <w:t>2.</w:t>
            </w:r>
          </w:p>
        </w:tc>
        <w:tc>
          <w:tcPr>
            <w:tcW w:w="2070" w:type="dxa"/>
            <w:gridSpan w:val="2"/>
          </w:tcPr>
          <w:p w:rsidR="00247F60" w:rsidRPr="00117BCB" w:rsidRDefault="00247F60" w:rsidP="00117BCB">
            <w:pPr>
              <w:tabs>
                <w:tab w:val="left" w:pos="2160"/>
                <w:tab w:val="left" w:pos="3600"/>
              </w:tabs>
              <w:rPr>
                <w:b/>
                <w:lang w:val="uk-UA"/>
              </w:rPr>
            </w:pPr>
            <w:r w:rsidRPr="00117BCB">
              <w:rPr>
                <w:b/>
                <w:lang w:val="uk-UA"/>
              </w:rPr>
              <w:t> Інформація про замовника торгів</w:t>
            </w:r>
          </w:p>
        </w:tc>
        <w:tc>
          <w:tcPr>
            <w:tcW w:w="7889" w:type="dxa"/>
          </w:tcPr>
          <w:p w:rsidR="00247F60" w:rsidRPr="00117BCB" w:rsidRDefault="00247F60" w:rsidP="00117BCB">
            <w:pPr>
              <w:tabs>
                <w:tab w:val="left" w:pos="2160"/>
                <w:tab w:val="left" w:pos="3600"/>
              </w:tabs>
              <w:ind w:left="231" w:firstLine="252"/>
              <w:rPr>
                <w:iCs/>
                <w:lang w:val="uk-UA"/>
              </w:rPr>
            </w:pPr>
          </w:p>
          <w:p w:rsidR="00247F60" w:rsidRPr="00117BCB" w:rsidRDefault="00247F60" w:rsidP="00117BCB">
            <w:pPr>
              <w:tabs>
                <w:tab w:val="left" w:pos="2160"/>
                <w:tab w:val="left" w:pos="3600"/>
              </w:tabs>
              <w:ind w:left="231" w:firstLine="252"/>
              <w:rPr>
                <w:iCs/>
                <w:lang w:val="uk-UA"/>
              </w:rPr>
            </w:pPr>
          </w:p>
        </w:tc>
      </w:tr>
      <w:tr w:rsidR="00247F60" w:rsidRPr="0096674E" w:rsidTr="00713D95">
        <w:tc>
          <w:tcPr>
            <w:tcW w:w="409" w:type="dxa"/>
          </w:tcPr>
          <w:p w:rsidR="00247F60" w:rsidRPr="00117BCB" w:rsidRDefault="00247F60" w:rsidP="00117BCB">
            <w:pPr>
              <w:tabs>
                <w:tab w:val="left" w:pos="214"/>
                <w:tab w:val="left" w:pos="3600"/>
              </w:tabs>
              <w:ind w:left="-70" w:right="-108"/>
              <w:jc w:val="center"/>
              <w:rPr>
                <w:lang w:val="uk-UA"/>
              </w:rPr>
            </w:pPr>
            <w:r w:rsidRPr="00117BCB">
              <w:rPr>
                <w:lang w:val="uk-UA"/>
              </w:rPr>
              <w:t>2.1</w:t>
            </w:r>
          </w:p>
        </w:tc>
        <w:tc>
          <w:tcPr>
            <w:tcW w:w="2070" w:type="dxa"/>
            <w:gridSpan w:val="2"/>
          </w:tcPr>
          <w:p w:rsidR="00247F60" w:rsidRPr="00117BCB" w:rsidRDefault="00247F60" w:rsidP="00117BCB">
            <w:pPr>
              <w:tabs>
                <w:tab w:val="left" w:pos="3600"/>
              </w:tabs>
              <w:ind w:left="70" w:right="-108"/>
              <w:rPr>
                <w:lang w:val="uk-UA"/>
              </w:rPr>
            </w:pPr>
            <w:r w:rsidRPr="00117BCB">
              <w:rPr>
                <w:lang w:val="uk-UA"/>
              </w:rPr>
              <w:t>повне найменування</w:t>
            </w:r>
          </w:p>
        </w:tc>
        <w:tc>
          <w:tcPr>
            <w:tcW w:w="7889" w:type="dxa"/>
          </w:tcPr>
          <w:p w:rsidR="00247F60" w:rsidRDefault="00247F60"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247F60" w:rsidRPr="00117BCB" w:rsidRDefault="00247F60" w:rsidP="00117BCB">
            <w:pPr>
              <w:tabs>
                <w:tab w:val="left" w:pos="2160"/>
                <w:tab w:val="left" w:pos="3600"/>
              </w:tabs>
              <w:ind w:firstLine="252"/>
              <w:rPr>
                <w:lang w:val="uk-UA"/>
              </w:rPr>
            </w:pPr>
          </w:p>
        </w:tc>
      </w:tr>
      <w:tr w:rsidR="00247F60" w:rsidRPr="0096674E" w:rsidTr="00713D95">
        <w:trPr>
          <w:trHeight w:val="341"/>
        </w:trPr>
        <w:tc>
          <w:tcPr>
            <w:tcW w:w="409" w:type="dxa"/>
          </w:tcPr>
          <w:p w:rsidR="00247F60" w:rsidRPr="00117BCB" w:rsidRDefault="00247F60" w:rsidP="00117BCB">
            <w:pPr>
              <w:tabs>
                <w:tab w:val="left" w:pos="214"/>
                <w:tab w:val="left" w:pos="3600"/>
              </w:tabs>
              <w:ind w:left="-70" w:right="-108"/>
              <w:jc w:val="center"/>
              <w:rPr>
                <w:lang w:val="uk-UA"/>
              </w:rPr>
            </w:pPr>
            <w:r w:rsidRPr="00117BCB">
              <w:rPr>
                <w:lang w:val="uk-UA"/>
              </w:rPr>
              <w:t>2.2</w:t>
            </w:r>
          </w:p>
        </w:tc>
        <w:tc>
          <w:tcPr>
            <w:tcW w:w="2070" w:type="dxa"/>
            <w:gridSpan w:val="2"/>
          </w:tcPr>
          <w:p w:rsidR="00247F60" w:rsidRPr="00117BCB" w:rsidRDefault="00247F60" w:rsidP="00117BCB">
            <w:pPr>
              <w:tabs>
                <w:tab w:val="left" w:pos="3600"/>
              </w:tabs>
              <w:ind w:left="70" w:right="-108"/>
              <w:rPr>
                <w:lang w:val="uk-UA"/>
              </w:rPr>
            </w:pPr>
            <w:r w:rsidRPr="00117BCB">
              <w:rPr>
                <w:lang w:val="uk-UA"/>
              </w:rPr>
              <w:t>місцезнаходження</w:t>
            </w:r>
          </w:p>
        </w:tc>
        <w:tc>
          <w:tcPr>
            <w:tcW w:w="7889" w:type="dxa"/>
          </w:tcPr>
          <w:p w:rsidR="00247F60" w:rsidRDefault="00247F60" w:rsidP="00117BCB">
            <w:pPr>
              <w:tabs>
                <w:tab w:val="left" w:pos="2160"/>
                <w:tab w:val="left" w:pos="3600"/>
              </w:tabs>
              <w:ind w:firstLine="252"/>
              <w:rPr>
                <w:lang w:val="uk-UA"/>
              </w:rPr>
            </w:pPr>
            <w:r w:rsidRPr="00117BCB">
              <w:rPr>
                <w:lang w:val="uk-UA"/>
              </w:rPr>
              <w:t>м. Київ, вул. С. Петлюри, 27, 01032</w:t>
            </w:r>
          </w:p>
          <w:p w:rsidR="00247F60" w:rsidRPr="00117BCB" w:rsidRDefault="00247F60" w:rsidP="00117BCB">
            <w:pPr>
              <w:tabs>
                <w:tab w:val="left" w:pos="2160"/>
                <w:tab w:val="left" w:pos="3600"/>
              </w:tabs>
              <w:ind w:firstLine="252"/>
              <w:rPr>
                <w:lang w:val="uk-UA"/>
              </w:rPr>
            </w:pPr>
          </w:p>
        </w:tc>
      </w:tr>
      <w:tr w:rsidR="00247F60" w:rsidRPr="001165C0" w:rsidTr="00713D95">
        <w:tc>
          <w:tcPr>
            <w:tcW w:w="409" w:type="dxa"/>
          </w:tcPr>
          <w:p w:rsidR="00247F60" w:rsidRPr="00117BCB" w:rsidRDefault="00247F60" w:rsidP="00117BCB">
            <w:pPr>
              <w:tabs>
                <w:tab w:val="left" w:pos="214"/>
                <w:tab w:val="left" w:pos="3600"/>
              </w:tabs>
              <w:ind w:left="-70" w:right="-108"/>
              <w:jc w:val="center"/>
              <w:rPr>
                <w:lang w:val="uk-UA"/>
              </w:rPr>
            </w:pPr>
            <w:r w:rsidRPr="00117BCB">
              <w:rPr>
                <w:lang w:val="uk-UA"/>
              </w:rPr>
              <w:t>2.3</w:t>
            </w:r>
          </w:p>
        </w:tc>
        <w:tc>
          <w:tcPr>
            <w:tcW w:w="2070" w:type="dxa"/>
            <w:gridSpan w:val="2"/>
          </w:tcPr>
          <w:p w:rsidR="00247F60" w:rsidRPr="00117BCB" w:rsidRDefault="00247F60"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7889" w:type="dxa"/>
          </w:tcPr>
          <w:p w:rsidR="00247F60" w:rsidRPr="00117BCB" w:rsidRDefault="00247F60" w:rsidP="00117BCB">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Pr>
                  <w:lang w:val="uk-UA"/>
                </w:rPr>
                <w:t>Швець</w:t>
              </w:r>
              <w:r w:rsidRPr="00117BCB">
                <w:rPr>
                  <w:lang w:val="uk-UA"/>
                </w:rPr>
                <w:t xml:space="preserve"> </w:t>
              </w:r>
              <w:r>
                <w:rPr>
                  <w:lang w:val="uk-UA"/>
                </w:rPr>
                <w:t>Лариса</w:t>
              </w:r>
              <w:r w:rsidRPr="00117BCB">
                <w:rPr>
                  <w:lang w:val="uk-UA"/>
                </w:rPr>
                <w:t xml:space="preserve"> </w:t>
              </w:r>
              <w:r>
                <w:rPr>
                  <w:lang w:val="uk-UA"/>
                </w:rPr>
                <w:t>Олександрівна</w:t>
              </w:r>
            </w:smartTag>
            <w:r w:rsidRPr="00117BCB">
              <w:rPr>
                <w:lang w:val="uk-UA"/>
              </w:rPr>
              <w:t xml:space="preserve">, </w:t>
            </w:r>
            <w:r>
              <w:rPr>
                <w:lang w:val="uk-UA"/>
              </w:rPr>
              <w:t>юрисконсульт І кат.</w:t>
            </w:r>
            <w:r w:rsidRPr="00117BCB">
              <w:rPr>
                <w:lang w:val="uk-UA"/>
              </w:rPr>
              <w:t xml:space="preserve"> ВОЗ, </w:t>
            </w:r>
            <w:r>
              <w:rPr>
                <w:lang w:val="uk-UA"/>
              </w:rPr>
              <w:t>тел./</w:t>
            </w:r>
            <w:r w:rsidRPr="00117BCB">
              <w:rPr>
                <w:lang w:val="uk-UA"/>
              </w:rPr>
              <w:t>факс</w:t>
            </w:r>
            <w:r>
              <w:rPr>
                <w:lang w:val="uk-UA"/>
              </w:rPr>
              <w:t xml:space="preserve"> (044) 594-59-66</w:t>
            </w:r>
            <w:r w:rsidRPr="00117BCB">
              <w:rPr>
                <w:lang w:val="uk-UA"/>
              </w:rPr>
              <w:t>, (044) 594-59-</w:t>
            </w:r>
            <w:r>
              <w:rPr>
                <w:lang w:val="uk-UA"/>
              </w:rPr>
              <w:t>72</w:t>
            </w:r>
            <w:r w:rsidRPr="00117BCB">
              <w:rPr>
                <w:lang w:val="uk-UA"/>
              </w:rPr>
              <w:t xml:space="preserve">, </w:t>
            </w:r>
          </w:p>
          <w:p w:rsidR="00247F60" w:rsidRPr="00117BCB" w:rsidRDefault="00247F60" w:rsidP="00117BCB">
            <w:pPr>
              <w:ind w:firstLine="252"/>
              <w:jc w:val="both"/>
              <w:rPr>
                <w:lang w:val="uk-UA"/>
              </w:rPr>
            </w:pPr>
            <w:r w:rsidRPr="00117BCB">
              <w:rPr>
                <w:lang w:val="uk-UA"/>
              </w:rPr>
              <w:t xml:space="preserve">e-mail: </w:t>
            </w:r>
            <w:smartTag w:uri="urn:schemas-microsoft-com:office:smarttags" w:element="PersonName">
              <w:r>
                <w:rPr>
                  <w:u w:val="single"/>
                  <w:lang w:val="en-US"/>
                </w:rPr>
                <w:t>shvets</w:t>
              </w:r>
              <w:r w:rsidRPr="00117BCB">
                <w:rPr>
                  <w:u w:val="single"/>
                  <w:lang w:val="uk-UA"/>
                </w:rPr>
                <w:t>@er.gov.ua</w:t>
              </w:r>
            </w:smartTag>
          </w:p>
          <w:p w:rsidR="00247F60" w:rsidRPr="001165C0" w:rsidRDefault="00247F60" w:rsidP="00B26446">
            <w:pPr>
              <w:pStyle w:val="HTMLPreformatted"/>
              <w:tabs>
                <w:tab w:val="clear" w:pos="916"/>
                <w:tab w:val="left" w:pos="1080"/>
              </w:tabs>
              <w:jc w:val="both"/>
              <w:rPr>
                <w:rFonts w:ascii="Times New Roman" w:hAnsi="Times New Roman" w:cs="Times New Roman"/>
                <w:sz w:val="24"/>
                <w:szCs w:val="28"/>
                <w:lang w:val="uk-UA"/>
              </w:rPr>
            </w:pPr>
            <w:r w:rsidRPr="00B26446">
              <w:rPr>
                <w:rFonts w:ascii="Times New Roman" w:hAnsi="Times New Roman" w:cs="Times New Roman"/>
                <w:sz w:val="24"/>
                <w:szCs w:val="24"/>
                <w:lang w:val="uk-UA"/>
              </w:rPr>
              <w:t>Відповідальний з технічних питань</w:t>
            </w:r>
            <w:r w:rsidRPr="00117BCB">
              <w:rPr>
                <w:lang w:val="uk-UA"/>
              </w:rPr>
              <w:t xml:space="preserve"> – </w:t>
            </w:r>
            <w:smartTag w:uri="urn:schemas-microsoft-com:office:smarttags" w:element="PersonName">
              <w:r>
                <w:rPr>
                  <w:rFonts w:ascii="Times New Roman" w:hAnsi="Times New Roman" w:cs="Times New Roman"/>
                  <w:sz w:val="24"/>
                  <w:szCs w:val="28"/>
                  <w:lang w:val="uk-UA"/>
                </w:rPr>
                <w:t>Осмолик Раїса Григорівна</w:t>
              </w:r>
            </w:smartTag>
            <w:r>
              <w:rPr>
                <w:rFonts w:ascii="Times New Roman" w:hAnsi="Times New Roman" w:cs="Times New Roman"/>
                <w:sz w:val="24"/>
                <w:szCs w:val="28"/>
                <w:lang w:val="uk-UA"/>
              </w:rPr>
              <w:t>, головний технолог відділу економіки та фінансового планування ДЕФ, тел.: (044) 594-50-16</w:t>
            </w:r>
          </w:p>
          <w:p w:rsidR="00247F60" w:rsidRPr="001165C0" w:rsidRDefault="00247F60" w:rsidP="00117BCB">
            <w:pPr>
              <w:ind w:firstLine="252"/>
              <w:jc w:val="both"/>
              <w:rPr>
                <w:lang w:val="uk-UA"/>
              </w:rPr>
            </w:pPr>
          </w:p>
        </w:tc>
      </w:tr>
      <w:tr w:rsidR="00247F60" w:rsidRPr="001165C0" w:rsidTr="00713D95">
        <w:tc>
          <w:tcPr>
            <w:tcW w:w="409" w:type="dxa"/>
          </w:tcPr>
          <w:p w:rsidR="00247F60" w:rsidRPr="00117BCB" w:rsidRDefault="00247F60" w:rsidP="00117BCB">
            <w:pPr>
              <w:tabs>
                <w:tab w:val="left" w:pos="3600"/>
              </w:tabs>
              <w:ind w:right="-108"/>
              <w:jc w:val="center"/>
              <w:rPr>
                <w:lang w:val="uk-UA"/>
              </w:rPr>
            </w:pPr>
            <w:r w:rsidRPr="00117BCB">
              <w:rPr>
                <w:b/>
                <w:lang w:val="uk-UA"/>
              </w:rPr>
              <w:t>3</w:t>
            </w:r>
            <w:r w:rsidRPr="001165C0">
              <w:rPr>
                <w:b/>
                <w:lang w:val="uk-UA"/>
              </w:rPr>
              <w:t>.</w:t>
            </w:r>
          </w:p>
        </w:tc>
        <w:tc>
          <w:tcPr>
            <w:tcW w:w="2070" w:type="dxa"/>
            <w:gridSpan w:val="2"/>
          </w:tcPr>
          <w:p w:rsidR="00247F60" w:rsidRPr="00117BCB" w:rsidRDefault="00247F60" w:rsidP="00117BCB">
            <w:pPr>
              <w:tabs>
                <w:tab w:val="left" w:pos="3600"/>
              </w:tabs>
              <w:ind w:right="-108"/>
              <w:rPr>
                <w:lang w:val="uk-UA"/>
              </w:rPr>
            </w:pPr>
            <w:r w:rsidRPr="001165C0">
              <w:rPr>
                <w:b/>
                <w:lang w:val="uk-UA"/>
              </w:rPr>
              <w:t xml:space="preserve">Процедура </w:t>
            </w:r>
            <w:r w:rsidRPr="00117BCB">
              <w:rPr>
                <w:b/>
                <w:lang w:val="uk-UA"/>
              </w:rPr>
              <w:t>закупівлі</w:t>
            </w:r>
          </w:p>
        </w:tc>
        <w:tc>
          <w:tcPr>
            <w:tcW w:w="7889" w:type="dxa"/>
          </w:tcPr>
          <w:p w:rsidR="00247F60" w:rsidRDefault="00247F60" w:rsidP="00117BCB">
            <w:pPr>
              <w:pStyle w:val="BodyText"/>
              <w:spacing w:after="0"/>
              <w:ind w:firstLine="252"/>
              <w:rPr>
                <w:szCs w:val="24"/>
              </w:rPr>
            </w:pPr>
            <w:r w:rsidRPr="00117BCB">
              <w:rPr>
                <w:szCs w:val="24"/>
              </w:rPr>
              <w:t>Відкриті торги</w:t>
            </w:r>
          </w:p>
          <w:p w:rsidR="00247F60" w:rsidRPr="0096674E" w:rsidRDefault="00247F60" w:rsidP="00117BCB">
            <w:pPr>
              <w:pStyle w:val="BodyText"/>
              <w:spacing w:after="0"/>
              <w:ind w:firstLine="252"/>
            </w:pPr>
          </w:p>
        </w:tc>
      </w:tr>
      <w:tr w:rsidR="00247F60" w:rsidRPr="001165C0" w:rsidTr="00713D95">
        <w:tc>
          <w:tcPr>
            <w:tcW w:w="409" w:type="dxa"/>
          </w:tcPr>
          <w:p w:rsidR="00247F60" w:rsidRPr="00117BCB" w:rsidRDefault="00247F60" w:rsidP="00117BCB">
            <w:pPr>
              <w:tabs>
                <w:tab w:val="left" w:pos="2160"/>
                <w:tab w:val="left" w:pos="3600"/>
              </w:tabs>
              <w:jc w:val="center"/>
              <w:rPr>
                <w:rFonts w:ascii="Verdana" w:hAnsi="Verdana"/>
                <w:b/>
                <w:szCs w:val="16"/>
                <w:lang w:val="uk-UA"/>
              </w:rPr>
            </w:pPr>
            <w:r w:rsidRPr="00117BCB">
              <w:rPr>
                <w:b/>
                <w:lang w:val="uk-UA"/>
              </w:rPr>
              <w:t>4.</w:t>
            </w:r>
          </w:p>
        </w:tc>
        <w:tc>
          <w:tcPr>
            <w:tcW w:w="2070" w:type="dxa"/>
            <w:gridSpan w:val="2"/>
          </w:tcPr>
          <w:p w:rsidR="00247F60" w:rsidRPr="00117BCB" w:rsidRDefault="00247F60"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7889" w:type="dxa"/>
          </w:tcPr>
          <w:p w:rsidR="00247F60" w:rsidRPr="00117BCB" w:rsidRDefault="00247F60" w:rsidP="00117BCB">
            <w:pPr>
              <w:tabs>
                <w:tab w:val="left" w:pos="2160"/>
                <w:tab w:val="left" w:pos="3600"/>
              </w:tabs>
              <w:ind w:firstLine="252"/>
              <w:rPr>
                <w:rFonts w:ascii="Verdana" w:hAnsi="Verdana"/>
                <w:szCs w:val="16"/>
                <w:lang w:val="uk-UA"/>
              </w:rPr>
            </w:pPr>
          </w:p>
        </w:tc>
      </w:tr>
      <w:tr w:rsidR="00247F60" w:rsidRPr="00D16482" w:rsidTr="00713D95">
        <w:tc>
          <w:tcPr>
            <w:tcW w:w="409" w:type="dxa"/>
          </w:tcPr>
          <w:p w:rsidR="00247F60" w:rsidRPr="00117BCB" w:rsidRDefault="00247F60" w:rsidP="00117BCB">
            <w:pPr>
              <w:tabs>
                <w:tab w:val="left" w:pos="2160"/>
                <w:tab w:val="left" w:pos="3600"/>
              </w:tabs>
              <w:ind w:left="-108"/>
              <w:jc w:val="center"/>
              <w:rPr>
                <w:lang w:val="uk-UA"/>
              </w:rPr>
            </w:pPr>
            <w:r w:rsidRPr="00117BCB">
              <w:rPr>
                <w:lang w:val="uk-UA"/>
              </w:rPr>
              <w:t>4.1</w:t>
            </w:r>
          </w:p>
        </w:tc>
        <w:tc>
          <w:tcPr>
            <w:tcW w:w="2070" w:type="dxa"/>
            <w:gridSpan w:val="2"/>
          </w:tcPr>
          <w:p w:rsidR="00247F60" w:rsidRPr="00117BCB" w:rsidRDefault="00247F60" w:rsidP="00117BCB">
            <w:pPr>
              <w:tabs>
                <w:tab w:val="left" w:pos="2160"/>
                <w:tab w:val="left" w:pos="3600"/>
              </w:tabs>
              <w:ind w:left="70"/>
              <w:rPr>
                <w:lang w:val="uk-UA"/>
              </w:rPr>
            </w:pPr>
            <w:r w:rsidRPr="00117BCB">
              <w:rPr>
                <w:lang w:val="uk-UA"/>
              </w:rPr>
              <w:t>назва предмета закупівлі</w:t>
            </w:r>
          </w:p>
        </w:tc>
        <w:tc>
          <w:tcPr>
            <w:tcW w:w="7889" w:type="dxa"/>
          </w:tcPr>
          <w:p w:rsidR="00247F60" w:rsidRPr="002312CC" w:rsidRDefault="00247F60" w:rsidP="002312CC">
            <w:pPr>
              <w:widowControl w:val="0"/>
              <w:autoSpaceDE w:val="0"/>
              <w:autoSpaceDN w:val="0"/>
              <w:adjustRightInd w:val="0"/>
              <w:jc w:val="both"/>
              <w:rPr>
                <w:bCs/>
                <w:i/>
                <w:color w:val="000000"/>
                <w:lang w:val="uk-UA"/>
              </w:rPr>
            </w:pPr>
            <w:r w:rsidRPr="009A6F09">
              <w:rPr>
                <w:bCs/>
                <w:i/>
                <w:color w:val="000000"/>
                <w:lang w:val="uk-UA"/>
              </w:rPr>
              <w:t>Код ДК 016:2010 – 64.19.2 "Послуги щодо надання кредитів банківськими установами" (код СРV ДК 021:2015 – 66113000-5 Послуги з кредитування</w:t>
            </w:r>
            <w:r w:rsidRPr="009A6F09">
              <w:rPr>
                <w:i/>
                <w:lang w:val="uk-UA"/>
              </w:rPr>
              <w:t>)</w:t>
            </w:r>
            <w:r>
              <w:rPr>
                <w:bCs/>
                <w:i/>
                <w:color w:val="000000"/>
                <w:lang w:val="uk-UA"/>
              </w:rPr>
              <w:t>(</w:t>
            </w:r>
            <w:r w:rsidRPr="009A6F09">
              <w:rPr>
                <w:lang w:val="uk-UA"/>
              </w:rPr>
              <w:t xml:space="preserve"> </w:t>
            </w:r>
            <w:r>
              <w:rPr>
                <w:bCs/>
                <w:lang w:val="uk-UA"/>
              </w:rPr>
              <w:t>в</w:t>
            </w:r>
            <w:r w:rsidRPr="009A6F09">
              <w:rPr>
                <w:bCs/>
                <w:lang w:val="uk-UA"/>
              </w:rPr>
              <w:t>ідкриття відновлювально</w:t>
            </w:r>
            <w:r>
              <w:rPr>
                <w:bCs/>
                <w:lang w:val="uk-UA"/>
              </w:rPr>
              <w:t>ї кредитної лінії 400 млн. грн.)</w:t>
            </w:r>
          </w:p>
          <w:p w:rsidR="00247F60" w:rsidRPr="009A6F09" w:rsidRDefault="00247F60" w:rsidP="005F2C19">
            <w:pPr>
              <w:jc w:val="both"/>
              <w:rPr>
                <w:lang w:val="uk-UA"/>
              </w:rPr>
            </w:pPr>
          </w:p>
        </w:tc>
      </w:tr>
      <w:tr w:rsidR="00247F60" w:rsidRPr="00BA14EC" w:rsidTr="00713D95">
        <w:tc>
          <w:tcPr>
            <w:tcW w:w="409" w:type="dxa"/>
          </w:tcPr>
          <w:p w:rsidR="00247F60" w:rsidRPr="00117BCB" w:rsidRDefault="00247F60" w:rsidP="00117BCB">
            <w:pPr>
              <w:tabs>
                <w:tab w:val="left" w:pos="2160"/>
                <w:tab w:val="left" w:pos="3600"/>
              </w:tabs>
              <w:ind w:left="-108"/>
              <w:jc w:val="center"/>
              <w:rPr>
                <w:lang w:val="uk-UA"/>
              </w:rPr>
            </w:pPr>
            <w:r w:rsidRPr="00117BCB">
              <w:rPr>
                <w:lang w:val="uk-UA"/>
              </w:rPr>
              <w:t>4.2</w:t>
            </w:r>
          </w:p>
        </w:tc>
        <w:tc>
          <w:tcPr>
            <w:tcW w:w="2070" w:type="dxa"/>
            <w:gridSpan w:val="2"/>
          </w:tcPr>
          <w:p w:rsidR="00247F60" w:rsidRPr="00117BCB" w:rsidRDefault="00247F60"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7889" w:type="dxa"/>
          </w:tcPr>
          <w:p w:rsidR="00247F60" w:rsidRPr="009A6F09" w:rsidRDefault="00247F60" w:rsidP="007433A2">
            <w:pPr>
              <w:tabs>
                <w:tab w:val="left" w:pos="1457"/>
              </w:tabs>
              <w:jc w:val="both"/>
              <w:rPr>
                <w:lang w:val="uk-UA"/>
              </w:rPr>
            </w:pPr>
            <w:r>
              <w:rPr>
                <w:bCs/>
                <w:lang w:val="uk-UA"/>
              </w:rPr>
              <w:t>Подання тендерних пропозицій щодо частини предмета закупівлі (лота) не передбачено.</w:t>
            </w:r>
          </w:p>
        </w:tc>
      </w:tr>
      <w:tr w:rsidR="00247F60" w:rsidRPr="00FA01BD" w:rsidTr="00713D95">
        <w:tc>
          <w:tcPr>
            <w:tcW w:w="409" w:type="dxa"/>
          </w:tcPr>
          <w:p w:rsidR="00247F60" w:rsidRPr="00117BCB" w:rsidRDefault="00247F60" w:rsidP="00117BCB">
            <w:pPr>
              <w:tabs>
                <w:tab w:val="left" w:pos="2160"/>
                <w:tab w:val="left" w:pos="3600"/>
              </w:tabs>
              <w:ind w:left="-108"/>
              <w:jc w:val="center"/>
              <w:rPr>
                <w:lang w:val="uk-UA"/>
              </w:rPr>
            </w:pPr>
            <w:r w:rsidRPr="00117BCB">
              <w:rPr>
                <w:lang w:val="uk-UA"/>
              </w:rPr>
              <w:t>4.3</w:t>
            </w:r>
          </w:p>
        </w:tc>
        <w:tc>
          <w:tcPr>
            <w:tcW w:w="2070" w:type="dxa"/>
            <w:gridSpan w:val="2"/>
          </w:tcPr>
          <w:p w:rsidR="00247F60" w:rsidRPr="00117BCB" w:rsidRDefault="00247F60"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7889" w:type="dxa"/>
          </w:tcPr>
          <w:p w:rsidR="00247F60" w:rsidRDefault="00247F60" w:rsidP="00C02202">
            <w:pPr>
              <w:pStyle w:val="HTMLPreformatted"/>
              <w:tabs>
                <w:tab w:val="clear" w:pos="916"/>
                <w:tab w:val="clear" w:pos="1832"/>
                <w:tab w:val="clear" w:pos="2748"/>
                <w:tab w:val="left" w:pos="1080"/>
                <w:tab w:val="num" w:pos="1440"/>
              </w:tabs>
              <w:jc w:val="both"/>
              <w:rPr>
                <w:rFonts w:ascii="Times New Roman" w:hAnsi="Times New Roman"/>
                <w:sz w:val="24"/>
                <w:lang w:val="uk-UA"/>
              </w:rPr>
            </w:pPr>
            <w:r>
              <w:rPr>
                <w:rFonts w:ascii="Times New Roman" w:hAnsi="Times New Roman"/>
                <w:sz w:val="24"/>
                <w:lang w:val="uk-UA"/>
              </w:rPr>
              <w:t>м. Київ, вул. С. Петлюри,27</w:t>
            </w:r>
          </w:p>
          <w:p w:rsidR="00247F60" w:rsidRPr="007433A2" w:rsidRDefault="00247F60" w:rsidP="007433A2">
            <w:pPr>
              <w:pStyle w:val="HTMLPreformatted"/>
              <w:tabs>
                <w:tab w:val="clear" w:pos="916"/>
                <w:tab w:val="clear" w:pos="1832"/>
                <w:tab w:val="clear" w:pos="2748"/>
                <w:tab w:val="left" w:pos="1080"/>
                <w:tab w:val="num" w:pos="1440"/>
              </w:tabs>
              <w:jc w:val="both"/>
              <w:rPr>
                <w:rFonts w:ascii="Times New Roman" w:hAnsi="Times New Roman"/>
                <w:sz w:val="24"/>
                <w:lang w:val="uk-UA"/>
              </w:rPr>
            </w:pPr>
          </w:p>
        </w:tc>
      </w:tr>
      <w:tr w:rsidR="00247F60" w:rsidRPr="0096674E" w:rsidTr="00713D95">
        <w:tc>
          <w:tcPr>
            <w:tcW w:w="409" w:type="dxa"/>
          </w:tcPr>
          <w:p w:rsidR="00247F60" w:rsidRPr="00117BCB" w:rsidRDefault="00247F60" w:rsidP="00117BCB">
            <w:pPr>
              <w:tabs>
                <w:tab w:val="left" w:pos="2160"/>
                <w:tab w:val="left" w:pos="3600"/>
              </w:tabs>
              <w:ind w:left="-108"/>
              <w:jc w:val="center"/>
              <w:rPr>
                <w:lang w:val="uk-UA"/>
              </w:rPr>
            </w:pPr>
            <w:r w:rsidRPr="00117BCB">
              <w:rPr>
                <w:lang w:val="uk-UA"/>
              </w:rPr>
              <w:t>4.4</w:t>
            </w:r>
          </w:p>
        </w:tc>
        <w:tc>
          <w:tcPr>
            <w:tcW w:w="2070" w:type="dxa"/>
            <w:gridSpan w:val="2"/>
          </w:tcPr>
          <w:p w:rsidR="00247F60" w:rsidRPr="00117BCB" w:rsidRDefault="00247F60"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7889" w:type="dxa"/>
          </w:tcPr>
          <w:p w:rsidR="00247F60" w:rsidRDefault="00247F60" w:rsidP="00333D3D">
            <w:pPr>
              <w:tabs>
                <w:tab w:val="left" w:pos="2160"/>
                <w:tab w:val="left" w:pos="3600"/>
              </w:tabs>
              <w:jc w:val="both"/>
              <w:rPr>
                <w:lang w:val="uk-UA"/>
              </w:rPr>
            </w:pPr>
            <w:r>
              <w:rPr>
                <w:lang w:val="uk-UA"/>
              </w:rPr>
              <w:t xml:space="preserve"> з моменту укладання договору до 31 травня 2017 року (включно);</w:t>
            </w:r>
          </w:p>
          <w:p w:rsidR="00247F60" w:rsidRPr="00117BCB" w:rsidRDefault="00247F60" w:rsidP="00333D3D">
            <w:pPr>
              <w:tabs>
                <w:tab w:val="left" w:pos="2160"/>
                <w:tab w:val="left" w:pos="3600"/>
              </w:tabs>
              <w:jc w:val="both"/>
              <w:rPr>
                <w:lang w:val="uk-UA"/>
              </w:rPr>
            </w:pPr>
          </w:p>
        </w:tc>
      </w:tr>
      <w:tr w:rsidR="00247F60" w:rsidRPr="0096674E" w:rsidTr="00713D95">
        <w:tc>
          <w:tcPr>
            <w:tcW w:w="409" w:type="dxa"/>
          </w:tcPr>
          <w:p w:rsidR="00247F60" w:rsidRPr="00117BCB" w:rsidRDefault="00247F60" w:rsidP="00117BCB">
            <w:pPr>
              <w:pStyle w:val="Footer"/>
              <w:spacing w:after="0"/>
              <w:ind w:right="-108" w:firstLine="0"/>
              <w:jc w:val="center"/>
              <w:rPr>
                <w:b/>
                <w:szCs w:val="24"/>
              </w:rPr>
            </w:pPr>
            <w:r w:rsidRPr="00117BCB">
              <w:rPr>
                <w:b/>
                <w:szCs w:val="24"/>
              </w:rPr>
              <w:t>5.</w:t>
            </w:r>
          </w:p>
        </w:tc>
        <w:tc>
          <w:tcPr>
            <w:tcW w:w="2070" w:type="dxa"/>
            <w:gridSpan w:val="2"/>
          </w:tcPr>
          <w:p w:rsidR="00247F60" w:rsidRPr="00117BCB" w:rsidRDefault="00247F60" w:rsidP="00117BCB">
            <w:pPr>
              <w:pStyle w:val="Footer"/>
              <w:spacing w:after="0"/>
              <w:ind w:right="-108" w:firstLine="0"/>
              <w:jc w:val="left"/>
              <w:rPr>
                <w:b/>
                <w:szCs w:val="24"/>
              </w:rPr>
            </w:pPr>
            <w:r w:rsidRPr="00117BCB">
              <w:rPr>
                <w:b/>
                <w:szCs w:val="24"/>
              </w:rPr>
              <w:t>Недискримінація учасників</w:t>
            </w:r>
          </w:p>
        </w:tc>
        <w:tc>
          <w:tcPr>
            <w:tcW w:w="7889" w:type="dxa"/>
          </w:tcPr>
          <w:p w:rsidR="00247F60" w:rsidRDefault="00247F60" w:rsidP="00117BCB">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247F60" w:rsidRPr="00117BCB" w:rsidRDefault="00247F60" w:rsidP="00117BCB">
            <w:pPr>
              <w:pStyle w:val="BodyText"/>
              <w:spacing w:after="0"/>
              <w:ind w:firstLine="252"/>
              <w:rPr>
                <w:szCs w:val="24"/>
              </w:rPr>
            </w:pPr>
          </w:p>
        </w:tc>
      </w:tr>
      <w:tr w:rsidR="00247F60" w:rsidRPr="00206F9F" w:rsidTr="00713D95">
        <w:trPr>
          <w:trHeight w:val="523"/>
        </w:trPr>
        <w:tc>
          <w:tcPr>
            <w:tcW w:w="409" w:type="dxa"/>
          </w:tcPr>
          <w:p w:rsidR="00247F60" w:rsidRPr="00117BCB" w:rsidRDefault="00247F60" w:rsidP="00117BCB">
            <w:pPr>
              <w:pStyle w:val="Footer"/>
              <w:spacing w:after="0"/>
              <w:ind w:firstLine="0"/>
              <w:jc w:val="center"/>
              <w:rPr>
                <w:rFonts w:ascii="Verdana" w:hAnsi="Verdana"/>
                <w:b/>
                <w:szCs w:val="16"/>
                <w:lang w:eastAsia="en-US"/>
              </w:rPr>
            </w:pPr>
            <w:r w:rsidRPr="00117BCB">
              <w:rPr>
                <w:b/>
                <w:szCs w:val="24"/>
              </w:rPr>
              <w:t>6.</w:t>
            </w:r>
          </w:p>
        </w:tc>
        <w:tc>
          <w:tcPr>
            <w:tcW w:w="2070" w:type="dxa"/>
            <w:gridSpan w:val="2"/>
          </w:tcPr>
          <w:p w:rsidR="00247F60" w:rsidRPr="00117BCB" w:rsidRDefault="00247F60" w:rsidP="00117BCB">
            <w:pPr>
              <w:pStyle w:val="Footer"/>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7889" w:type="dxa"/>
          </w:tcPr>
          <w:p w:rsidR="00247F60" w:rsidRPr="00117BCB" w:rsidRDefault="00247F60"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247F60" w:rsidRPr="00117BCB" w:rsidRDefault="00247F60" w:rsidP="00117BCB">
            <w:pPr>
              <w:ind w:left="231" w:firstLine="252"/>
              <w:rPr>
                <w:lang w:val="uk-UA"/>
              </w:rPr>
            </w:pPr>
          </w:p>
        </w:tc>
      </w:tr>
      <w:tr w:rsidR="00247F60" w:rsidRPr="0096674E" w:rsidTr="00713D95">
        <w:tc>
          <w:tcPr>
            <w:tcW w:w="409" w:type="dxa"/>
          </w:tcPr>
          <w:p w:rsidR="00247F60" w:rsidRPr="00117BCB" w:rsidRDefault="00247F60" w:rsidP="00117BCB">
            <w:pPr>
              <w:jc w:val="center"/>
              <w:rPr>
                <w:rFonts w:ascii="Verdana" w:hAnsi="Verdana"/>
                <w:b/>
                <w:szCs w:val="16"/>
                <w:lang w:val="uk-UA" w:eastAsia="en-US"/>
              </w:rPr>
            </w:pPr>
            <w:r w:rsidRPr="00117BCB">
              <w:rPr>
                <w:b/>
                <w:lang w:val="uk-UA"/>
              </w:rPr>
              <w:t>7.</w:t>
            </w:r>
          </w:p>
        </w:tc>
        <w:tc>
          <w:tcPr>
            <w:tcW w:w="2070" w:type="dxa"/>
            <w:gridSpan w:val="2"/>
          </w:tcPr>
          <w:p w:rsidR="00247F60" w:rsidRPr="00117BCB" w:rsidRDefault="00247F60"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7889" w:type="dxa"/>
          </w:tcPr>
          <w:p w:rsidR="00247F60" w:rsidRPr="00117BCB" w:rsidRDefault="00247F60" w:rsidP="00117BCB">
            <w:pPr>
              <w:pStyle w:val="BodyText"/>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247F60" w:rsidRPr="00117BCB" w:rsidRDefault="00247F60" w:rsidP="00117BCB">
            <w:pPr>
              <w:pStyle w:val="BodyText"/>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247F60" w:rsidRPr="00117BCB" w:rsidRDefault="00247F60"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247F60" w:rsidRDefault="00247F60"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5C7AC8">
              <w:rPr>
                <w:lang w:val="uk-UA"/>
              </w:rPr>
              <w:t>Ця вимога не застосовується у разі подання документу російською мовою.</w:t>
            </w:r>
          </w:p>
          <w:p w:rsidR="00247F60" w:rsidRPr="00117BCB" w:rsidRDefault="00247F60" w:rsidP="00117BCB">
            <w:pPr>
              <w:ind w:firstLine="252"/>
              <w:jc w:val="both"/>
              <w:rPr>
                <w:lang w:val="uk-UA"/>
              </w:rPr>
            </w:pPr>
          </w:p>
        </w:tc>
      </w:tr>
      <w:tr w:rsidR="00247F60" w:rsidRPr="0096674E" w:rsidTr="00713D95">
        <w:trPr>
          <w:trHeight w:val="291"/>
        </w:trPr>
        <w:tc>
          <w:tcPr>
            <w:tcW w:w="10368" w:type="dxa"/>
            <w:gridSpan w:val="4"/>
          </w:tcPr>
          <w:p w:rsidR="00247F60" w:rsidRPr="00117BCB" w:rsidRDefault="00247F60"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247F60" w:rsidRPr="0096674E" w:rsidTr="00713D95">
        <w:tc>
          <w:tcPr>
            <w:tcW w:w="409" w:type="dxa"/>
          </w:tcPr>
          <w:p w:rsidR="00247F60" w:rsidRPr="00117BCB" w:rsidRDefault="00247F60" w:rsidP="00117BCB">
            <w:pPr>
              <w:pStyle w:val="BodyText"/>
              <w:spacing w:after="0"/>
              <w:ind w:firstLine="0"/>
              <w:jc w:val="center"/>
              <w:rPr>
                <w:b/>
                <w:szCs w:val="24"/>
              </w:rPr>
            </w:pPr>
            <w:r w:rsidRPr="00117BCB">
              <w:rPr>
                <w:b/>
                <w:szCs w:val="24"/>
              </w:rPr>
              <w:t>1.</w:t>
            </w:r>
          </w:p>
        </w:tc>
        <w:tc>
          <w:tcPr>
            <w:tcW w:w="2070" w:type="dxa"/>
            <w:gridSpan w:val="2"/>
          </w:tcPr>
          <w:p w:rsidR="00247F60" w:rsidRPr="00117BCB" w:rsidRDefault="00247F60"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7889" w:type="dxa"/>
          </w:tcPr>
          <w:p w:rsidR="00247F60" w:rsidRPr="00D80E4D" w:rsidRDefault="00247F60"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247F60" w:rsidRPr="00D80E4D" w:rsidRDefault="00247F60"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247F60" w:rsidRDefault="00247F60" w:rsidP="001E7024">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247F60" w:rsidRPr="005C315A" w:rsidRDefault="00247F60" w:rsidP="001E7024">
            <w:pPr>
              <w:pStyle w:val="NormalWeb"/>
              <w:spacing w:before="0" w:beforeAutospacing="0" w:after="0" w:afterAutospacing="0"/>
              <w:ind w:firstLine="210"/>
              <w:jc w:val="both"/>
              <w:rPr>
                <w:szCs w:val="24"/>
              </w:rPr>
            </w:pPr>
          </w:p>
        </w:tc>
      </w:tr>
      <w:tr w:rsidR="00247F60" w:rsidRPr="0096674E" w:rsidTr="00713D95">
        <w:tc>
          <w:tcPr>
            <w:tcW w:w="409" w:type="dxa"/>
          </w:tcPr>
          <w:p w:rsidR="00247F60" w:rsidRPr="00117BCB" w:rsidRDefault="00247F60" w:rsidP="00117BCB">
            <w:pPr>
              <w:pStyle w:val="BodyText"/>
              <w:spacing w:after="0"/>
              <w:ind w:firstLine="0"/>
              <w:jc w:val="center"/>
              <w:rPr>
                <w:b/>
                <w:szCs w:val="24"/>
              </w:rPr>
            </w:pPr>
            <w:r w:rsidRPr="00117BCB">
              <w:rPr>
                <w:b/>
                <w:szCs w:val="24"/>
              </w:rPr>
              <w:t>2.</w:t>
            </w:r>
          </w:p>
        </w:tc>
        <w:tc>
          <w:tcPr>
            <w:tcW w:w="2070" w:type="dxa"/>
            <w:gridSpan w:val="2"/>
          </w:tcPr>
          <w:p w:rsidR="00247F60" w:rsidRPr="00117BCB" w:rsidRDefault="00247F60" w:rsidP="00117BCB">
            <w:pPr>
              <w:pStyle w:val="BodyText"/>
              <w:spacing w:after="0"/>
              <w:ind w:firstLine="0"/>
              <w:jc w:val="left"/>
              <w:rPr>
                <w:b/>
                <w:szCs w:val="24"/>
              </w:rPr>
            </w:pPr>
            <w:r w:rsidRPr="00117BCB">
              <w:rPr>
                <w:b/>
                <w:szCs w:val="24"/>
              </w:rPr>
              <w:t>Унесення змін до тендерної документації</w:t>
            </w:r>
          </w:p>
        </w:tc>
        <w:tc>
          <w:tcPr>
            <w:tcW w:w="7889" w:type="dxa"/>
          </w:tcPr>
          <w:p w:rsidR="00247F60" w:rsidRPr="00D80E4D" w:rsidRDefault="00247F60"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247F60" w:rsidRPr="00D80E4D" w:rsidRDefault="00247F60"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247F60" w:rsidRDefault="00247F60" w:rsidP="00FE5629">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p w:rsidR="00247F60" w:rsidRPr="00D80E4D" w:rsidRDefault="00247F60" w:rsidP="00FE5629">
            <w:pPr>
              <w:pStyle w:val="NormalWeb"/>
              <w:spacing w:before="0" w:beforeAutospacing="0" w:after="0" w:afterAutospacing="0"/>
              <w:ind w:firstLine="210"/>
              <w:jc w:val="both"/>
              <w:rPr>
                <w:szCs w:val="24"/>
                <w:lang w:val="uk-UA"/>
              </w:rPr>
            </w:pPr>
          </w:p>
        </w:tc>
      </w:tr>
      <w:tr w:rsidR="00247F60" w:rsidRPr="0096674E" w:rsidTr="00713D95">
        <w:trPr>
          <w:trHeight w:val="282"/>
        </w:trPr>
        <w:tc>
          <w:tcPr>
            <w:tcW w:w="10368" w:type="dxa"/>
            <w:gridSpan w:val="4"/>
          </w:tcPr>
          <w:p w:rsidR="00247F60" w:rsidRPr="0096674E" w:rsidRDefault="00247F60"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247F60" w:rsidRPr="004A734E" w:rsidTr="00713D95">
        <w:tc>
          <w:tcPr>
            <w:tcW w:w="409" w:type="dxa"/>
          </w:tcPr>
          <w:p w:rsidR="00247F60" w:rsidRPr="00117BCB" w:rsidRDefault="00247F60" w:rsidP="00117BCB">
            <w:pPr>
              <w:pStyle w:val="BodyText"/>
              <w:spacing w:after="0"/>
              <w:ind w:firstLine="0"/>
              <w:jc w:val="center"/>
              <w:rPr>
                <w:b/>
                <w:szCs w:val="24"/>
              </w:rPr>
            </w:pPr>
            <w:r w:rsidRPr="00117BCB">
              <w:rPr>
                <w:b/>
                <w:szCs w:val="24"/>
              </w:rPr>
              <w:t>1.</w:t>
            </w:r>
          </w:p>
          <w:p w:rsidR="00247F60" w:rsidRPr="00117BCB" w:rsidRDefault="00247F60" w:rsidP="00117BCB">
            <w:pPr>
              <w:pStyle w:val="BodyText"/>
              <w:spacing w:after="0"/>
              <w:ind w:firstLine="181"/>
              <w:jc w:val="left"/>
              <w:rPr>
                <w:b/>
                <w:sz w:val="20"/>
                <w:szCs w:val="24"/>
              </w:rPr>
            </w:pPr>
          </w:p>
          <w:p w:rsidR="00247F60" w:rsidRPr="00117BCB" w:rsidRDefault="00247F60" w:rsidP="00533302">
            <w:pPr>
              <w:rPr>
                <w:rFonts w:ascii="Verdana" w:hAnsi="Verdana"/>
                <w:b/>
                <w:szCs w:val="16"/>
                <w:lang w:val="uk-UA"/>
              </w:rPr>
            </w:pPr>
          </w:p>
          <w:p w:rsidR="00247F60" w:rsidRPr="00117BCB" w:rsidRDefault="00247F60" w:rsidP="00533302">
            <w:pPr>
              <w:rPr>
                <w:rFonts w:ascii="Verdana" w:hAnsi="Verdana"/>
                <w:b/>
                <w:szCs w:val="16"/>
                <w:lang w:val="uk-UA"/>
              </w:rPr>
            </w:pPr>
          </w:p>
        </w:tc>
        <w:tc>
          <w:tcPr>
            <w:tcW w:w="2070" w:type="dxa"/>
            <w:gridSpan w:val="2"/>
          </w:tcPr>
          <w:p w:rsidR="00247F60" w:rsidRPr="00117BCB" w:rsidRDefault="00247F60" w:rsidP="00533302">
            <w:pPr>
              <w:rPr>
                <w:rFonts w:ascii="Verdana" w:hAnsi="Verdana"/>
                <w:b/>
                <w:szCs w:val="16"/>
                <w:lang w:val="uk-UA"/>
              </w:rPr>
            </w:pPr>
            <w:r w:rsidRPr="00117BCB">
              <w:rPr>
                <w:b/>
                <w:lang w:val="uk-UA"/>
              </w:rPr>
              <w:t>Зміст і спосіб подання тендерної пропозиції</w:t>
            </w:r>
          </w:p>
          <w:p w:rsidR="00247F60" w:rsidRPr="00117BCB" w:rsidRDefault="00247F60" w:rsidP="00533302">
            <w:pPr>
              <w:rPr>
                <w:rFonts w:ascii="Verdana" w:hAnsi="Verdana"/>
                <w:b/>
                <w:szCs w:val="16"/>
                <w:lang w:val="uk-UA"/>
              </w:rPr>
            </w:pPr>
          </w:p>
        </w:tc>
        <w:tc>
          <w:tcPr>
            <w:tcW w:w="7889" w:type="dxa"/>
          </w:tcPr>
          <w:p w:rsidR="00247F60" w:rsidRPr="0012520C" w:rsidRDefault="00247F60" w:rsidP="00117BCB">
            <w:pPr>
              <w:pStyle w:val="NormalWeb"/>
              <w:spacing w:before="0" w:beforeAutospacing="0" w:after="0" w:afterAutospacing="0"/>
              <w:ind w:firstLine="210"/>
              <w:jc w:val="both"/>
              <w:rPr>
                <w:szCs w:val="24"/>
                <w:lang w:val="uk-UA"/>
              </w:rPr>
            </w:pPr>
            <w:r w:rsidRPr="0012520C">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247F60" w:rsidRPr="0012520C" w:rsidRDefault="00247F60" w:rsidP="00117BCB">
            <w:pPr>
              <w:pStyle w:val="NormalWeb"/>
              <w:spacing w:before="0" w:beforeAutospacing="0" w:after="0" w:afterAutospacing="0"/>
              <w:ind w:firstLine="210"/>
              <w:jc w:val="both"/>
              <w:rPr>
                <w:szCs w:val="24"/>
                <w:lang w:val="uk-UA"/>
              </w:rPr>
            </w:pPr>
            <w:r w:rsidRPr="0012520C">
              <w:rPr>
                <w:szCs w:val="24"/>
                <w:lang w:val="uk-UA"/>
              </w:rPr>
              <w:t>Тендерна пропозиція повинна супроводжуватись наступними документами, що подаються в окремих файлах:</w:t>
            </w:r>
          </w:p>
          <w:p w:rsidR="00247F60" w:rsidRPr="0012520C" w:rsidRDefault="00247F60" w:rsidP="00117BCB">
            <w:pPr>
              <w:pStyle w:val="NormalWeb"/>
              <w:spacing w:before="0" w:beforeAutospacing="0" w:after="0" w:afterAutospacing="0"/>
              <w:ind w:firstLine="210"/>
              <w:jc w:val="both"/>
              <w:rPr>
                <w:b/>
                <w:szCs w:val="24"/>
                <w:lang w:val="uk-UA"/>
              </w:rPr>
            </w:pPr>
            <w:r w:rsidRPr="0012520C">
              <w:rPr>
                <w:b/>
                <w:szCs w:val="24"/>
                <w:lang w:val="uk-UA"/>
              </w:rPr>
              <w:t>Файл з кваліфікаційною частиною:</w:t>
            </w:r>
          </w:p>
          <w:p w:rsidR="00247F60" w:rsidRPr="0012520C" w:rsidRDefault="00247F60" w:rsidP="00D614A8">
            <w:pPr>
              <w:pStyle w:val="NormalWeb"/>
              <w:numPr>
                <w:ilvl w:val="0"/>
                <w:numId w:val="8"/>
              </w:numPr>
              <w:tabs>
                <w:tab w:val="left" w:pos="596"/>
              </w:tabs>
              <w:spacing w:before="0" w:beforeAutospacing="0" w:after="0" w:afterAutospacing="0"/>
              <w:ind w:left="0" w:firstLine="252"/>
              <w:jc w:val="both"/>
              <w:rPr>
                <w:szCs w:val="24"/>
                <w:lang w:val="uk-UA"/>
              </w:rPr>
            </w:pPr>
            <w:r w:rsidRPr="0012520C">
              <w:rPr>
                <w:szCs w:val="24"/>
                <w:lang w:val="uk-UA"/>
              </w:rPr>
              <w:t>документи, що підтверджують відповідність учасника кваліфікаційним (кваліфікаційному) критеріям, встановленим у частині 6 розділу ІІІ тендерній документації та згідно з переліком, визначеним в Таблиці 1 Додатку 2;</w:t>
            </w:r>
          </w:p>
          <w:p w:rsidR="00247F60" w:rsidRPr="0012520C" w:rsidRDefault="00247F60" w:rsidP="00C42D44">
            <w:pPr>
              <w:pStyle w:val="NormalWeb"/>
              <w:spacing w:before="0" w:beforeAutospacing="0" w:after="0" w:afterAutospacing="0"/>
              <w:ind w:firstLine="210"/>
              <w:jc w:val="both"/>
              <w:rPr>
                <w:b/>
                <w:szCs w:val="24"/>
                <w:lang w:val="uk-UA"/>
              </w:rPr>
            </w:pPr>
            <w:r w:rsidRPr="005C315A">
              <w:rPr>
                <w:b/>
              </w:rPr>
              <w:t>Файл з технічною частиною:</w:t>
            </w:r>
          </w:p>
          <w:p w:rsidR="00247F60" w:rsidRPr="0012520C" w:rsidRDefault="00247F60" w:rsidP="00D614A8">
            <w:pPr>
              <w:pStyle w:val="NormalWeb"/>
              <w:numPr>
                <w:ilvl w:val="0"/>
                <w:numId w:val="10"/>
              </w:numPr>
              <w:tabs>
                <w:tab w:val="left" w:pos="596"/>
              </w:tabs>
              <w:spacing w:before="0" w:beforeAutospacing="0" w:after="0" w:afterAutospacing="0"/>
              <w:ind w:left="0" w:firstLine="210"/>
              <w:jc w:val="both"/>
              <w:rPr>
                <w:szCs w:val="24"/>
                <w:lang w:val="uk-UA"/>
              </w:rPr>
            </w:pPr>
            <w:r w:rsidRPr="0012520C">
              <w:rPr>
                <w:szCs w:val="24"/>
                <w:lang w:val="uk-UA"/>
              </w:rPr>
              <w:t xml:space="preserve">інформація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12520C">
              <w:rPr>
                <w:lang w:val="uk-UA"/>
              </w:rPr>
              <w:t>тендерної документації</w:t>
            </w:r>
            <w:r w:rsidRPr="0012520C">
              <w:rPr>
                <w:szCs w:val="24"/>
                <w:lang w:val="uk-UA"/>
              </w:rPr>
              <w:t>;</w:t>
            </w:r>
          </w:p>
          <w:p w:rsidR="00247F60" w:rsidRPr="0012520C" w:rsidRDefault="00247F60" w:rsidP="00A8039E">
            <w:pPr>
              <w:pStyle w:val="NormalWeb"/>
              <w:tabs>
                <w:tab w:val="left" w:pos="596"/>
              </w:tabs>
              <w:spacing w:before="0" w:beforeAutospacing="0" w:after="0" w:afterAutospacing="0"/>
              <w:ind w:firstLine="236"/>
              <w:jc w:val="both"/>
              <w:rPr>
                <w:szCs w:val="24"/>
                <w:lang w:val="uk-UA"/>
              </w:rPr>
            </w:pPr>
            <w:r w:rsidRPr="0012520C">
              <w:rPr>
                <w:b/>
                <w:szCs w:val="24"/>
                <w:lang w:val="uk-UA"/>
              </w:rPr>
              <w:t>Файл з іншими документами:</w:t>
            </w:r>
          </w:p>
          <w:p w:rsidR="00247F60" w:rsidRPr="0012520C" w:rsidRDefault="00247F60" w:rsidP="00D614A8">
            <w:pPr>
              <w:numPr>
                <w:ilvl w:val="0"/>
                <w:numId w:val="1"/>
              </w:numPr>
              <w:tabs>
                <w:tab w:val="clear" w:pos="606"/>
                <w:tab w:val="num" w:pos="-73"/>
                <w:tab w:val="left" w:pos="596"/>
              </w:tabs>
              <w:ind w:left="0" w:firstLine="210"/>
              <w:jc w:val="both"/>
              <w:rPr>
                <w:lang w:val="uk-UA"/>
              </w:rPr>
            </w:pPr>
            <w:r w:rsidRPr="0012520C">
              <w:rPr>
                <w:lang w:val="uk-UA"/>
              </w:rPr>
              <w:t>інформація щодо відповідності учасника вимогам, визначеним у статті 17 Закону, зазначеним у частині 5  розділу ІІІ тендерній документації та згідно з переліком, наведеним в Таблиці 2 Додатку 2;</w:t>
            </w:r>
          </w:p>
          <w:p w:rsidR="00247F60" w:rsidRPr="0012520C" w:rsidRDefault="00247F60" w:rsidP="00D614A8">
            <w:pPr>
              <w:pStyle w:val="ListParagraph"/>
              <w:numPr>
                <w:ilvl w:val="0"/>
                <w:numId w:val="1"/>
              </w:numPr>
              <w:tabs>
                <w:tab w:val="clear" w:pos="606"/>
                <w:tab w:val="num" w:pos="-73"/>
                <w:tab w:val="left" w:pos="596"/>
              </w:tabs>
              <w:ind w:left="0" w:firstLine="210"/>
              <w:jc w:val="both"/>
              <w:rPr>
                <w:lang w:val="uk-UA"/>
              </w:rPr>
            </w:pPr>
            <w:r w:rsidRPr="0012520C">
              <w:rPr>
                <w:lang w:val="uk-UA"/>
              </w:rPr>
              <w:t>інші документів згідно з переліком, визначеним в Таблиці 3 Додатку 2, в тому числі документами, що підтверджують повноваження посадової особи або представника Учасника процедури закупівлі щодо підпису документів тендерної пропозиції (виписка з протоколу засновників, наказ про призначення, довіреність, доручення);</w:t>
            </w:r>
          </w:p>
          <w:p w:rsidR="00247F60" w:rsidRPr="001544A2" w:rsidRDefault="00247F60" w:rsidP="0012520C">
            <w:pPr>
              <w:pStyle w:val="NormalWeb"/>
              <w:tabs>
                <w:tab w:val="left" w:pos="596"/>
              </w:tabs>
              <w:spacing w:before="0" w:beforeAutospacing="0" w:after="0" w:afterAutospacing="0"/>
              <w:jc w:val="both"/>
              <w:rPr>
                <w:b/>
                <w:szCs w:val="24"/>
                <w:lang w:val="uk-UA"/>
              </w:rPr>
            </w:pPr>
            <w:r w:rsidRPr="0012520C">
              <w:rPr>
                <w:szCs w:val="24"/>
                <w:lang w:val="uk-UA"/>
              </w:rPr>
              <w:t xml:space="preserve">    </w:t>
            </w:r>
            <w:r w:rsidRPr="001544A2">
              <w:rPr>
                <w:b/>
                <w:szCs w:val="24"/>
                <w:lang w:val="uk-UA"/>
              </w:rPr>
              <w:t xml:space="preserve">Файл з </w:t>
            </w:r>
            <w:r>
              <w:rPr>
                <w:b/>
                <w:szCs w:val="24"/>
                <w:lang w:val="uk-UA"/>
              </w:rPr>
              <w:t>тендерною</w:t>
            </w:r>
            <w:r w:rsidRPr="001544A2">
              <w:rPr>
                <w:b/>
                <w:szCs w:val="24"/>
                <w:lang w:val="uk-UA"/>
              </w:rPr>
              <w:t xml:space="preserve"> пропозицією:</w:t>
            </w:r>
          </w:p>
          <w:p w:rsidR="00247F60" w:rsidRPr="001544A2" w:rsidRDefault="00247F60" w:rsidP="0012520C">
            <w:pPr>
              <w:pStyle w:val="NormalWeb"/>
              <w:numPr>
                <w:ilvl w:val="0"/>
                <w:numId w:val="10"/>
              </w:numPr>
              <w:tabs>
                <w:tab w:val="left" w:pos="581"/>
              </w:tabs>
              <w:spacing w:before="0" w:beforeAutospacing="0" w:after="0" w:afterAutospacing="0"/>
              <w:ind w:left="0" w:firstLine="210"/>
              <w:jc w:val="both"/>
              <w:rPr>
                <w:szCs w:val="24"/>
                <w:lang w:val="uk-UA"/>
              </w:rPr>
            </w:pPr>
            <w:r w:rsidRPr="001544A2">
              <w:rPr>
                <w:szCs w:val="24"/>
                <w:lang w:val="uk-UA"/>
              </w:rPr>
              <w:t xml:space="preserve"> тендерна пропозиція, за формою, наведеною у Додатку 3 до тендерної документації;</w:t>
            </w:r>
          </w:p>
          <w:p w:rsidR="00247F60" w:rsidRPr="0012520C" w:rsidRDefault="00247F60" w:rsidP="00117BCB">
            <w:pPr>
              <w:pStyle w:val="BodyText"/>
              <w:spacing w:after="0"/>
              <w:ind w:firstLine="210"/>
            </w:pPr>
            <w:r w:rsidRPr="001544A2">
              <w:t>Відсутність документів, передбачених у цій</w:t>
            </w:r>
            <w:r w:rsidRPr="0012520C">
              <w:t xml:space="preserve"> частині тендерної документації, розцінюється як невідповідність тендерної пропозиції умовам тендерної документації.</w:t>
            </w:r>
          </w:p>
          <w:p w:rsidR="00247F60" w:rsidRPr="0012520C" w:rsidRDefault="00247F60" w:rsidP="00117BCB">
            <w:pPr>
              <w:pStyle w:val="NormalWeb"/>
              <w:spacing w:before="0" w:beforeAutospacing="0" w:after="0" w:afterAutospacing="0"/>
              <w:ind w:firstLine="210"/>
              <w:jc w:val="both"/>
              <w:rPr>
                <w:szCs w:val="24"/>
                <w:lang w:val="uk-UA"/>
              </w:rPr>
            </w:pPr>
            <w:r w:rsidRPr="0012520C">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247F60" w:rsidRPr="0012520C" w:rsidRDefault="00247F60" w:rsidP="00117BCB">
            <w:pPr>
              <w:pStyle w:val="BodyText"/>
              <w:spacing w:after="0"/>
              <w:ind w:firstLine="210"/>
              <w:rPr>
                <w:szCs w:val="24"/>
              </w:rPr>
            </w:pPr>
            <w:r w:rsidRPr="0012520C">
              <w:rPr>
                <w:szCs w:val="24"/>
              </w:rPr>
              <w:t>До формальних (несуттєвих) помилок належать:</w:t>
            </w:r>
          </w:p>
          <w:p w:rsidR="00247F60" w:rsidRPr="0012520C" w:rsidRDefault="00247F60" w:rsidP="00D614A8">
            <w:pPr>
              <w:pStyle w:val="BodyText"/>
              <w:numPr>
                <w:ilvl w:val="0"/>
                <w:numId w:val="7"/>
              </w:numPr>
              <w:tabs>
                <w:tab w:val="clear" w:pos="612"/>
                <w:tab w:val="num" w:pos="210"/>
                <w:tab w:val="left" w:pos="884"/>
                <w:tab w:val="left" w:pos="1115"/>
              </w:tabs>
              <w:spacing w:after="0"/>
              <w:ind w:left="210" w:firstLine="249"/>
              <w:rPr>
                <w:lang w:val="ru-RU"/>
              </w:rPr>
            </w:pPr>
            <w:r w:rsidRPr="0012520C">
              <w:rPr>
                <w:szCs w:val="24"/>
              </w:rPr>
              <w:t>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тендерної пропозиції;</w:t>
            </w:r>
          </w:p>
          <w:p w:rsidR="00247F60" w:rsidRPr="0012520C" w:rsidRDefault="00247F60" w:rsidP="00117BCB">
            <w:pPr>
              <w:pStyle w:val="BodyText"/>
              <w:tabs>
                <w:tab w:val="left" w:pos="1115"/>
                <w:tab w:val="left" w:pos="1280"/>
              </w:tabs>
              <w:spacing w:after="0"/>
              <w:ind w:firstLine="210"/>
              <w:rPr>
                <w:i/>
              </w:rPr>
            </w:pPr>
            <w:r w:rsidRPr="0012520C">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247F60" w:rsidRPr="0012520C" w:rsidRDefault="00247F60" w:rsidP="00D614A8">
            <w:pPr>
              <w:pStyle w:val="BodyText"/>
              <w:numPr>
                <w:ilvl w:val="0"/>
                <w:numId w:val="7"/>
              </w:numPr>
              <w:tabs>
                <w:tab w:val="clear" w:pos="612"/>
                <w:tab w:val="num" w:pos="69"/>
                <w:tab w:val="left" w:pos="884"/>
                <w:tab w:val="left" w:pos="1280"/>
              </w:tabs>
              <w:spacing w:after="0"/>
              <w:ind w:left="69" w:firstLine="390"/>
              <w:rPr>
                <w:lang w:val="ru-RU"/>
              </w:rPr>
            </w:pPr>
            <w:r w:rsidRPr="0012520C">
              <w:rPr>
                <w:szCs w:val="24"/>
              </w:rPr>
              <w:t>зазначення неправильної назви документа, що підготовлений безпосередньо Учасником, у разі якщо зміст такого документу повністю відповідає вимогам тендерної документації;</w:t>
            </w:r>
          </w:p>
          <w:p w:rsidR="00247F60" w:rsidRPr="0012520C" w:rsidRDefault="00247F60" w:rsidP="00117BCB">
            <w:pPr>
              <w:pStyle w:val="BodyText"/>
              <w:tabs>
                <w:tab w:val="left" w:pos="1115"/>
                <w:tab w:val="left" w:pos="1280"/>
              </w:tabs>
              <w:spacing w:after="0"/>
              <w:ind w:firstLine="210"/>
              <w:rPr>
                <w:i/>
              </w:rPr>
            </w:pPr>
            <w:r w:rsidRPr="0012520C">
              <w:rPr>
                <w:i/>
                <w:szCs w:val="24"/>
              </w:rPr>
              <w:t>Наприклад: на вимогу надати довідку в довільній форма, Учасником надано документ, що носить назву лист-пояснення</w:t>
            </w:r>
          </w:p>
          <w:p w:rsidR="00247F60" w:rsidRPr="0012520C" w:rsidRDefault="00247F60" w:rsidP="00D614A8">
            <w:pPr>
              <w:pStyle w:val="BodyText"/>
              <w:numPr>
                <w:ilvl w:val="0"/>
                <w:numId w:val="7"/>
              </w:numPr>
              <w:tabs>
                <w:tab w:val="clear" w:pos="612"/>
                <w:tab w:val="num" w:pos="69"/>
                <w:tab w:val="left" w:pos="884"/>
                <w:tab w:val="left" w:pos="1280"/>
              </w:tabs>
              <w:spacing w:after="0"/>
              <w:ind w:left="69" w:firstLine="390"/>
            </w:pPr>
            <w:r w:rsidRPr="0012520C">
              <w:rPr>
                <w:szCs w:val="24"/>
              </w:rPr>
              <w:t>зазначення неповного переліку інформації в певному документі, всупереч вимогам тендерної документації, у разі якщо така інформація повністю відображена в іншому документі, що наданий у складі тендерної пропозиції Учасника;</w:t>
            </w:r>
          </w:p>
          <w:p w:rsidR="00247F60" w:rsidRPr="0012520C" w:rsidRDefault="00247F60" w:rsidP="00117BCB">
            <w:pPr>
              <w:pStyle w:val="BodyText"/>
              <w:tabs>
                <w:tab w:val="left" w:pos="1115"/>
                <w:tab w:val="left" w:pos="1280"/>
              </w:tabs>
              <w:spacing w:after="0"/>
              <w:ind w:firstLine="210"/>
              <w:rPr>
                <w:i/>
                <w:lang w:val="ru-RU"/>
              </w:rPr>
            </w:pPr>
            <w:r w:rsidRPr="0012520C">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247F60" w:rsidRPr="0012520C" w:rsidRDefault="00247F60" w:rsidP="00117BCB">
            <w:pPr>
              <w:pStyle w:val="NormalWeb"/>
              <w:spacing w:before="0" w:beforeAutospacing="0" w:after="0" w:afterAutospacing="0"/>
              <w:ind w:firstLine="210"/>
              <w:jc w:val="both"/>
              <w:rPr>
                <w:szCs w:val="24"/>
                <w:lang w:val="uk-UA"/>
              </w:rPr>
            </w:pPr>
            <w:r w:rsidRPr="0012520C">
              <w:rPr>
                <w:szCs w:val="24"/>
                <w:lang w:val="uk-UA"/>
              </w:rPr>
              <w:t xml:space="preserve">Кожен учасник має право подати тільки одну тендерну пропозицію (у тому числі до визначеної в тендерній документації частини предмета закупівлі (лота). </w:t>
            </w:r>
          </w:p>
          <w:p w:rsidR="00247F60" w:rsidRPr="0012520C" w:rsidRDefault="00247F60" w:rsidP="00117BCB">
            <w:pPr>
              <w:pStyle w:val="NormalWeb"/>
              <w:spacing w:before="0" w:beforeAutospacing="0" w:after="0" w:afterAutospacing="0"/>
              <w:ind w:firstLine="210"/>
              <w:jc w:val="both"/>
              <w:rPr>
                <w:szCs w:val="24"/>
                <w:lang w:val="uk-UA"/>
              </w:rPr>
            </w:pPr>
          </w:p>
        </w:tc>
      </w:tr>
      <w:tr w:rsidR="00247F60" w:rsidRPr="004A734E" w:rsidTr="00707A80">
        <w:trPr>
          <w:trHeight w:val="834"/>
        </w:trPr>
        <w:tc>
          <w:tcPr>
            <w:tcW w:w="409" w:type="dxa"/>
          </w:tcPr>
          <w:p w:rsidR="00247F60" w:rsidRPr="00117BCB" w:rsidRDefault="00247F60" w:rsidP="00117BCB">
            <w:pPr>
              <w:pStyle w:val="BodyText"/>
              <w:spacing w:after="0"/>
              <w:ind w:firstLine="0"/>
              <w:jc w:val="center"/>
              <w:rPr>
                <w:b/>
                <w:szCs w:val="24"/>
              </w:rPr>
            </w:pPr>
            <w:r w:rsidRPr="00117BCB">
              <w:rPr>
                <w:b/>
                <w:szCs w:val="24"/>
              </w:rPr>
              <w:t>2.</w:t>
            </w:r>
          </w:p>
        </w:tc>
        <w:tc>
          <w:tcPr>
            <w:tcW w:w="2070" w:type="dxa"/>
            <w:gridSpan w:val="2"/>
          </w:tcPr>
          <w:p w:rsidR="00247F60" w:rsidRPr="00133765" w:rsidRDefault="00247F60" w:rsidP="00117BCB">
            <w:pPr>
              <w:pStyle w:val="BodyText"/>
              <w:spacing w:after="0"/>
              <w:ind w:firstLine="0"/>
              <w:jc w:val="left"/>
              <w:rPr>
                <w:b/>
                <w:szCs w:val="24"/>
                <w:highlight w:val="green"/>
              </w:rPr>
            </w:pPr>
            <w:r w:rsidRPr="005C7AC8">
              <w:rPr>
                <w:b/>
                <w:szCs w:val="24"/>
              </w:rPr>
              <w:t>Забезпечення тендерної пропозиції</w:t>
            </w:r>
          </w:p>
        </w:tc>
        <w:tc>
          <w:tcPr>
            <w:tcW w:w="7889" w:type="dxa"/>
          </w:tcPr>
          <w:p w:rsidR="00247F60" w:rsidRPr="00D80E4D" w:rsidRDefault="00247F60" w:rsidP="005D26F9">
            <w:pPr>
              <w:pStyle w:val="NormalWeb"/>
              <w:spacing w:before="0" w:beforeAutospacing="0" w:after="0" w:afterAutospacing="0"/>
              <w:ind w:left="-38" w:firstLine="283"/>
              <w:jc w:val="both"/>
              <w:rPr>
                <w:szCs w:val="24"/>
                <w:lang w:val="uk-UA"/>
              </w:rPr>
            </w:pPr>
            <w:r>
              <w:rPr>
                <w:szCs w:val="24"/>
                <w:lang w:val="uk-UA"/>
              </w:rPr>
              <w:t xml:space="preserve">Не вимагається </w:t>
            </w:r>
          </w:p>
        </w:tc>
      </w:tr>
      <w:tr w:rsidR="00247F60" w:rsidRPr="00FA01BD" w:rsidTr="00713D95">
        <w:tc>
          <w:tcPr>
            <w:tcW w:w="409" w:type="dxa"/>
          </w:tcPr>
          <w:p w:rsidR="00247F60" w:rsidRPr="00117BCB" w:rsidRDefault="00247F60" w:rsidP="00117BCB">
            <w:pPr>
              <w:pStyle w:val="Footer"/>
              <w:spacing w:after="0"/>
              <w:ind w:firstLine="0"/>
              <w:jc w:val="center"/>
              <w:rPr>
                <w:b/>
                <w:szCs w:val="24"/>
              </w:rPr>
            </w:pPr>
            <w:r w:rsidRPr="00117BCB">
              <w:rPr>
                <w:b/>
                <w:szCs w:val="24"/>
              </w:rPr>
              <w:t>3.</w:t>
            </w:r>
          </w:p>
        </w:tc>
        <w:tc>
          <w:tcPr>
            <w:tcW w:w="2070" w:type="dxa"/>
            <w:gridSpan w:val="2"/>
          </w:tcPr>
          <w:p w:rsidR="00247F60" w:rsidRPr="001F4B46" w:rsidRDefault="00247F60" w:rsidP="00117BCB">
            <w:pPr>
              <w:pStyle w:val="Footer"/>
              <w:spacing w:after="0"/>
              <w:ind w:firstLine="0"/>
              <w:jc w:val="left"/>
              <w:rPr>
                <w:b/>
                <w:szCs w:val="24"/>
                <w:highlight w:val="green"/>
              </w:rPr>
            </w:pPr>
            <w:r w:rsidRPr="001F4B46">
              <w:rPr>
                <w:b/>
                <w:szCs w:val="24"/>
              </w:rPr>
              <w:t>Умови повернення чи неповернення забезпечення тендерної пропозиції</w:t>
            </w:r>
          </w:p>
        </w:tc>
        <w:tc>
          <w:tcPr>
            <w:tcW w:w="7889" w:type="dxa"/>
          </w:tcPr>
          <w:p w:rsidR="00247F60" w:rsidRPr="00DC61E6" w:rsidRDefault="00247F60" w:rsidP="001F4B46">
            <w:pPr>
              <w:pStyle w:val="NormalWeb"/>
              <w:spacing w:before="0" w:beforeAutospacing="0" w:after="0" w:afterAutospacing="0"/>
              <w:jc w:val="both"/>
              <w:rPr>
                <w:szCs w:val="24"/>
                <w:lang w:val="uk-UA"/>
              </w:rPr>
            </w:pPr>
            <w:r w:rsidRPr="00FE5629">
              <w:rPr>
                <w:lang w:val="uk-UA"/>
              </w:rPr>
              <w:t xml:space="preserve">Забезпечення тендерної пропозиції </w:t>
            </w:r>
            <w:r>
              <w:rPr>
                <w:lang w:val="uk-UA"/>
              </w:rPr>
              <w:t>не вимагається.</w:t>
            </w:r>
          </w:p>
        </w:tc>
      </w:tr>
      <w:tr w:rsidR="00247F60" w:rsidRPr="0096674E" w:rsidTr="00713D95">
        <w:tc>
          <w:tcPr>
            <w:tcW w:w="409" w:type="dxa"/>
          </w:tcPr>
          <w:p w:rsidR="00247F60" w:rsidRPr="00117BCB" w:rsidRDefault="00247F60" w:rsidP="00117BCB">
            <w:pPr>
              <w:pStyle w:val="Footer"/>
              <w:spacing w:after="0"/>
              <w:ind w:firstLine="0"/>
              <w:jc w:val="center"/>
              <w:rPr>
                <w:b/>
                <w:szCs w:val="24"/>
              </w:rPr>
            </w:pPr>
            <w:r w:rsidRPr="00117BCB">
              <w:rPr>
                <w:b/>
                <w:szCs w:val="24"/>
              </w:rPr>
              <w:t>4.</w:t>
            </w:r>
          </w:p>
        </w:tc>
        <w:tc>
          <w:tcPr>
            <w:tcW w:w="2070" w:type="dxa"/>
            <w:gridSpan w:val="2"/>
          </w:tcPr>
          <w:p w:rsidR="00247F60" w:rsidRPr="00117BCB" w:rsidRDefault="00247F60"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7889" w:type="dxa"/>
          </w:tcPr>
          <w:p w:rsidR="00247F60" w:rsidRPr="00D80E4D" w:rsidRDefault="00247F60"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247F60" w:rsidRPr="00D80E4D" w:rsidRDefault="00247F60"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247F60" w:rsidRPr="00D80E4D" w:rsidRDefault="00247F60"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247F60" w:rsidRPr="00D80E4D" w:rsidRDefault="00247F60" w:rsidP="00D614A8">
            <w:pPr>
              <w:pStyle w:val="NormalWeb"/>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247F60" w:rsidRPr="00D80E4D" w:rsidRDefault="00247F60" w:rsidP="00FE5629">
            <w:pPr>
              <w:pStyle w:val="NormalWeb"/>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tc>
      </w:tr>
      <w:tr w:rsidR="00247F60" w:rsidRPr="00D16482" w:rsidTr="00713D95">
        <w:tc>
          <w:tcPr>
            <w:tcW w:w="409" w:type="dxa"/>
          </w:tcPr>
          <w:p w:rsidR="00247F60" w:rsidRPr="00117BCB" w:rsidRDefault="00247F60" w:rsidP="00117BCB">
            <w:pPr>
              <w:pStyle w:val="Footer"/>
              <w:spacing w:after="0"/>
              <w:ind w:firstLine="0"/>
              <w:jc w:val="center"/>
              <w:rPr>
                <w:b/>
                <w:szCs w:val="24"/>
              </w:rPr>
            </w:pPr>
            <w:r w:rsidRPr="00117BCB">
              <w:rPr>
                <w:b/>
                <w:szCs w:val="24"/>
              </w:rPr>
              <w:t>5.</w:t>
            </w: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p w:rsidR="00247F60" w:rsidRPr="00117BCB" w:rsidRDefault="00247F60" w:rsidP="00117BCB">
            <w:pPr>
              <w:pStyle w:val="BodyText"/>
              <w:spacing w:after="0"/>
              <w:ind w:firstLine="181"/>
              <w:jc w:val="center"/>
              <w:rPr>
                <w:b/>
                <w:sz w:val="20"/>
                <w:szCs w:val="24"/>
                <w:lang w:val="ru-RU"/>
              </w:rPr>
            </w:pPr>
          </w:p>
        </w:tc>
        <w:tc>
          <w:tcPr>
            <w:tcW w:w="2070" w:type="dxa"/>
            <w:gridSpan w:val="2"/>
          </w:tcPr>
          <w:p w:rsidR="00247F60" w:rsidRPr="00117BCB" w:rsidRDefault="00247F60"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181"/>
              <w:jc w:val="left"/>
              <w:rPr>
                <w:b/>
                <w:sz w:val="20"/>
                <w:szCs w:val="24"/>
                <w:lang w:val="ru-RU"/>
              </w:rPr>
            </w:pPr>
          </w:p>
          <w:p w:rsidR="00247F60" w:rsidRPr="00117BCB" w:rsidRDefault="00247F60" w:rsidP="00117BCB">
            <w:pPr>
              <w:pStyle w:val="BodyText"/>
              <w:spacing w:after="0"/>
              <w:ind w:firstLine="0"/>
              <w:jc w:val="left"/>
              <w:rPr>
                <w:b/>
                <w:sz w:val="20"/>
                <w:szCs w:val="24"/>
                <w:lang w:val="ru-RU"/>
              </w:rPr>
            </w:pPr>
            <w:r w:rsidRPr="00117BCB">
              <w:rPr>
                <w:b/>
                <w:sz w:val="20"/>
                <w:szCs w:val="24"/>
                <w:lang w:val="ru-RU"/>
              </w:rPr>
              <w:t xml:space="preserve">  </w:t>
            </w:r>
          </w:p>
          <w:p w:rsidR="00247F60" w:rsidRPr="00117BCB" w:rsidRDefault="00247F60" w:rsidP="00117BCB">
            <w:pPr>
              <w:pStyle w:val="BodyText"/>
              <w:spacing w:after="0"/>
              <w:ind w:firstLine="0"/>
              <w:jc w:val="left"/>
              <w:rPr>
                <w:b/>
                <w:sz w:val="20"/>
                <w:szCs w:val="24"/>
                <w:lang w:val="ru-RU"/>
              </w:rPr>
            </w:pPr>
          </w:p>
          <w:p w:rsidR="00247F60" w:rsidRPr="00117BCB" w:rsidRDefault="00247F60" w:rsidP="00117BCB">
            <w:pPr>
              <w:pStyle w:val="BodyText"/>
              <w:spacing w:after="0"/>
              <w:ind w:firstLine="0"/>
              <w:jc w:val="left"/>
              <w:rPr>
                <w:b/>
                <w:sz w:val="20"/>
                <w:szCs w:val="24"/>
                <w:lang w:val="ru-RU"/>
              </w:rPr>
            </w:pPr>
          </w:p>
          <w:p w:rsidR="00247F60" w:rsidRPr="00117BCB" w:rsidRDefault="00247F60" w:rsidP="00117BCB">
            <w:pPr>
              <w:pStyle w:val="BodyText"/>
              <w:spacing w:after="0"/>
              <w:ind w:firstLine="0"/>
              <w:jc w:val="left"/>
              <w:rPr>
                <w:b/>
                <w:sz w:val="20"/>
                <w:szCs w:val="24"/>
                <w:lang w:val="ru-RU"/>
              </w:rPr>
            </w:pPr>
          </w:p>
          <w:p w:rsidR="00247F60" w:rsidRPr="00117BCB" w:rsidRDefault="00247F60" w:rsidP="00117BCB">
            <w:pPr>
              <w:pStyle w:val="BodyText"/>
              <w:spacing w:after="0"/>
              <w:ind w:firstLine="0"/>
              <w:jc w:val="left"/>
              <w:rPr>
                <w:b/>
                <w:sz w:val="20"/>
                <w:szCs w:val="24"/>
                <w:lang w:val="ru-RU"/>
              </w:rPr>
            </w:pPr>
          </w:p>
          <w:p w:rsidR="00247F60" w:rsidRPr="00117BCB" w:rsidRDefault="00247F60" w:rsidP="00117BCB">
            <w:pPr>
              <w:pStyle w:val="BodyText"/>
              <w:spacing w:after="0"/>
              <w:ind w:firstLine="0"/>
              <w:jc w:val="left"/>
              <w:rPr>
                <w:b/>
                <w:sz w:val="20"/>
                <w:szCs w:val="24"/>
                <w:lang w:val="ru-RU"/>
              </w:rPr>
            </w:pPr>
          </w:p>
          <w:p w:rsidR="00247F60" w:rsidRPr="00117BCB" w:rsidRDefault="00247F60" w:rsidP="00117BCB">
            <w:pPr>
              <w:pStyle w:val="BodyText"/>
              <w:spacing w:after="0"/>
              <w:ind w:firstLine="0"/>
              <w:jc w:val="left"/>
              <w:rPr>
                <w:b/>
                <w:sz w:val="20"/>
                <w:szCs w:val="24"/>
                <w:lang w:val="ru-RU"/>
              </w:rPr>
            </w:pPr>
          </w:p>
          <w:p w:rsidR="00247F60" w:rsidRPr="00117BCB" w:rsidRDefault="00247F60" w:rsidP="00117BCB">
            <w:pPr>
              <w:pStyle w:val="BodyText"/>
              <w:spacing w:after="0"/>
              <w:ind w:firstLine="0"/>
              <w:jc w:val="left"/>
              <w:rPr>
                <w:rFonts w:ascii="Verdana" w:hAnsi="Verdana"/>
                <w:b/>
                <w:szCs w:val="16"/>
              </w:rPr>
            </w:pPr>
          </w:p>
        </w:tc>
        <w:tc>
          <w:tcPr>
            <w:tcW w:w="7889" w:type="dxa"/>
          </w:tcPr>
          <w:p w:rsidR="00247F60" w:rsidRPr="0096674E" w:rsidRDefault="00247F60"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247F60" w:rsidRPr="00D80E4D" w:rsidRDefault="00247F60" w:rsidP="00D614A8">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247F60" w:rsidRPr="00D80E4D" w:rsidRDefault="00247F60" w:rsidP="00D614A8">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247F60" w:rsidRPr="00D80E4D" w:rsidRDefault="00247F60" w:rsidP="00D614A8">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247F60" w:rsidRDefault="00247F60"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247F60" w:rsidRPr="0096674E" w:rsidRDefault="00247F60"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247F60" w:rsidRPr="00D80E4D" w:rsidRDefault="00247F60"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247F60" w:rsidRPr="00D80E4D" w:rsidRDefault="00247F60"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247F60" w:rsidRPr="00D80E4D" w:rsidRDefault="00247F60"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247F60" w:rsidRPr="00D80E4D" w:rsidRDefault="00247F60"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247F60" w:rsidRPr="00D80E4D" w:rsidRDefault="00247F60"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247F60" w:rsidRPr="00D80E4D" w:rsidRDefault="00247F60"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247F60" w:rsidRPr="00D80E4D" w:rsidRDefault="00247F60"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247F60" w:rsidRPr="00D80E4D" w:rsidRDefault="00247F60"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247F60" w:rsidRPr="00D80E4D" w:rsidRDefault="00247F60"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247F60" w:rsidRPr="00D80E4D" w:rsidRDefault="00247F60"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247F60" w:rsidRPr="00117BCB" w:rsidRDefault="00247F60"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247F60" w:rsidRPr="00117BCB" w:rsidRDefault="00247F60"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247F60" w:rsidRPr="00117BCB" w:rsidRDefault="00247F60"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247F60" w:rsidRDefault="00247F60"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247F60" w:rsidRPr="00D80E4D" w:rsidRDefault="00247F60" w:rsidP="00117BCB">
            <w:pPr>
              <w:pStyle w:val="NormalWeb"/>
              <w:spacing w:before="0" w:beforeAutospacing="0" w:after="0" w:afterAutospacing="0"/>
              <w:ind w:firstLine="360"/>
              <w:jc w:val="both"/>
              <w:rPr>
                <w:szCs w:val="24"/>
                <w:lang w:val="uk-UA"/>
              </w:rPr>
            </w:pPr>
          </w:p>
        </w:tc>
      </w:tr>
      <w:tr w:rsidR="00247F60" w:rsidRPr="0096674E" w:rsidTr="00713D95">
        <w:tc>
          <w:tcPr>
            <w:tcW w:w="409" w:type="dxa"/>
          </w:tcPr>
          <w:p w:rsidR="00247F60" w:rsidRPr="00117BCB" w:rsidRDefault="00247F60" w:rsidP="00117BCB">
            <w:pPr>
              <w:pStyle w:val="Footer"/>
              <w:spacing w:after="0"/>
              <w:ind w:firstLine="0"/>
              <w:jc w:val="center"/>
              <w:rPr>
                <w:b/>
                <w:szCs w:val="24"/>
              </w:rPr>
            </w:pPr>
            <w:r w:rsidRPr="00117BCB">
              <w:rPr>
                <w:b/>
                <w:szCs w:val="24"/>
              </w:rPr>
              <w:t>6.</w:t>
            </w:r>
          </w:p>
        </w:tc>
        <w:tc>
          <w:tcPr>
            <w:tcW w:w="2070" w:type="dxa"/>
            <w:gridSpan w:val="2"/>
          </w:tcPr>
          <w:p w:rsidR="00247F60" w:rsidRPr="00117BCB" w:rsidRDefault="00247F60"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7889" w:type="dxa"/>
          </w:tcPr>
          <w:p w:rsidR="00247F60" w:rsidRDefault="00247F60"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247F60" w:rsidRDefault="00247F60"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247F60" w:rsidRPr="00117BCB" w:rsidRDefault="00247F60" w:rsidP="00117BCB">
            <w:pPr>
              <w:ind w:firstLine="252"/>
              <w:jc w:val="both"/>
              <w:rPr>
                <w:lang w:val="uk-UA"/>
              </w:rPr>
            </w:pPr>
          </w:p>
        </w:tc>
      </w:tr>
      <w:tr w:rsidR="00247F60" w:rsidRPr="0096674E" w:rsidTr="00713D95">
        <w:tc>
          <w:tcPr>
            <w:tcW w:w="409" w:type="dxa"/>
          </w:tcPr>
          <w:p w:rsidR="00247F60" w:rsidRPr="00117BCB" w:rsidRDefault="00247F60"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2070" w:type="dxa"/>
            <w:gridSpan w:val="2"/>
          </w:tcPr>
          <w:p w:rsidR="00247F60" w:rsidRPr="00117BCB" w:rsidRDefault="00247F60"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7889" w:type="dxa"/>
          </w:tcPr>
          <w:p w:rsidR="00247F60" w:rsidRPr="0096674E" w:rsidRDefault="00247F60" w:rsidP="00117BCB">
            <w:pPr>
              <w:ind w:firstLine="252"/>
              <w:jc w:val="both"/>
            </w:pPr>
            <w:r w:rsidRPr="004C4C2B">
              <w:rPr>
                <w:shd w:val="clear" w:color="auto" w:fill="FFFFFF"/>
                <w:lang w:val="uk-UA"/>
              </w:rPr>
              <w:t>Під  час закупівлі товару та послуг залучення субпідрядників не передбачається.</w:t>
            </w:r>
          </w:p>
        </w:tc>
      </w:tr>
      <w:tr w:rsidR="00247F60" w:rsidRPr="00D16482" w:rsidTr="00713D95">
        <w:tc>
          <w:tcPr>
            <w:tcW w:w="409" w:type="dxa"/>
          </w:tcPr>
          <w:p w:rsidR="00247F60" w:rsidRPr="00117BCB" w:rsidRDefault="00247F60" w:rsidP="00117BCB">
            <w:pPr>
              <w:jc w:val="center"/>
              <w:rPr>
                <w:b/>
                <w:lang w:val="uk-UA"/>
              </w:rPr>
            </w:pPr>
            <w:r w:rsidRPr="00117BCB">
              <w:rPr>
                <w:b/>
                <w:lang w:val="uk-UA"/>
              </w:rPr>
              <w:t>8.</w:t>
            </w:r>
          </w:p>
        </w:tc>
        <w:tc>
          <w:tcPr>
            <w:tcW w:w="2070" w:type="dxa"/>
            <w:gridSpan w:val="2"/>
          </w:tcPr>
          <w:p w:rsidR="00247F60" w:rsidRPr="00117BCB" w:rsidRDefault="00247F60" w:rsidP="00090BF2">
            <w:pPr>
              <w:rPr>
                <w:b/>
                <w:lang w:val="uk-UA"/>
              </w:rPr>
            </w:pPr>
            <w:r w:rsidRPr="00117BCB">
              <w:rPr>
                <w:b/>
                <w:lang w:val="uk-UA"/>
              </w:rPr>
              <w:t>Унесення змін або відкликання тендерної пропозиції учасником</w:t>
            </w:r>
          </w:p>
        </w:tc>
        <w:tc>
          <w:tcPr>
            <w:tcW w:w="7889" w:type="dxa"/>
          </w:tcPr>
          <w:p w:rsidR="00247F60" w:rsidRPr="00D80E4D" w:rsidRDefault="00247F60" w:rsidP="00FE5629">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tc>
      </w:tr>
      <w:tr w:rsidR="00247F60" w:rsidRPr="0096674E" w:rsidTr="00713D95">
        <w:trPr>
          <w:trHeight w:val="311"/>
        </w:trPr>
        <w:tc>
          <w:tcPr>
            <w:tcW w:w="10368" w:type="dxa"/>
            <w:gridSpan w:val="4"/>
          </w:tcPr>
          <w:p w:rsidR="00247F60" w:rsidRPr="00117BCB" w:rsidRDefault="00247F60" w:rsidP="00117BCB">
            <w:pPr>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247F60" w:rsidRPr="00090BF2" w:rsidTr="00713D95">
        <w:trPr>
          <w:trHeight w:val="976"/>
        </w:trPr>
        <w:tc>
          <w:tcPr>
            <w:tcW w:w="409" w:type="dxa"/>
          </w:tcPr>
          <w:p w:rsidR="00247F60" w:rsidRPr="00117BCB" w:rsidRDefault="00247F60" w:rsidP="00117BCB">
            <w:pPr>
              <w:spacing w:line="240" w:lineRule="exact"/>
              <w:jc w:val="center"/>
              <w:rPr>
                <w:b/>
                <w:bCs/>
                <w:lang w:val="uk-UA"/>
              </w:rPr>
            </w:pPr>
            <w:r w:rsidRPr="00117BCB">
              <w:rPr>
                <w:b/>
                <w:bCs/>
                <w:lang w:val="uk-UA"/>
              </w:rPr>
              <w:t>1.</w:t>
            </w:r>
          </w:p>
        </w:tc>
        <w:tc>
          <w:tcPr>
            <w:tcW w:w="2070" w:type="dxa"/>
            <w:gridSpan w:val="2"/>
          </w:tcPr>
          <w:p w:rsidR="00247F60" w:rsidRPr="00117BCB" w:rsidRDefault="00247F60" w:rsidP="00117BCB">
            <w:pPr>
              <w:spacing w:line="240" w:lineRule="exact"/>
              <w:rPr>
                <w:b/>
                <w:bCs/>
                <w:lang w:val="uk-UA"/>
              </w:rPr>
            </w:pPr>
            <w:r w:rsidRPr="00117BCB">
              <w:rPr>
                <w:b/>
                <w:bCs/>
                <w:lang w:val="uk-UA"/>
              </w:rPr>
              <w:t>Кінцевий строк подання тендерної пропозиції</w:t>
            </w:r>
          </w:p>
        </w:tc>
        <w:tc>
          <w:tcPr>
            <w:tcW w:w="7889" w:type="dxa"/>
          </w:tcPr>
          <w:p w:rsidR="00247F60" w:rsidRPr="00713D95" w:rsidRDefault="00247F60" w:rsidP="00117BCB">
            <w:pPr>
              <w:spacing w:line="240" w:lineRule="exact"/>
              <w:ind w:firstLine="198"/>
              <w:jc w:val="both"/>
              <w:rPr>
                <w:color w:val="FF6600"/>
                <w:shd w:val="clear" w:color="auto" w:fill="FFFFFF"/>
                <w:lang w:val="uk-UA"/>
              </w:rPr>
            </w:pPr>
            <w:r w:rsidRPr="00713D95">
              <w:rPr>
                <w:shd w:val="clear" w:color="auto" w:fill="FFFFFF"/>
                <w:lang w:val="uk-UA"/>
              </w:rPr>
              <w:t xml:space="preserve">Кінцевий строк подання тендерних пропозицій </w:t>
            </w:r>
            <w:r>
              <w:rPr>
                <w:b/>
                <w:color w:val="FF6600"/>
                <w:shd w:val="clear" w:color="auto" w:fill="FFFFFF"/>
                <w:lang w:val="uk-UA"/>
              </w:rPr>
              <w:t>1</w:t>
            </w:r>
            <w:r w:rsidRPr="00DF5C1A">
              <w:rPr>
                <w:b/>
                <w:color w:val="FF6600"/>
                <w:shd w:val="clear" w:color="auto" w:fill="FFFFFF"/>
              </w:rPr>
              <w:t>4</w:t>
            </w:r>
            <w:r>
              <w:rPr>
                <w:b/>
                <w:color w:val="FF6600"/>
                <w:shd w:val="clear" w:color="auto" w:fill="FFFFFF"/>
                <w:lang w:val="uk-UA"/>
              </w:rPr>
              <w:t>.0</w:t>
            </w:r>
            <w:r w:rsidRPr="00DF5C1A">
              <w:rPr>
                <w:b/>
                <w:color w:val="FF6600"/>
                <w:shd w:val="clear" w:color="auto" w:fill="FFFFFF"/>
              </w:rPr>
              <w:t>7</w:t>
            </w:r>
            <w:r w:rsidRPr="00713D95">
              <w:rPr>
                <w:b/>
                <w:color w:val="FF6600"/>
                <w:shd w:val="clear" w:color="auto" w:fill="FFFFFF"/>
                <w:lang w:val="uk-UA"/>
              </w:rPr>
              <w:t>.2016</w:t>
            </w:r>
            <w:r>
              <w:rPr>
                <w:b/>
                <w:color w:val="FF6600"/>
                <w:shd w:val="clear" w:color="auto" w:fill="FFFFFF"/>
                <w:lang w:val="uk-UA"/>
              </w:rPr>
              <w:t xml:space="preserve"> до 16 год. 00 хв.</w:t>
            </w:r>
          </w:p>
          <w:p w:rsidR="00247F60" w:rsidRPr="00713D95" w:rsidRDefault="00247F60" w:rsidP="00117BCB">
            <w:pPr>
              <w:pStyle w:val="NormalWeb"/>
              <w:spacing w:before="0" w:beforeAutospacing="0" w:after="0" w:afterAutospacing="0"/>
              <w:ind w:firstLine="201"/>
              <w:jc w:val="both"/>
              <w:rPr>
                <w:szCs w:val="24"/>
                <w:lang w:val="uk-UA"/>
              </w:rPr>
            </w:pPr>
            <w:r w:rsidRPr="00713D95">
              <w:rPr>
                <w:szCs w:val="24"/>
                <w:lang w:val="uk-UA"/>
              </w:rPr>
              <w:t>Отримана тендерна пропозиція вноситься автоматично до реєстру.</w:t>
            </w:r>
          </w:p>
          <w:p w:rsidR="00247F60" w:rsidRPr="00713D95" w:rsidRDefault="00247F60" w:rsidP="00117BCB">
            <w:pPr>
              <w:pStyle w:val="NormalWeb"/>
              <w:spacing w:before="0" w:beforeAutospacing="0" w:after="0" w:afterAutospacing="0"/>
              <w:ind w:firstLine="201"/>
              <w:jc w:val="both"/>
              <w:rPr>
                <w:szCs w:val="24"/>
                <w:lang w:val="uk-UA"/>
              </w:rPr>
            </w:pPr>
            <w:r w:rsidRPr="00713D95">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247F60" w:rsidRPr="005C315A" w:rsidRDefault="00247F60" w:rsidP="003B6832">
            <w:pPr>
              <w:pStyle w:val="NormalWeb"/>
              <w:spacing w:before="0" w:beforeAutospacing="0" w:after="0" w:afterAutospacing="0"/>
              <w:ind w:firstLine="201"/>
              <w:jc w:val="both"/>
              <w:rPr>
                <w:szCs w:val="24"/>
              </w:rPr>
            </w:pPr>
            <w:r w:rsidRPr="00713D95">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247F60" w:rsidRPr="005C315A" w:rsidRDefault="00247F60" w:rsidP="003B6832">
            <w:pPr>
              <w:pStyle w:val="NormalWeb"/>
              <w:spacing w:before="0" w:beforeAutospacing="0" w:after="0" w:afterAutospacing="0"/>
              <w:ind w:firstLine="201"/>
              <w:jc w:val="both"/>
              <w:rPr>
                <w:szCs w:val="24"/>
              </w:rPr>
            </w:pPr>
          </w:p>
          <w:p w:rsidR="00247F60" w:rsidRPr="00713D95" w:rsidRDefault="00247F60" w:rsidP="003B6832">
            <w:pPr>
              <w:pStyle w:val="NormalWeb"/>
              <w:spacing w:before="0" w:beforeAutospacing="0" w:after="0" w:afterAutospacing="0"/>
              <w:ind w:firstLine="201"/>
              <w:jc w:val="both"/>
              <w:rPr>
                <w:szCs w:val="24"/>
                <w:shd w:val="clear" w:color="auto" w:fill="FFFFFF"/>
                <w:lang w:val="uk-UA"/>
              </w:rPr>
            </w:pPr>
          </w:p>
        </w:tc>
      </w:tr>
      <w:tr w:rsidR="00247F60" w:rsidRPr="00090BF2" w:rsidTr="00713D95">
        <w:trPr>
          <w:trHeight w:val="966"/>
        </w:trPr>
        <w:tc>
          <w:tcPr>
            <w:tcW w:w="409" w:type="dxa"/>
          </w:tcPr>
          <w:p w:rsidR="00247F60" w:rsidRPr="00117BCB" w:rsidRDefault="00247F60" w:rsidP="00117BCB">
            <w:pPr>
              <w:spacing w:line="240" w:lineRule="exact"/>
              <w:jc w:val="center"/>
              <w:rPr>
                <w:b/>
                <w:bCs/>
                <w:lang w:val="uk-UA"/>
              </w:rPr>
            </w:pPr>
            <w:r w:rsidRPr="00117BCB">
              <w:rPr>
                <w:b/>
                <w:bCs/>
                <w:lang w:val="uk-UA"/>
              </w:rPr>
              <w:t>2.</w:t>
            </w:r>
          </w:p>
        </w:tc>
        <w:tc>
          <w:tcPr>
            <w:tcW w:w="2070" w:type="dxa"/>
            <w:gridSpan w:val="2"/>
          </w:tcPr>
          <w:p w:rsidR="00247F60" w:rsidRPr="00117BCB" w:rsidRDefault="00247F60" w:rsidP="00117BCB">
            <w:pPr>
              <w:spacing w:line="240" w:lineRule="exact"/>
              <w:rPr>
                <w:b/>
                <w:bCs/>
                <w:lang w:val="uk-UA"/>
              </w:rPr>
            </w:pPr>
            <w:r w:rsidRPr="00117BCB">
              <w:rPr>
                <w:b/>
                <w:bCs/>
                <w:lang w:val="uk-UA"/>
              </w:rPr>
              <w:t>Дата та час розкриття тендерної пропозиції</w:t>
            </w:r>
          </w:p>
        </w:tc>
        <w:tc>
          <w:tcPr>
            <w:tcW w:w="7889" w:type="dxa"/>
          </w:tcPr>
          <w:p w:rsidR="00247F60" w:rsidRPr="00117BCB" w:rsidRDefault="00247F60" w:rsidP="00FE5629">
            <w:pPr>
              <w:ind w:firstLine="201"/>
              <w:jc w:val="both"/>
              <w:rPr>
                <w:lang w:val="uk-UA"/>
              </w:rPr>
            </w:pPr>
            <w:r w:rsidRPr="001544A2">
              <w:rPr>
                <w:lang w:val="uk-UA"/>
              </w:rPr>
              <w:t>Дата та час розкриття тендерних пропозицій визначаються замовником згідно з вимогами частини 2 статті 21 Закону та зазначаються в оголошенні про проведення процедури відкритих торгів.</w:t>
            </w:r>
          </w:p>
        </w:tc>
      </w:tr>
      <w:tr w:rsidR="00247F60" w:rsidRPr="0012520C" w:rsidTr="00713D95">
        <w:trPr>
          <w:trHeight w:val="966"/>
        </w:trPr>
        <w:tc>
          <w:tcPr>
            <w:tcW w:w="409" w:type="dxa"/>
          </w:tcPr>
          <w:p w:rsidR="00247F60" w:rsidRPr="00117BCB" w:rsidRDefault="00247F60" w:rsidP="00117BCB">
            <w:pPr>
              <w:spacing w:line="240" w:lineRule="exact"/>
              <w:jc w:val="center"/>
              <w:rPr>
                <w:b/>
                <w:bCs/>
                <w:lang w:val="uk-UA"/>
              </w:rPr>
            </w:pPr>
            <w:r>
              <w:rPr>
                <w:b/>
                <w:bCs/>
                <w:lang w:val="uk-UA"/>
              </w:rPr>
              <w:t>3.</w:t>
            </w:r>
          </w:p>
        </w:tc>
        <w:tc>
          <w:tcPr>
            <w:tcW w:w="2070" w:type="dxa"/>
            <w:gridSpan w:val="2"/>
          </w:tcPr>
          <w:p w:rsidR="00247F60" w:rsidRPr="00117BCB" w:rsidRDefault="00247F60" w:rsidP="00117BCB">
            <w:pPr>
              <w:spacing w:line="240" w:lineRule="exact"/>
              <w:rPr>
                <w:b/>
                <w:bCs/>
                <w:lang w:val="uk-UA"/>
              </w:rPr>
            </w:pPr>
            <w:r>
              <w:rPr>
                <w:b/>
                <w:bCs/>
                <w:lang w:val="uk-UA"/>
              </w:rPr>
              <w:t>Перед кваліфікація (визначення учасників аукціону за технічними вимогами)</w:t>
            </w:r>
          </w:p>
        </w:tc>
        <w:tc>
          <w:tcPr>
            <w:tcW w:w="7889" w:type="dxa"/>
          </w:tcPr>
          <w:p w:rsidR="00247F60" w:rsidRPr="00A50D5E" w:rsidRDefault="00247F60" w:rsidP="00FE5629">
            <w:pPr>
              <w:ind w:firstLine="201"/>
              <w:jc w:val="both"/>
              <w:rPr>
                <w:lang w:val="uk-UA"/>
              </w:rPr>
            </w:pPr>
            <w:r w:rsidRPr="001544A2">
              <w:rPr>
                <w:lang w:val="uk-UA"/>
              </w:rPr>
              <w:t xml:space="preserve">Відповідно до частини 1 статті 27 Закону в день і час закінчення строку подання тендерних пропозицій, зазначених  в оголошені про проведення процедури закупівлі, електронною системою закупівель автоматично розкривається </w:t>
            </w:r>
            <w:r w:rsidRPr="001544A2">
              <w:rPr>
                <w:b/>
                <w:lang w:val="uk-UA"/>
              </w:rPr>
              <w:t xml:space="preserve">частина тендерної пропозиції </w:t>
            </w:r>
            <w:r w:rsidRPr="001544A2">
              <w:rPr>
                <w:lang w:val="uk-UA"/>
              </w:rPr>
              <w:t>з</w:t>
            </w:r>
            <w:r w:rsidRPr="001544A2">
              <w:rPr>
                <w:b/>
                <w:lang w:val="uk-UA"/>
              </w:rPr>
              <w:t xml:space="preserve"> </w:t>
            </w:r>
            <w:r w:rsidRPr="001544A2">
              <w:rPr>
                <w:lang w:val="uk-UA"/>
              </w:rPr>
              <w:t>інформацією та документами, що підтверджують відповідність учасника кваліфікаційним критеріям та інформацією і документами, що містять технічний опис предмета закупівлі.</w:t>
            </w:r>
          </w:p>
          <w:p w:rsidR="00247F60" w:rsidRPr="00707A80" w:rsidRDefault="00247F60" w:rsidP="00FE5629">
            <w:pPr>
              <w:ind w:firstLine="201"/>
              <w:jc w:val="both"/>
              <w:rPr>
                <w:i/>
                <w:lang w:val="uk-UA"/>
              </w:rPr>
            </w:pPr>
            <w:r w:rsidRPr="00707A80">
              <w:rPr>
                <w:i/>
                <w:lang w:val="uk-UA"/>
              </w:rPr>
              <w:t xml:space="preserve">Не підлягає розкриттю інформація, що обґрунтовано визначена учасником конфіденційною. Конфіденційною не може бути визначена інформація про запропоновану ціну, інші критерії оцінки, технічні умови, технічні специфікації та документи, що підтверджують відповідність кваліфікаційним критеріям відповідно до статті 16 і вимогам, установленим статтею 17 цього Закону. </w:t>
            </w:r>
          </w:p>
          <w:p w:rsidR="00247F60" w:rsidRPr="001544A2" w:rsidRDefault="00247F60" w:rsidP="00FE5629">
            <w:pPr>
              <w:ind w:firstLine="201"/>
              <w:jc w:val="both"/>
              <w:rPr>
                <w:lang w:val="uk-UA"/>
              </w:rPr>
            </w:pPr>
            <w:r w:rsidRPr="001544A2">
              <w:rPr>
                <w:lang w:val="uk-UA"/>
              </w:rPr>
              <w:t>Після розкриття пропозицій (без зазначення ціни/ приведеної ціни) всіх учасників, замовник розглядає їх на відповідність статтям 16 та 17 Закону, технічним вимогам та іншим положенням тендерної документації.</w:t>
            </w:r>
          </w:p>
          <w:p w:rsidR="00247F60" w:rsidRPr="001544A2" w:rsidRDefault="00247F60" w:rsidP="00FE5629">
            <w:pPr>
              <w:ind w:firstLine="201"/>
              <w:jc w:val="both"/>
              <w:rPr>
                <w:lang w:val="uk-UA"/>
              </w:rPr>
            </w:pPr>
            <w:r w:rsidRPr="001544A2">
              <w:rPr>
                <w:lang w:val="uk-UA"/>
              </w:rPr>
              <w:t xml:space="preserve">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w:t>
            </w:r>
            <w:r w:rsidRPr="001544A2">
              <w:rPr>
                <w:b/>
                <w:lang w:val="uk-UA"/>
              </w:rPr>
              <w:t>до проведення автоматичної оцінки</w:t>
            </w:r>
            <w:r w:rsidRPr="001544A2">
              <w:rPr>
                <w:lang w:val="uk-UA"/>
              </w:rPr>
              <w:t xml:space="preserve"> тендерних пропозицій у строк що не перевищує 20 робочих днів (частина 5 статті 28 Закону)  </w:t>
            </w:r>
          </w:p>
          <w:p w:rsidR="00247F60" w:rsidRPr="001544A2" w:rsidRDefault="00247F60" w:rsidP="00022C43">
            <w:pPr>
              <w:pStyle w:val="rvps2"/>
              <w:widowControl w:val="0"/>
              <w:shd w:val="clear" w:color="auto" w:fill="FFFFFF"/>
              <w:spacing w:before="0" w:beforeAutospacing="0" w:after="0" w:afterAutospacing="0"/>
              <w:ind w:firstLine="450"/>
              <w:jc w:val="both"/>
              <w:textAlignment w:val="baseline"/>
              <w:rPr>
                <w:color w:val="000000"/>
              </w:rPr>
            </w:pPr>
            <w:r w:rsidRPr="001544A2">
              <w:rPr>
                <w:color w:val="000000"/>
              </w:rPr>
              <w:t>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веб-порталі Уповноваженого органу відповідно до</w:t>
            </w:r>
            <w:r w:rsidRPr="001544A2">
              <w:rPr>
                <w:rStyle w:val="apple-converted-space"/>
                <w:color w:val="000000"/>
              </w:rPr>
              <w:t> </w:t>
            </w:r>
            <w:hyperlink r:id="rId7" w:anchor="n199" w:history="1">
              <w:r w:rsidRPr="001544A2">
                <w:rPr>
                  <w:rStyle w:val="Hyperlink"/>
                  <w:color w:val="006600"/>
                  <w:bdr w:val="none" w:sz="0" w:space="0" w:color="auto" w:frame="1"/>
                </w:rPr>
                <w:t>статті 10</w:t>
              </w:r>
            </w:hyperlink>
            <w:r w:rsidRPr="001544A2">
              <w:rPr>
                <w:rStyle w:val="apple-converted-space"/>
                <w:color w:val="000000"/>
              </w:rPr>
              <w:t> </w:t>
            </w:r>
            <w:r w:rsidRPr="001544A2">
              <w:rPr>
                <w:color w:val="000000"/>
              </w:rPr>
              <w:t>цього Закону. 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247F60" w:rsidRPr="001544A2" w:rsidRDefault="00247F60" w:rsidP="00022C43">
            <w:pPr>
              <w:pStyle w:val="rvps2"/>
              <w:widowControl w:val="0"/>
              <w:shd w:val="clear" w:color="auto" w:fill="FFFFFF"/>
              <w:spacing w:before="0" w:beforeAutospacing="0" w:after="0" w:afterAutospacing="0"/>
              <w:ind w:firstLine="450"/>
              <w:jc w:val="both"/>
              <w:textAlignment w:val="baseline"/>
              <w:rPr>
                <w:color w:val="000000"/>
              </w:rPr>
            </w:pPr>
            <w:bookmarkStart w:id="1" w:name="n485"/>
            <w:bookmarkEnd w:id="1"/>
            <w:r w:rsidRPr="001544A2">
              <w:rPr>
                <w:color w:val="000000"/>
              </w:rPr>
              <w:t>Якщо за результатами розгляду тендерних пропозицій до оцінки допущено тендерні пропозиції менше ніж двох учасників, процедура закупівлі відміняється.</w:t>
            </w:r>
          </w:p>
          <w:p w:rsidR="00247F60" w:rsidRPr="00022C43" w:rsidRDefault="00247F60" w:rsidP="00022C43">
            <w:pPr>
              <w:pStyle w:val="rvps2"/>
              <w:widowControl w:val="0"/>
              <w:shd w:val="clear" w:color="auto" w:fill="FFFFFF"/>
              <w:spacing w:before="0" w:beforeAutospacing="0" w:after="0" w:afterAutospacing="0"/>
              <w:ind w:firstLine="450"/>
              <w:jc w:val="both"/>
              <w:textAlignment w:val="baseline"/>
              <w:rPr>
                <w:color w:val="000000"/>
                <w:highlight w:val="yellow"/>
              </w:rPr>
            </w:pPr>
            <w:bookmarkStart w:id="2" w:name="n486"/>
            <w:bookmarkEnd w:id="2"/>
            <w:r w:rsidRPr="001544A2">
              <w:t>Замовник та учасники не можуть ініціювати будь-які переговори з питань внесення змін до змісту або ціни поданої тендерної пропозиції.</w:t>
            </w:r>
          </w:p>
        </w:tc>
      </w:tr>
      <w:tr w:rsidR="00247F60" w:rsidRPr="0041129C" w:rsidTr="00713D95">
        <w:trPr>
          <w:trHeight w:val="348"/>
        </w:trPr>
        <w:tc>
          <w:tcPr>
            <w:tcW w:w="10368" w:type="dxa"/>
            <w:gridSpan w:val="4"/>
          </w:tcPr>
          <w:p w:rsidR="00247F60" w:rsidRPr="00117BCB" w:rsidRDefault="00247F60"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247F60" w:rsidRPr="00D97F3E" w:rsidTr="00713D95">
        <w:tc>
          <w:tcPr>
            <w:tcW w:w="409" w:type="dxa"/>
          </w:tcPr>
          <w:p w:rsidR="00247F60" w:rsidRPr="00117BCB" w:rsidRDefault="00247F60" w:rsidP="00117BCB">
            <w:pPr>
              <w:jc w:val="center"/>
              <w:rPr>
                <w:lang w:val="uk-UA"/>
              </w:rPr>
            </w:pPr>
            <w:r w:rsidRPr="00117BCB">
              <w:rPr>
                <w:b/>
                <w:lang w:val="uk-UA"/>
              </w:rPr>
              <w:t>1.</w:t>
            </w:r>
          </w:p>
        </w:tc>
        <w:tc>
          <w:tcPr>
            <w:tcW w:w="2070" w:type="dxa"/>
            <w:gridSpan w:val="2"/>
          </w:tcPr>
          <w:p w:rsidR="00247F60" w:rsidRPr="00117BCB" w:rsidRDefault="00247F60"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7889" w:type="dxa"/>
          </w:tcPr>
          <w:p w:rsidR="00247F60" w:rsidRDefault="00247F60" w:rsidP="004A1B28">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автоматично</w:t>
            </w:r>
            <w:r w:rsidRPr="00537B1B">
              <w:rPr>
                <w:szCs w:val="24"/>
                <w:lang w:val="uk-UA"/>
              </w:rPr>
              <w:t xml:space="preserve"> </w:t>
            </w:r>
            <w:r w:rsidRPr="00D80E4D">
              <w:rPr>
                <w:szCs w:val="24"/>
                <w:lang w:val="uk-UA"/>
              </w:rPr>
              <w:t xml:space="preserve">електронною системою закупівель </w:t>
            </w:r>
            <w:r>
              <w:rPr>
                <w:szCs w:val="24"/>
                <w:lang w:val="uk-UA"/>
              </w:rPr>
              <w:t>з використанням нецінового критерію</w:t>
            </w:r>
            <w:r w:rsidRPr="00D80E4D">
              <w:rPr>
                <w:szCs w:val="24"/>
                <w:lang w:val="uk-UA"/>
              </w:rPr>
              <w:t xml:space="preserve"> і методики оцінки, зазначених замовником у тендерній документації, та шляхом застосування електронного аукціону.</w:t>
            </w:r>
          </w:p>
          <w:p w:rsidR="00247F60" w:rsidRPr="001544A2" w:rsidRDefault="00247F60" w:rsidP="004A1B28">
            <w:pPr>
              <w:pStyle w:val="NormalWeb"/>
              <w:spacing w:before="0" w:beforeAutospacing="0" w:after="0" w:afterAutospacing="0"/>
              <w:ind w:firstLine="201"/>
              <w:jc w:val="both"/>
              <w:rPr>
                <w:szCs w:val="24"/>
                <w:lang w:val="uk-UA"/>
              </w:rPr>
            </w:pPr>
            <w:r w:rsidRPr="001544A2">
              <w:rPr>
                <w:szCs w:val="24"/>
                <w:lang w:val="uk-UA"/>
              </w:rPr>
              <w:t>Всі учасники, які допущені замовником до аукціону (не менше двох), переходять на даний етап проведення процедури закупівлі.</w:t>
            </w:r>
          </w:p>
          <w:p w:rsidR="00247F60" w:rsidRDefault="00247F60" w:rsidP="004A1B28">
            <w:pPr>
              <w:pStyle w:val="NormalWeb"/>
              <w:spacing w:before="0" w:beforeAutospacing="0" w:after="0" w:afterAutospacing="0"/>
              <w:ind w:firstLine="201"/>
              <w:jc w:val="both"/>
              <w:rPr>
                <w:szCs w:val="24"/>
                <w:lang w:val="uk-UA"/>
              </w:rPr>
            </w:pPr>
            <w:r w:rsidRPr="001544A2">
              <w:rPr>
                <w:szCs w:val="24"/>
                <w:lang w:val="uk-UA"/>
              </w:rPr>
              <w:t>Перед початком електронного аукціону автоматично розкривається інформація про ціни/приведені ціни тендерних пропозицій (частина 1 статті 27 Закону). Серед поданих пропозицій відбувається аукціон.</w:t>
            </w:r>
          </w:p>
          <w:p w:rsidR="00247F60" w:rsidRPr="004A1B28" w:rsidRDefault="00247F60" w:rsidP="004A1B28">
            <w:pPr>
              <w:ind w:firstLine="540"/>
              <w:jc w:val="both"/>
              <w:rPr>
                <w:iCs/>
                <w:shd w:val="clear" w:color="auto" w:fill="FFFFFF"/>
                <w:lang w:val="uk-UA" w:eastAsia="ar-SA"/>
              </w:rPr>
            </w:pPr>
            <w:r w:rsidRPr="004A1B28">
              <w:rPr>
                <w:lang w:val="uk-UA"/>
              </w:rPr>
              <w:t xml:space="preserve">Ціна </w:t>
            </w:r>
            <w:r>
              <w:rPr>
                <w:lang w:val="uk-UA"/>
              </w:rPr>
              <w:t xml:space="preserve">тендерної </w:t>
            </w:r>
            <w:r w:rsidRPr="004A1B28">
              <w:rPr>
                <w:lang w:val="uk-UA"/>
              </w:rPr>
              <w:t>пропозиції</w:t>
            </w:r>
            <w:r w:rsidRPr="00D97F3E">
              <w:t>/</w:t>
            </w:r>
            <w:r w:rsidRPr="001544A2">
              <w:rPr>
                <w:lang w:val="uk-UA"/>
              </w:rPr>
              <w:t>приведена ціна</w:t>
            </w:r>
            <w:r w:rsidRPr="000F2B75">
              <w:rPr>
                <w:iCs/>
                <w:shd w:val="clear" w:color="auto" w:fill="FFFFFF"/>
                <w:lang w:val="uk-UA" w:eastAsia="ar-SA"/>
              </w:rPr>
              <w:t>,</w:t>
            </w:r>
            <w:r w:rsidRPr="004A1B28">
              <w:rPr>
                <w:b/>
                <w:i/>
                <w:iCs/>
                <w:shd w:val="clear" w:color="auto" w:fill="FFFFFF"/>
                <w:lang w:val="uk-UA" w:eastAsia="ar-SA"/>
              </w:rPr>
              <w:t xml:space="preserve"> </w:t>
            </w:r>
            <w:r w:rsidRPr="004A1B28">
              <w:rPr>
                <w:iCs/>
                <w:shd w:val="clear" w:color="auto" w:fill="FFFFFF"/>
                <w:lang w:val="uk-UA" w:eastAsia="ar-SA"/>
              </w:rPr>
              <w:t>яка включає:</w:t>
            </w:r>
          </w:p>
          <w:p w:rsidR="00247F60" w:rsidRPr="004A1B28" w:rsidRDefault="00247F60" w:rsidP="004A1B28">
            <w:pPr>
              <w:ind w:left="540" w:hanging="11"/>
              <w:jc w:val="both"/>
              <w:rPr>
                <w:b/>
                <w:i/>
                <w:lang w:val="uk-UA"/>
              </w:rPr>
            </w:pPr>
            <w:r w:rsidRPr="004A1B28">
              <w:rPr>
                <w:b/>
                <w:i/>
                <w:lang w:val="uk-UA"/>
              </w:rPr>
              <w:t xml:space="preserve">а) </w:t>
            </w:r>
            <w:r>
              <w:rPr>
                <w:b/>
                <w:i/>
                <w:lang w:val="uk-UA"/>
              </w:rPr>
              <w:t>ціна-</w:t>
            </w:r>
            <w:r w:rsidRPr="004A1B28">
              <w:rPr>
                <w:b/>
                <w:i/>
                <w:lang w:val="uk-UA"/>
              </w:rPr>
              <w:t>річн</w:t>
            </w:r>
            <w:r>
              <w:rPr>
                <w:b/>
                <w:i/>
                <w:lang w:val="uk-UA"/>
              </w:rPr>
              <w:t>а відсоткова ставка</w:t>
            </w:r>
            <w:r w:rsidRPr="004A1B28">
              <w:rPr>
                <w:b/>
                <w:i/>
                <w:lang w:val="uk-UA"/>
              </w:rPr>
              <w:t xml:space="preserve"> за користування кредитом;</w:t>
            </w:r>
          </w:p>
          <w:p w:rsidR="00247F60" w:rsidRPr="004A1B28" w:rsidRDefault="00247F60" w:rsidP="004A1B28">
            <w:pPr>
              <w:ind w:left="540" w:right="-64" w:hanging="11"/>
              <w:jc w:val="both"/>
              <w:rPr>
                <w:b/>
                <w:i/>
                <w:lang w:val="uk-UA"/>
              </w:rPr>
            </w:pPr>
            <w:r w:rsidRPr="004A1B28">
              <w:rPr>
                <w:b/>
                <w:i/>
                <w:lang w:val="uk-UA"/>
              </w:rPr>
              <w:t xml:space="preserve">б) інші витрати, передбачені умовами кредитного договору, </w:t>
            </w:r>
            <w:r w:rsidRPr="004A1B28">
              <w:rPr>
                <w:i/>
                <w:lang w:val="uk-UA"/>
              </w:rPr>
              <w:t>які пов’язані з оформленням, отриманням та обслуговуванням кредиту, страхові платежі та інші можливі банківські витрати, податки і збори, якщо такі є.</w:t>
            </w:r>
          </w:p>
          <w:p w:rsidR="00247F60" w:rsidRPr="004A1B28" w:rsidRDefault="00247F60" w:rsidP="004A1B28">
            <w:pPr>
              <w:ind w:left="252"/>
              <w:rPr>
                <w:u w:val="single"/>
                <w:shd w:val="clear" w:color="auto" w:fill="FFFFFF"/>
                <w:lang w:val="uk-UA" w:eastAsia="ar-SA"/>
              </w:rPr>
            </w:pPr>
            <w:r w:rsidRPr="004A1B28">
              <w:rPr>
                <w:u w:val="single"/>
                <w:shd w:val="clear" w:color="auto" w:fill="FFFFFF"/>
                <w:lang w:val="uk-UA" w:eastAsia="ar-SA"/>
              </w:rPr>
              <w:t>Оцінка проводиться згідно з наступною методикою:</w:t>
            </w:r>
          </w:p>
          <w:p w:rsidR="00247F60" w:rsidRPr="002A59C1" w:rsidRDefault="00247F60" w:rsidP="002A59C1">
            <w:pPr>
              <w:ind w:firstLine="540"/>
              <w:jc w:val="both"/>
              <w:rPr>
                <w:b/>
                <w:bCs/>
                <w:i/>
                <w:iCs/>
                <w:shd w:val="clear" w:color="auto" w:fill="FFFFFF"/>
                <w:lang w:val="uk-UA" w:eastAsia="ar-SA"/>
              </w:rPr>
            </w:pPr>
            <w:r w:rsidRPr="004A1B28">
              <w:rPr>
                <w:b/>
                <w:i/>
                <w:lang w:val="uk-UA"/>
              </w:rPr>
              <w:t xml:space="preserve">а) </w:t>
            </w:r>
            <w:r w:rsidRPr="004A1B28">
              <w:rPr>
                <w:shd w:val="clear" w:color="auto" w:fill="FFFFFF"/>
                <w:lang w:val="uk-UA" w:eastAsia="ar-SA"/>
              </w:rPr>
              <w:t xml:space="preserve"> </w:t>
            </w:r>
            <w:r w:rsidRPr="002A59C1">
              <w:rPr>
                <w:b/>
                <w:shd w:val="clear" w:color="auto" w:fill="FFFFFF"/>
                <w:lang w:val="uk-UA" w:eastAsia="ar-SA"/>
              </w:rPr>
              <w:t>ціна</w:t>
            </w:r>
            <w:r>
              <w:rPr>
                <w:shd w:val="clear" w:color="auto" w:fill="FFFFFF"/>
                <w:lang w:val="uk-UA" w:eastAsia="ar-SA"/>
              </w:rPr>
              <w:t xml:space="preserve"> - </w:t>
            </w:r>
            <w:r w:rsidRPr="004A1B28">
              <w:rPr>
                <w:b/>
                <w:i/>
                <w:lang w:val="uk-UA"/>
              </w:rPr>
              <w:t>річна відсоткова ставка за користування кредитом</w:t>
            </w:r>
            <w:r w:rsidRPr="004A1B28">
              <w:rPr>
                <w:shd w:val="clear" w:color="auto" w:fill="FFFFFF"/>
                <w:lang w:val="uk-UA" w:eastAsia="ar-SA"/>
              </w:rPr>
              <w:t xml:space="preserve"> </w:t>
            </w:r>
            <w:r w:rsidRPr="002A59C1">
              <w:rPr>
                <w:i/>
                <w:shd w:val="clear" w:color="auto" w:fill="FFFFFF"/>
                <w:lang w:val="uk-UA" w:eastAsia="ar-SA"/>
              </w:rPr>
              <w:t>при цьому податок на додану вартість</w:t>
            </w:r>
            <w:r>
              <w:rPr>
                <w:i/>
                <w:shd w:val="clear" w:color="auto" w:fill="FFFFFF"/>
                <w:lang w:val="uk-UA" w:eastAsia="ar-SA"/>
              </w:rPr>
              <w:t xml:space="preserve"> (ПДВ ) </w:t>
            </w:r>
            <w:r w:rsidRPr="002A59C1">
              <w:rPr>
                <w:i/>
                <w:shd w:val="clear" w:color="auto" w:fill="FFFFFF"/>
                <w:lang w:val="uk-UA" w:eastAsia="ar-SA"/>
              </w:rPr>
              <w:t>не враховується</w:t>
            </w:r>
            <w:r>
              <w:rPr>
                <w:shd w:val="clear" w:color="auto" w:fill="FFFFFF"/>
                <w:lang w:val="uk-UA" w:eastAsia="ar-SA"/>
              </w:rPr>
              <w:t xml:space="preserve"> – питома вага критерію </w:t>
            </w:r>
            <w:r w:rsidRPr="004A1B28">
              <w:rPr>
                <w:shd w:val="clear" w:color="auto" w:fill="FFFFFF"/>
                <w:lang w:val="uk-UA" w:eastAsia="ar-SA"/>
              </w:rPr>
              <w:t>—</w:t>
            </w:r>
            <w:r w:rsidRPr="004A1B28">
              <w:rPr>
                <w:b/>
                <w:bCs/>
                <w:i/>
                <w:iCs/>
                <w:shd w:val="clear" w:color="auto" w:fill="FFFFFF"/>
                <w:lang w:val="uk-UA" w:eastAsia="ar-SA"/>
              </w:rPr>
              <w:t xml:space="preserve"> 70</w:t>
            </w:r>
            <w:r w:rsidRPr="00D97F3E">
              <w:rPr>
                <w:b/>
                <w:bCs/>
                <w:i/>
                <w:iCs/>
                <w:shd w:val="clear" w:color="auto" w:fill="FFFFFF"/>
                <w:lang w:eastAsia="ar-SA"/>
              </w:rPr>
              <w:t>%</w:t>
            </w:r>
            <w:r w:rsidRPr="004A1B28">
              <w:rPr>
                <w:b/>
                <w:bCs/>
                <w:i/>
                <w:iCs/>
                <w:shd w:val="clear" w:color="auto" w:fill="FFFFFF"/>
                <w:lang w:val="uk-UA" w:eastAsia="ar-SA"/>
              </w:rPr>
              <w:t>;</w:t>
            </w:r>
          </w:p>
          <w:p w:rsidR="00247F60" w:rsidRPr="004A1B28" w:rsidRDefault="00247F60" w:rsidP="004A1B28">
            <w:pPr>
              <w:ind w:firstLine="540"/>
              <w:jc w:val="both"/>
              <w:rPr>
                <w:b/>
                <w:bCs/>
                <w:i/>
                <w:iCs/>
                <w:shd w:val="clear" w:color="auto" w:fill="FFFFFF"/>
                <w:lang w:val="uk-UA" w:eastAsia="ar-SA"/>
              </w:rPr>
            </w:pPr>
            <w:r w:rsidRPr="004A1B28">
              <w:rPr>
                <w:b/>
                <w:i/>
                <w:lang w:val="uk-UA"/>
              </w:rPr>
              <w:t>б) інші витрати, передбачені умовами кредитного договору</w:t>
            </w:r>
            <w:r>
              <w:rPr>
                <w:b/>
                <w:i/>
                <w:lang w:val="uk-UA"/>
              </w:rPr>
              <w:t xml:space="preserve"> – </w:t>
            </w:r>
            <w:r w:rsidRPr="003E7BFF">
              <w:rPr>
                <w:i/>
                <w:lang w:val="uk-UA"/>
              </w:rPr>
              <w:t>питома вага критерію</w:t>
            </w:r>
            <w:r w:rsidRPr="004A1B28">
              <w:rPr>
                <w:shd w:val="clear" w:color="auto" w:fill="FFFFFF"/>
                <w:lang w:val="uk-UA" w:eastAsia="ar-SA"/>
              </w:rPr>
              <w:t xml:space="preserve"> —</w:t>
            </w:r>
            <w:r w:rsidRPr="004A1B28">
              <w:rPr>
                <w:b/>
                <w:bCs/>
                <w:i/>
                <w:iCs/>
                <w:shd w:val="clear" w:color="auto" w:fill="FFFFFF"/>
                <w:lang w:val="uk-UA" w:eastAsia="ar-SA"/>
              </w:rPr>
              <w:t xml:space="preserve"> 30</w:t>
            </w:r>
            <w:r w:rsidRPr="003E7BFF">
              <w:rPr>
                <w:b/>
                <w:bCs/>
                <w:i/>
                <w:iCs/>
                <w:shd w:val="clear" w:color="auto" w:fill="FFFFFF"/>
                <w:lang w:eastAsia="ar-SA"/>
              </w:rPr>
              <w:t>%</w:t>
            </w:r>
            <w:r w:rsidRPr="004A1B28">
              <w:rPr>
                <w:b/>
                <w:bCs/>
                <w:i/>
                <w:iCs/>
                <w:shd w:val="clear" w:color="auto" w:fill="FFFFFF"/>
                <w:lang w:val="uk-UA" w:eastAsia="ar-SA"/>
              </w:rPr>
              <w:t>.</w:t>
            </w:r>
          </w:p>
          <w:p w:rsidR="00247F60" w:rsidRPr="004A1B28" w:rsidRDefault="00247F60" w:rsidP="004A1B28">
            <w:pPr>
              <w:ind w:firstLine="540"/>
              <w:jc w:val="both"/>
              <w:rPr>
                <w:lang w:val="uk-UA" w:eastAsia="ar-SA"/>
              </w:rPr>
            </w:pPr>
            <w:r w:rsidRPr="004A1B28">
              <w:rPr>
                <w:lang w:val="uk-UA" w:eastAsia="ar-SA"/>
              </w:rPr>
              <w:t xml:space="preserve">Кількість </w:t>
            </w:r>
            <w:r>
              <w:rPr>
                <w:lang w:val="uk-UA" w:eastAsia="ar-SA"/>
              </w:rPr>
              <w:t>відсотків</w:t>
            </w:r>
            <w:r w:rsidRPr="004A1B28">
              <w:rPr>
                <w:lang w:val="uk-UA" w:eastAsia="ar-SA"/>
              </w:rPr>
              <w:t xml:space="preserve"> за критерієм </w:t>
            </w:r>
            <w:r w:rsidRPr="004A1B28">
              <w:rPr>
                <w:b/>
                <w:bCs/>
                <w:i/>
                <w:iCs/>
                <w:lang w:val="uk-UA" w:eastAsia="ar-SA"/>
              </w:rPr>
              <w:t>“</w:t>
            </w:r>
            <w:r w:rsidRPr="004A1B28">
              <w:rPr>
                <w:b/>
                <w:i/>
                <w:lang w:val="uk-UA"/>
              </w:rPr>
              <w:t>інші витрати, передбач</w:t>
            </w:r>
            <w:r>
              <w:rPr>
                <w:b/>
                <w:i/>
                <w:lang w:val="uk-UA"/>
              </w:rPr>
              <w:t>ені умовами кредитного договору</w:t>
            </w:r>
            <w:r w:rsidRPr="004A1B28">
              <w:rPr>
                <w:b/>
                <w:bCs/>
                <w:i/>
                <w:iCs/>
                <w:lang w:val="uk-UA" w:eastAsia="ar-SA"/>
              </w:rPr>
              <w:t>”</w:t>
            </w:r>
            <w:r w:rsidRPr="004A1B28">
              <w:rPr>
                <w:lang w:val="uk-UA" w:eastAsia="ar-SA"/>
              </w:rPr>
              <w:t xml:space="preserve"> визначається наступним чином. </w:t>
            </w:r>
          </w:p>
          <w:p w:rsidR="00247F60" w:rsidRPr="004A1B28" w:rsidRDefault="00247F60" w:rsidP="004A1B28">
            <w:pPr>
              <w:ind w:firstLine="540"/>
              <w:jc w:val="both"/>
              <w:rPr>
                <w:i/>
                <w:iCs/>
                <w:lang w:val="uk-UA" w:eastAsia="ar-SA"/>
              </w:rPr>
            </w:pPr>
            <w:r w:rsidRPr="004A1B28">
              <w:rPr>
                <w:lang w:val="uk-UA" w:eastAsia="ar-SA"/>
              </w:rPr>
              <w:t xml:space="preserve">- інші витрати відсутні – </w:t>
            </w:r>
            <w:r w:rsidRPr="008A0224">
              <w:rPr>
                <w:b/>
                <w:lang w:eastAsia="ar-SA"/>
              </w:rPr>
              <w:t>30</w:t>
            </w:r>
            <w:r w:rsidRPr="00D97F3E">
              <w:rPr>
                <w:b/>
                <w:lang w:eastAsia="ar-SA"/>
              </w:rPr>
              <w:t>%</w:t>
            </w:r>
            <w:r w:rsidRPr="004A1B28">
              <w:rPr>
                <w:lang w:val="uk-UA" w:eastAsia="ar-SA"/>
              </w:rPr>
              <w:t>;</w:t>
            </w:r>
          </w:p>
          <w:p w:rsidR="00247F60" w:rsidRPr="004A1B28" w:rsidRDefault="00247F60" w:rsidP="004A1B28">
            <w:pPr>
              <w:ind w:firstLine="540"/>
              <w:jc w:val="both"/>
              <w:rPr>
                <w:i/>
                <w:iCs/>
                <w:lang w:val="uk-UA" w:eastAsia="ar-SA"/>
              </w:rPr>
            </w:pPr>
            <w:r w:rsidRPr="004A1B28">
              <w:rPr>
                <w:lang w:val="uk-UA" w:eastAsia="ar-SA"/>
              </w:rPr>
              <w:t xml:space="preserve">- інші витрати не більше 1% – </w:t>
            </w:r>
            <w:r w:rsidRPr="008A0224">
              <w:rPr>
                <w:b/>
                <w:lang w:eastAsia="ar-SA"/>
              </w:rPr>
              <w:t>20</w:t>
            </w:r>
            <w:r w:rsidRPr="00D97F3E">
              <w:rPr>
                <w:b/>
                <w:lang w:eastAsia="ar-SA"/>
              </w:rPr>
              <w:t>%</w:t>
            </w:r>
            <w:r w:rsidRPr="004A1B28">
              <w:rPr>
                <w:lang w:val="uk-UA" w:eastAsia="ar-SA"/>
              </w:rPr>
              <w:t>;</w:t>
            </w:r>
          </w:p>
          <w:p w:rsidR="00247F60" w:rsidRPr="004A1B28" w:rsidRDefault="00247F60" w:rsidP="004A1B28">
            <w:pPr>
              <w:ind w:firstLine="540"/>
              <w:jc w:val="both"/>
              <w:rPr>
                <w:lang w:val="uk-UA" w:eastAsia="ar-SA"/>
              </w:rPr>
            </w:pPr>
            <w:r w:rsidRPr="004A1B28">
              <w:rPr>
                <w:lang w:val="uk-UA" w:eastAsia="ar-SA"/>
              </w:rPr>
              <w:t xml:space="preserve">- інші витрати не більше 3% – </w:t>
            </w:r>
            <w:r w:rsidRPr="00BA14EC">
              <w:rPr>
                <w:b/>
                <w:lang w:eastAsia="ar-SA"/>
              </w:rPr>
              <w:t>10</w:t>
            </w:r>
            <w:r w:rsidRPr="004A1B28">
              <w:rPr>
                <w:b/>
                <w:lang w:val="uk-UA" w:eastAsia="ar-SA"/>
              </w:rPr>
              <w:t xml:space="preserve"> </w:t>
            </w:r>
            <w:r w:rsidRPr="00D97F3E">
              <w:rPr>
                <w:b/>
                <w:lang w:eastAsia="ar-SA"/>
              </w:rPr>
              <w:t>%</w:t>
            </w:r>
            <w:r w:rsidRPr="004A1B28">
              <w:rPr>
                <w:lang w:val="uk-UA" w:eastAsia="ar-SA"/>
              </w:rPr>
              <w:t>;</w:t>
            </w:r>
          </w:p>
          <w:p w:rsidR="00247F60" w:rsidRPr="004A1B28" w:rsidRDefault="00247F60" w:rsidP="004A1B28">
            <w:pPr>
              <w:ind w:firstLine="540"/>
              <w:jc w:val="both"/>
              <w:rPr>
                <w:lang w:val="uk-UA" w:eastAsia="ar-SA"/>
              </w:rPr>
            </w:pPr>
            <w:r w:rsidRPr="004A1B28">
              <w:rPr>
                <w:lang w:val="uk-UA" w:eastAsia="ar-SA"/>
              </w:rPr>
              <w:t xml:space="preserve">- інші витрати не більше 5% – </w:t>
            </w:r>
            <w:r w:rsidRPr="00BA14EC">
              <w:rPr>
                <w:b/>
                <w:lang w:eastAsia="ar-SA"/>
              </w:rPr>
              <w:t>5</w:t>
            </w:r>
            <w:r w:rsidRPr="004A1B28">
              <w:rPr>
                <w:b/>
                <w:lang w:val="uk-UA" w:eastAsia="ar-SA"/>
              </w:rPr>
              <w:t xml:space="preserve"> </w:t>
            </w:r>
            <w:r w:rsidRPr="00D97F3E">
              <w:rPr>
                <w:b/>
                <w:lang w:eastAsia="ar-SA"/>
              </w:rPr>
              <w:t>%</w:t>
            </w:r>
            <w:r w:rsidRPr="004A1B28">
              <w:rPr>
                <w:lang w:val="uk-UA" w:eastAsia="ar-SA"/>
              </w:rPr>
              <w:t>;</w:t>
            </w:r>
          </w:p>
          <w:p w:rsidR="00247F60" w:rsidRPr="004A1B28" w:rsidRDefault="00247F60" w:rsidP="004A1B28">
            <w:pPr>
              <w:ind w:firstLine="540"/>
              <w:jc w:val="both"/>
              <w:rPr>
                <w:i/>
                <w:iCs/>
                <w:lang w:val="uk-UA" w:eastAsia="ar-SA"/>
              </w:rPr>
            </w:pPr>
            <w:r w:rsidRPr="004A1B28">
              <w:rPr>
                <w:lang w:val="uk-UA" w:eastAsia="ar-SA"/>
              </w:rPr>
              <w:t xml:space="preserve">- інші витрати більше 5% – </w:t>
            </w:r>
            <w:r w:rsidRPr="004A1B28">
              <w:rPr>
                <w:b/>
                <w:lang w:val="uk-UA" w:eastAsia="ar-SA"/>
              </w:rPr>
              <w:t xml:space="preserve">0 </w:t>
            </w:r>
            <w:r w:rsidRPr="00D97F3E">
              <w:rPr>
                <w:b/>
                <w:lang w:eastAsia="ar-SA"/>
              </w:rPr>
              <w:t>%</w:t>
            </w:r>
            <w:r w:rsidRPr="004A1B28">
              <w:rPr>
                <w:lang w:val="uk-UA" w:eastAsia="ar-SA"/>
              </w:rPr>
              <w:t>;</w:t>
            </w:r>
          </w:p>
          <w:p w:rsidR="00247F60" w:rsidRPr="00D97F3E" w:rsidRDefault="00247F60" w:rsidP="004A1B28">
            <w:pPr>
              <w:ind w:firstLine="540"/>
              <w:jc w:val="both"/>
              <w:rPr>
                <w:i/>
                <w:iCs/>
                <w:u w:val="single"/>
                <w:lang w:val="uk-UA" w:eastAsia="ar-SA"/>
              </w:rPr>
            </w:pPr>
            <w:r w:rsidRPr="00D97F3E">
              <w:rPr>
                <w:u w:val="single"/>
                <w:lang w:val="uk-UA"/>
              </w:rPr>
              <w:t>Ціна тендерної пропозиції</w:t>
            </w:r>
            <w:r w:rsidRPr="00D97F3E">
              <w:rPr>
                <w:u w:val="single"/>
              </w:rPr>
              <w:t>/</w:t>
            </w:r>
            <w:r w:rsidRPr="00D97F3E">
              <w:rPr>
                <w:u w:val="single"/>
                <w:lang w:val="uk-UA"/>
              </w:rPr>
              <w:t xml:space="preserve">приведена ціна </w:t>
            </w:r>
            <w:r w:rsidRPr="00D97F3E">
              <w:rPr>
                <w:u w:val="single"/>
                <w:lang w:val="uk-UA" w:eastAsia="ar-SA"/>
              </w:rPr>
              <w:t xml:space="preserve">розраховується за формулою: </w:t>
            </w:r>
          </w:p>
          <w:p w:rsidR="00247F60" w:rsidRDefault="00247F60" w:rsidP="004A1B28">
            <w:pPr>
              <w:rPr>
                <w:b/>
                <w:shd w:val="clear" w:color="auto" w:fill="FFFFFF"/>
                <w:lang w:val="uk-UA" w:eastAsia="ar-SA"/>
              </w:rPr>
            </w:pPr>
            <w:r w:rsidRPr="004A1B28">
              <w:rPr>
                <w:lang w:val="uk-UA"/>
              </w:rPr>
              <w:t xml:space="preserve">  </w:t>
            </w:r>
            <w:r w:rsidRPr="00D97F3E">
              <w:rPr>
                <w:b/>
                <w:shd w:val="clear" w:color="auto" w:fill="FFFFFF"/>
                <w:lang w:val="uk-UA" w:eastAsia="ar-SA"/>
              </w:rPr>
              <w:t>Приведена ціна = Ціна пропозиції/ Коефіцієнт корекції(КК)</w:t>
            </w:r>
          </w:p>
          <w:p w:rsidR="00247F60" w:rsidRDefault="00247F60" w:rsidP="00D97F3E">
            <w:pPr>
              <w:jc w:val="both"/>
              <w:rPr>
                <w:shd w:val="clear" w:color="auto" w:fill="FFFFFF"/>
                <w:lang w:val="uk-UA" w:eastAsia="ar-SA"/>
              </w:rPr>
            </w:pPr>
            <w:r>
              <w:rPr>
                <w:b/>
                <w:shd w:val="clear" w:color="auto" w:fill="FFFFFF"/>
                <w:lang w:val="uk-UA" w:eastAsia="ar-SA"/>
              </w:rPr>
              <w:t xml:space="preserve">Приведена ціна – </w:t>
            </w:r>
            <w:r>
              <w:rPr>
                <w:shd w:val="clear" w:color="auto" w:fill="FFFFFF"/>
                <w:lang w:val="uk-UA" w:eastAsia="ar-SA"/>
              </w:rPr>
              <w:t>ціна, зазначена учасником у тендерній пропозиції та перерахована з урахуванням показників інших критеріїв оцінки за математичною формулою, визначеною замовником у тендерній документації</w:t>
            </w:r>
          </w:p>
          <w:p w:rsidR="00247F60" w:rsidRDefault="00247F60" w:rsidP="00D97F3E">
            <w:pPr>
              <w:jc w:val="both"/>
              <w:rPr>
                <w:u w:val="single"/>
                <w:shd w:val="clear" w:color="auto" w:fill="FFFFFF"/>
                <w:lang w:val="uk-UA" w:eastAsia="ar-SA"/>
              </w:rPr>
            </w:pPr>
            <w:r w:rsidRPr="00D97F3E">
              <w:rPr>
                <w:u w:val="single"/>
                <w:shd w:val="clear" w:color="auto" w:fill="FFFFFF"/>
                <w:lang w:val="uk-UA" w:eastAsia="ar-SA"/>
              </w:rPr>
              <w:t xml:space="preserve">Формула розрахунку коефіцієнту корекції </w:t>
            </w:r>
          </w:p>
          <w:p w:rsidR="00247F60" w:rsidRPr="00D97F3E" w:rsidRDefault="00247F60" w:rsidP="00D97F3E">
            <w:pPr>
              <w:jc w:val="both"/>
              <w:rPr>
                <w:shd w:val="clear" w:color="auto" w:fill="FFFFFF"/>
                <w:lang w:val="uk-UA" w:eastAsia="ar-SA"/>
              </w:rPr>
            </w:pPr>
            <w:r>
              <w:rPr>
                <w:b/>
                <w:shd w:val="clear" w:color="auto" w:fill="FFFFFF"/>
                <w:lang w:val="uk-UA" w:eastAsia="ar-SA"/>
              </w:rPr>
              <w:t>КК = 1+</w:t>
            </w:r>
            <w:r w:rsidRPr="00D97F3E">
              <w:rPr>
                <w:b/>
                <w:shd w:val="clear" w:color="auto" w:fill="FFFFFF"/>
                <w:lang w:val="en-US" w:eastAsia="ar-SA"/>
              </w:rPr>
              <w:t>F</w:t>
            </w:r>
            <w:r>
              <w:rPr>
                <w:b/>
                <w:shd w:val="clear" w:color="auto" w:fill="FFFFFF"/>
                <w:lang w:val="uk-UA" w:eastAsia="ar-SA"/>
              </w:rPr>
              <w:t>1</w:t>
            </w:r>
            <w:r w:rsidRPr="00D97F3E">
              <w:rPr>
                <w:b/>
                <w:shd w:val="clear" w:color="auto" w:fill="FFFFFF"/>
                <w:lang w:val="uk-UA" w:eastAsia="ar-SA"/>
              </w:rPr>
              <w:t>/</w:t>
            </w:r>
            <w:r w:rsidRPr="00D97F3E">
              <w:rPr>
                <w:b/>
                <w:shd w:val="clear" w:color="auto" w:fill="FFFFFF"/>
                <w:lang w:val="en-US" w:eastAsia="ar-SA"/>
              </w:rPr>
              <w:t>PV</w:t>
            </w:r>
          </w:p>
          <w:p w:rsidR="00247F60" w:rsidRDefault="00247F60" w:rsidP="00D97F3E">
            <w:pPr>
              <w:jc w:val="both"/>
              <w:rPr>
                <w:lang w:val="uk-UA"/>
              </w:rPr>
            </w:pPr>
            <w:r>
              <w:rPr>
                <w:lang w:val="uk-UA"/>
              </w:rPr>
              <w:t xml:space="preserve">де </w:t>
            </w:r>
            <w:r w:rsidRPr="001D64BE">
              <w:rPr>
                <w:b/>
                <w:lang w:val="uk-UA"/>
              </w:rPr>
              <w:t>КК</w:t>
            </w:r>
            <w:r>
              <w:rPr>
                <w:lang w:val="uk-UA"/>
              </w:rPr>
              <w:t xml:space="preserve"> - коефіцієнт корекції</w:t>
            </w:r>
          </w:p>
          <w:p w:rsidR="00247F60" w:rsidRDefault="00247F60" w:rsidP="00D97F3E">
            <w:pPr>
              <w:jc w:val="both"/>
              <w:rPr>
                <w:shd w:val="clear" w:color="auto" w:fill="FFFFFF"/>
                <w:lang w:val="uk-UA" w:eastAsia="ar-SA"/>
              </w:rPr>
            </w:pPr>
            <w:r w:rsidRPr="00D97F3E">
              <w:rPr>
                <w:b/>
                <w:shd w:val="clear" w:color="auto" w:fill="FFFFFF"/>
                <w:lang w:val="en-US" w:eastAsia="ar-SA"/>
              </w:rPr>
              <w:t>F</w:t>
            </w:r>
            <w:r w:rsidRPr="00D97F3E">
              <w:rPr>
                <w:b/>
                <w:shd w:val="clear" w:color="auto" w:fill="FFFFFF"/>
                <w:lang w:val="uk-UA" w:eastAsia="ar-SA"/>
              </w:rPr>
              <w:t>1</w:t>
            </w:r>
            <w:r>
              <w:rPr>
                <w:b/>
                <w:shd w:val="clear" w:color="auto" w:fill="FFFFFF"/>
                <w:lang w:val="uk-UA" w:eastAsia="ar-SA"/>
              </w:rPr>
              <w:t xml:space="preserve"> – </w:t>
            </w:r>
            <w:r>
              <w:rPr>
                <w:shd w:val="clear" w:color="auto" w:fill="FFFFFF"/>
                <w:lang w:val="uk-UA" w:eastAsia="ar-SA"/>
              </w:rPr>
              <w:t>зазначення нецінового критерію, вибраного учасником</w:t>
            </w:r>
          </w:p>
          <w:p w:rsidR="00247F60" w:rsidRPr="001D64BE" w:rsidRDefault="00247F60" w:rsidP="00D97F3E">
            <w:pPr>
              <w:jc w:val="both"/>
              <w:rPr>
                <w:lang w:val="uk-UA"/>
              </w:rPr>
            </w:pPr>
            <w:r w:rsidRPr="00D97F3E">
              <w:rPr>
                <w:b/>
                <w:shd w:val="clear" w:color="auto" w:fill="FFFFFF"/>
                <w:lang w:val="en-US" w:eastAsia="ar-SA"/>
              </w:rPr>
              <w:t>PV</w:t>
            </w:r>
            <w:r>
              <w:rPr>
                <w:b/>
                <w:shd w:val="clear" w:color="auto" w:fill="FFFFFF"/>
                <w:lang w:val="uk-UA" w:eastAsia="ar-SA"/>
              </w:rPr>
              <w:t xml:space="preserve"> – </w:t>
            </w:r>
            <w:r>
              <w:rPr>
                <w:shd w:val="clear" w:color="auto" w:fill="FFFFFF"/>
                <w:lang w:val="uk-UA" w:eastAsia="ar-SA"/>
              </w:rPr>
              <w:t>вага критерію "Ціна"</w:t>
            </w:r>
          </w:p>
          <w:p w:rsidR="00247F60" w:rsidRDefault="00247F60" w:rsidP="000841E4">
            <w:pPr>
              <w:pStyle w:val="NormalWeb"/>
              <w:spacing w:before="0" w:beforeAutospacing="0" w:after="0" w:afterAutospacing="0"/>
              <w:ind w:firstLine="201"/>
              <w:jc w:val="both"/>
              <w:rPr>
                <w:szCs w:val="24"/>
                <w:lang w:val="uk-UA"/>
              </w:rPr>
            </w:pPr>
            <w:r>
              <w:rPr>
                <w:szCs w:val="24"/>
                <w:lang w:val="uk-UA"/>
              </w:rPr>
              <w:t>Під час укладання договору його вартість розраховується за формулою:</w:t>
            </w:r>
          </w:p>
          <w:p w:rsidR="00247F60" w:rsidRDefault="00247F60" w:rsidP="000841E4">
            <w:pPr>
              <w:pStyle w:val="NormalWeb"/>
              <w:spacing w:before="0" w:beforeAutospacing="0" w:after="0" w:afterAutospacing="0"/>
              <w:ind w:firstLine="201"/>
              <w:jc w:val="both"/>
              <w:rPr>
                <w:b/>
                <w:szCs w:val="24"/>
                <w:u w:val="single"/>
                <w:lang w:val="uk-UA"/>
              </w:rPr>
            </w:pPr>
            <w:r>
              <w:rPr>
                <w:b/>
                <w:szCs w:val="24"/>
                <w:u w:val="single"/>
                <w:lang w:val="uk-UA"/>
              </w:rPr>
              <w:t>Вартість Договору=</w:t>
            </w:r>
            <w:r w:rsidRPr="00127C26">
              <w:rPr>
                <w:b/>
                <w:szCs w:val="24"/>
                <w:u w:val="single"/>
                <w:lang w:val="uk-UA"/>
              </w:rPr>
              <w:t>Приведена ціна *КК</w:t>
            </w:r>
          </w:p>
          <w:p w:rsidR="00247F60" w:rsidRPr="00127C26" w:rsidRDefault="00247F60" w:rsidP="000841E4">
            <w:pPr>
              <w:pStyle w:val="NormalWeb"/>
              <w:spacing w:before="0" w:beforeAutospacing="0" w:after="0" w:afterAutospacing="0"/>
              <w:ind w:firstLine="201"/>
              <w:jc w:val="both"/>
              <w:rPr>
                <w:b/>
                <w:szCs w:val="24"/>
                <w:u w:val="single"/>
                <w:lang w:val="uk-UA"/>
              </w:rPr>
            </w:pPr>
          </w:p>
        </w:tc>
      </w:tr>
      <w:tr w:rsidR="00247F60" w:rsidRPr="00D16482" w:rsidTr="00713D95">
        <w:tc>
          <w:tcPr>
            <w:tcW w:w="409" w:type="dxa"/>
          </w:tcPr>
          <w:p w:rsidR="00247F60" w:rsidRPr="00117BCB" w:rsidRDefault="00247F60" w:rsidP="00117BCB">
            <w:pPr>
              <w:pStyle w:val="BodyText"/>
              <w:spacing w:after="0"/>
              <w:ind w:firstLine="0"/>
              <w:jc w:val="center"/>
              <w:rPr>
                <w:b/>
                <w:szCs w:val="24"/>
              </w:rPr>
            </w:pPr>
            <w:r w:rsidRPr="00117BCB">
              <w:rPr>
                <w:b/>
                <w:szCs w:val="24"/>
              </w:rPr>
              <w:t>2.</w:t>
            </w:r>
          </w:p>
        </w:tc>
        <w:tc>
          <w:tcPr>
            <w:tcW w:w="2070" w:type="dxa"/>
            <w:gridSpan w:val="2"/>
          </w:tcPr>
          <w:p w:rsidR="00247F60" w:rsidRPr="00117BCB" w:rsidRDefault="00247F60" w:rsidP="00117BCB">
            <w:pPr>
              <w:pStyle w:val="BodyText"/>
              <w:spacing w:after="0"/>
              <w:ind w:firstLine="0"/>
              <w:jc w:val="left"/>
              <w:rPr>
                <w:b/>
                <w:szCs w:val="24"/>
              </w:rPr>
            </w:pPr>
            <w:r w:rsidRPr="00117BCB">
              <w:rPr>
                <w:b/>
                <w:bCs/>
              </w:rPr>
              <w:t>Інша інформація</w:t>
            </w:r>
          </w:p>
        </w:tc>
        <w:tc>
          <w:tcPr>
            <w:tcW w:w="7889" w:type="dxa"/>
          </w:tcPr>
          <w:p w:rsidR="00247F60" w:rsidRPr="00D80E4D" w:rsidRDefault="00247F60"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247F60" w:rsidRPr="00D80E4D" w:rsidRDefault="00247F60"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247F60" w:rsidRPr="00D80E4D" w:rsidRDefault="00247F60"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247F60" w:rsidRPr="00D80E4D" w:rsidRDefault="00247F60"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247F60" w:rsidRPr="00D80E4D" w:rsidRDefault="00247F60"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247F60" w:rsidRPr="00D80E4D" w:rsidRDefault="00247F60" w:rsidP="00117BCB">
            <w:pPr>
              <w:pStyle w:val="NormalWeb"/>
              <w:spacing w:before="0" w:beforeAutospacing="0" w:after="0" w:afterAutospacing="0"/>
              <w:ind w:firstLine="342"/>
              <w:jc w:val="both"/>
              <w:rPr>
                <w:szCs w:val="24"/>
                <w:lang w:val="uk-UA"/>
              </w:rPr>
            </w:pPr>
            <w:r w:rsidRPr="00D80E4D">
              <w:rPr>
                <w:szCs w:val="24"/>
                <w:lang w:val="uk-UA"/>
              </w:rPr>
              <w:t>У разі якщо оголошення про проведення процедури закупівлі оприлюднюється відповідно до норм частини четвертої статті 10 Закону, 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до проведення автоматичної оцінки тендерних пропозицій у строк, що не перевищує 20 робочих днів.</w:t>
            </w:r>
          </w:p>
          <w:p w:rsidR="00247F60" w:rsidRPr="00D80E4D" w:rsidRDefault="00247F60" w:rsidP="00117BCB">
            <w:pPr>
              <w:pStyle w:val="NormalWeb"/>
              <w:spacing w:before="0" w:beforeAutospacing="0" w:after="0" w:afterAutospacing="0"/>
              <w:ind w:firstLine="342"/>
              <w:jc w:val="both"/>
              <w:rPr>
                <w:szCs w:val="24"/>
                <w:lang w:val="uk-UA"/>
              </w:rPr>
            </w:pPr>
            <w:r w:rsidRPr="00D80E4D">
              <w:rPr>
                <w:szCs w:val="24"/>
                <w:lang w:val="uk-UA"/>
              </w:rPr>
              <w:t xml:space="preserve">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веб-порталі Уповноваженого органу відповідно до статті 10 Закону. </w:t>
            </w:r>
          </w:p>
          <w:p w:rsidR="00247F60" w:rsidRPr="00D80E4D" w:rsidRDefault="00247F60" w:rsidP="00117BCB">
            <w:pPr>
              <w:pStyle w:val="NormalWeb"/>
              <w:spacing w:before="0" w:beforeAutospacing="0" w:after="0" w:afterAutospacing="0"/>
              <w:ind w:firstLine="342"/>
              <w:jc w:val="both"/>
              <w:rPr>
                <w:i/>
                <w:szCs w:val="24"/>
                <w:lang w:val="uk-UA"/>
              </w:rPr>
            </w:pPr>
            <w:r w:rsidRPr="00D80E4D">
              <w:rPr>
                <w:i/>
                <w:szCs w:val="24"/>
                <w:lang w:val="uk-UA"/>
              </w:rPr>
              <w:t xml:space="preserve">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w:t>
            </w:r>
          </w:p>
          <w:p w:rsidR="00247F60" w:rsidRPr="00D80E4D" w:rsidRDefault="00247F60" w:rsidP="00117BCB">
            <w:pPr>
              <w:pStyle w:val="NormalWeb"/>
              <w:spacing w:before="0" w:beforeAutospacing="0" w:after="0" w:afterAutospacing="0"/>
              <w:ind w:firstLine="342"/>
              <w:jc w:val="both"/>
              <w:rPr>
                <w:szCs w:val="24"/>
                <w:lang w:val="uk-UA"/>
              </w:rPr>
            </w:pPr>
            <w:r w:rsidRPr="00D80E4D">
              <w:rPr>
                <w:szCs w:val="24"/>
                <w:lang w:val="uk-UA"/>
              </w:rPr>
              <w:t>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247F60" w:rsidRPr="00D80E4D" w:rsidRDefault="00247F60" w:rsidP="00117BCB">
            <w:pPr>
              <w:pStyle w:val="NormalWeb"/>
              <w:spacing w:before="0" w:beforeAutospacing="0" w:after="0" w:afterAutospacing="0"/>
              <w:ind w:firstLine="342"/>
              <w:jc w:val="both"/>
              <w:rPr>
                <w:szCs w:val="24"/>
                <w:lang w:val="uk-UA"/>
              </w:rPr>
            </w:pPr>
            <w:r w:rsidRPr="00D80E4D">
              <w:rPr>
                <w:szCs w:val="24"/>
                <w:lang w:val="uk-UA"/>
              </w:rPr>
              <w:t>Якщо за результатами розгляду тендерних пропозицій до</w:t>
            </w:r>
            <w:r w:rsidRPr="00D80E4D">
              <w:rPr>
                <w:szCs w:val="24"/>
                <w:u w:val="single"/>
                <w:lang w:val="uk-UA"/>
              </w:rPr>
              <w:t xml:space="preserve"> </w:t>
            </w:r>
            <w:r w:rsidRPr="00D80E4D">
              <w:rPr>
                <w:szCs w:val="24"/>
                <w:lang w:val="uk-UA"/>
              </w:rPr>
              <w:t>оцінки допущено тендерні пропозиції менше ніж двох учасників, процедура закупівлі відміняється.</w:t>
            </w:r>
          </w:p>
          <w:p w:rsidR="00247F60" w:rsidRPr="00D80E4D" w:rsidRDefault="00247F60"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247F60" w:rsidRPr="00D80E4D" w:rsidRDefault="00247F60"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247F60" w:rsidRDefault="00247F60"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247F60" w:rsidRPr="00D80E4D" w:rsidRDefault="00247F60" w:rsidP="00117BCB">
            <w:pPr>
              <w:pStyle w:val="NormalWeb"/>
              <w:spacing w:before="0" w:beforeAutospacing="0" w:after="0" w:afterAutospacing="0"/>
              <w:ind w:firstLine="342"/>
              <w:jc w:val="both"/>
              <w:rPr>
                <w:szCs w:val="24"/>
                <w:highlight w:val="magenta"/>
                <w:lang w:val="uk-UA"/>
              </w:rPr>
            </w:pPr>
          </w:p>
        </w:tc>
      </w:tr>
      <w:tr w:rsidR="00247F60" w:rsidRPr="00D16482" w:rsidTr="00713D95">
        <w:tc>
          <w:tcPr>
            <w:tcW w:w="409" w:type="dxa"/>
          </w:tcPr>
          <w:p w:rsidR="00247F60" w:rsidRPr="00117BCB" w:rsidRDefault="00247F60" w:rsidP="00117BCB">
            <w:pPr>
              <w:spacing w:line="240" w:lineRule="exact"/>
              <w:jc w:val="center"/>
              <w:rPr>
                <w:lang w:val="uk-UA"/>
              </w:rPr>
            </w:pPr>
            <w:r w:rsidRPr="00117BCB">
              <w:rPr>
                <w:rStyle w:val="Strong"/>
                <w:lang w:val="uk-UA"/>
              </w:rPr>
              <w:t>3.</w:t>
            </w:r>
          </w:p>
        </w:tc>
        <w:tc>
          <w:tcPr>
            <w:tcW w:w="2070" w:type="dxa"/>
            <w:gridSpan w:val="2"/>
          </w:tcPr>
          <w:p w:rsidR="00247F60" w:rsidRPr="00117BCB" w:rsidRDefault="00247F60" w:rsidP="00117BCB">
            <w:pPr>
              <w:pStyle w:val="BodyText"/>
              <w:spacing w:after="0"/>
              <w:ind w:firstLine="0"/>
              <w:jc w:val="left"/>
              <w:rPr>
                <w:b/>
                <w:szCs w:val="24"/>
              </w:rPr>
            </w:pPr>
            <w:r>
              <w:rPr>
                <w:rStyle w:val="Strong"/>
              </w:rPr>
              <w:t>Відхилення тендерних пропозицій</w:t>
            </w:r>
          </w:p>
        </w:tc>
        <w:tc>
          <w:tcPr>
            <w:tcW w:w="7889" w:type="dxa"/>
          </w:tcPr>
          <w:p w:rsidR="00247F60" w:rsidRPr="00D80E4D" w:rsidRDefault="00247F60"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247F60" w:rsidRPr="00D80E4D" w:rsidRDefault="00247F60" w:rsidP="00790149">
            <w:pPr>
              <w:pStyle w:val="NormalWeb"/>
              <w:numPr>
                <w:ilvl w:val="0"/>
                <w:numId w:val="8"/>
              </w:numPr>
              <w:spacing w:before="0" w:beforeAutospacing="0" w:after="0" w:afterAutospacing="0"/>
              <w:jc w:val="both"/>
              <w:rPr>
                <w:szCs w:val="24"/>
                <w:lang w:val="uk-UA"/>
              </w:rPr>
            </w:pPr>
            <w:r w:rsidRPr="00D80E4D">
              <w:rPr>
                <w:szCs w:val="24"/>
                <w:u w:val="single"/>
                <w:lang w:val="uk-UA"/>
              </w:rPr>
              <w:t>учасник:</w:t>
            </w:r>
          </w:p>
          <w:p w:rsidR="00247F60" w:rsidRPr="00D80E4D" w:rsidRDefault="00247F60"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247F60" w:rsidRPr="00D80E4D" w:rsidRDefault="00247F60"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247F60" w:rsidRPr="00D80E4D" w:rsidRDefault="00247F60"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247F60" w:rsidRPr="00D80E4D" w:rsidRDefault="00247F60"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247F60" w:rsidRPr="00D80E4D" w:rsidRDefault="00247F60"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247F60" w:rsidRPr="00D80E4D" w:rsidRDefault="00247F60"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247F60" w:rsidRPr="00D80E4D" w:rsidRDefault="00247F60"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247F60" w:rsidRPr="00D80E4D" w:rsidRDefault="00247F60"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247F60" w:rsidRPr="00D80E4D" w:rsidRDefault="00247F60"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247F60" w:rsidRDefault="00247F60"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247F60" w:rsidRPr="00935D08" w:rsidRDefault="00247F60" w:rsidP="00117BCB">
            <w:pPr>
              <w:pStyle w:val="NormalWeb"/>
              <w:spacing w:before="0" w:beforeAutospacing="0" w:after="0" w:afterAutospacing="0"/>
              <w:ind w:firstLine="342"/>
              <w:jc w:val="both"/>
              <w:rPr>
                <w:szCs w:val="24"/>
                <w:u w:val="single"/>
                <w:lang w:val="uk-UA"/>
              </w:rPr>
            </w:pPr>
          </w:p>
        </w:tc>
      </w:tr>
      <w:tr w:rsidR="00247F60" w:rsidRPr="004A734E" w:rsidTr="00AC43E7">
        <w:trPr>
          <w:trHeight w:val="394"/>
        </w:trPr>
        <w:tc>
          <w:tcPr>
            <w:tcW w:w="10368" w:type="dxa"/>
            <w:gridSpan w:val="4"/>
          </w:tcPr>
          <w:p w:rsidR="00247F60" w:rsidRPr="00D80E4D" w:rsidRDefault="00247F60"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247F60" w:rsidRPr="00D16482" w:rsidTr="00713D95">
        <w:tc>
          <w:tcPr>
            <w:tcW w:w="409" w:type="dxa"/>
          </w:tcPr>
          <w:p w:rsidR="00247F60" w:rsidRPr="00117BCB" w:rsidRDefault="00247F60" w:rsidP="00117BCB">
            <w:pPr>
              <w:spacing w:line="240" w:lineRule="exact"/>
              <w:jc w:val="center"/>
              <w:rPr>
                <w:rStyle w:val="Strong"/>
                <w:lang w:val="uk-UA"/>
              </w:rPr>
            </w:pPr>
            <w:r w:rsidRPr="00117BCB">
              <w:rPr>
                <w:rStyle w:val="Strong"/>
                <w:lang w:val="uk-UA"/>
              </w:rPr>
              <w:t>1.</w:t>
            </w:r>
          </w:p>
        </w:tc>
        <w:tc>
          <w:tcPr>
            <w:tcW w:w="2070" w:type="dxa"/>
            <w:gridSpan w:val="2"/>
          </w:tcPr>
          <w:p w:rsidR="00247F60" w:rsidRPr="00117BCB" w:rsidRDefault="00247F60"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7889" w:type="dxa"/>
          </w:tcPr>
          <w:p w:rsidR="00247F60" w:rsidRPr="00D80E4D" w:rsidRDefault="00247F60"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247F60" w:rsidRPr="00D80E4D" w:rsidRDefault="00247F60"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247F60" w:rsidRPr="00D80E4D" w:rsidRDefault="00247F60"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247F60" w:rsidRPr="00D80E4D" w:rsidRDefault="00247F60"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247F60" w:rsidRPr="00D80E4D" w:rsidRDefault="00247F60"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247F60" w:rsidRPr="00D80E4D" w:rsidRDefault="00247F60"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247F60" w:rsidRDefault="00247F60"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247F60" w:rsidRPr="00D80E4D" w:rsidRDefault="00247F60" w:rsidP="00F81735">
            <w:pPr>
              <w:pStyle w:val="NormalWeb"/>
              <w:spacing w:before="0" w:beforeAutospacing="0" w:after="0" w:afterAutospacing="0"/>
              <w:ind w:left="274"/>
              <w:jc w:val="both"/>
              <w:rPr>
                <w:szCs w:val="24"/>
                <w:lang w:val="uk-UA"/>
              </w:rPr>
            </w:pPr>
            <w:r>
              <w:rPr>
                <w:szCs w:val="24"/>
                <w:lang w:val="uk-UA"/>
              </w:rPr>
              <w:t>Торги може бути відмінено частково (за лотом).</w:t>
            </w:r>
          </w:p>
          <w:p w:rsidR="00247F60" w:rsidRPr="00D80E4D" w:rsidRDefault="00247F60"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247F60" w:rsidRPr="00D80E4D" w:rsidRDefault="00247F60"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247F60" w:rsidRPr="00D80E4D" w:rsidRDefault="00247F60"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247F60" w:rsidRDefault="00247F60"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247F60" w:rsidRPr="00D80E4D" w:rsidRDefault="00247F60" w:rsidP="00C12D35">
            <w:pPr>
              <w:pStyle w:val="NormalWeb"/>
              <w:spacing w:before="0" w:beforeAutospacing="0" w:after="0" w:afterAutospacing="0"/>
              <w:ind w:left="-38" w:firstLine="312"/>
              <w:jc w:val="both"/>
              <w:rPr>
                <w:szCs w:val="24"/>
                <w:lang w:val="uk-UA"/>
              </w:rPr>
            </w:pPr>
            <w:r>
              <w:rPr>
                <w:szCs w:val="24"/>
                <w:lang w:val="uk-UA"/>
              </w:rPr>
              <w:t>Замовник має право визнати торги такими, що не відбулися частково (за лотом).</w:t>
            </w:r>
          </w:p>
          <w:p w:rsidR="00247F60" w:rsidRDefault="00247F60"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247F60" w:rsidRPr="00D80E4D" w:rsidRDefault="00247F60" w:rsidP="00117BCB">
            <w:pPr>
              <w:pStyle w:val="NormalWeb"/>
              <w:spacing w:before="0" w:beforeAutospacing="0" w:after="0" w:afterAutospacing="0"/>
              <w:ind w:firstLine="274"/>
              <w:jc w:val="both"/>
              <w:rPr>
                <w:szCs w:val="24"/>
                <w:lang w:val="uk-UA"/>
              </w:rPr>
            </w:pPr>
          </w:p>
        </w:tc>
      </w:tr>
      <w:tr w:rsidR="00247F60" w:rsidRPr="00F85051" w:rsidTr="00713D95">
        <w:tc>
          <w:tcPr>
            <w:tcW w:w="409" w:type="dxa"/>
          </w:tcPr>
          <w:p w:rsidR="00247F60" w:rsidRPr="00D80E4D" w:rsidRDefault="00247F60" w:rsidP="00117BCB">
            <w:pPr>
              <w:pStyle w:val="NormalWeb"/>
              <w:spacing w:before="0" w:beforeAutospacing="0" w:after="0" w:afterAutospacing="0"/>
              <w:jc w:val="center"/>
              <w:rPr>
                <w:b/>
                <w:szCs w:val="24"/>
                <w:lang w:val="uk-UA"/>
              </w:rPr>
            </w:pPr>
            <w:r w:rsidRPr="00D80E4D">
              <w:rPr>
                <w:b/>
                <w:szCs w:val="24"/>
                <w:lang w:val="uk-UA"/>
              </w:rPr>
              <w:t>2.</w:t>
            </w:r>
          </w:p>
        </w:tc>
        <w:tc>
          <w:tcPr>
            <w:tcW w:w="2070" w:type="dxa"/>
            <w:gridSpan w:val="2"/>
          </w:tcPr>
          <w:p w:rsidR="00247F60" w:rsidRPr="00D80E4D" w:rsidRDefault="00247F60"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7889" w:type="dxa"/>
          </w:tcPr>
          <w:p w:rsidR="00247F60" w:rsidRPr="00D80E4D" w:rsidRDefault="00247F60"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247F60" w:rsidRDefault="00247F60"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247F60" w:rsidRPr="00D80E4D" w:rsidRDefault="00247F60" w:rsidP="00117BCB">
            <w:pPr>
              <w:pStyle w:val="NormalWeb"/>
              <w:spacing w:before="0" w:beforeAutospacing="0" w:after="0" w:afterAutospacing="0"/>
              <w:ind w:firstLine="274"/>
              <w:jc w:val="both"/>
              <w:rPr>
                <w:b/>
                <w:szCs w:val="24"/>
                <w:lang w:val="uk-UA"/>
              </w:rPr>
            </w:pPr>
          </w:p>
        </w:tc>
      </w:tr>
      <w:tr w:rsidR="00247F60" w:rsidRPr="00F85051" w:rsidTr="00713D95">
        <w:tc>
          <w:tcPr>
            <w:tcW w:w="409" w:type="dxa"/>
          </w:tcPr>
          <w:p w:rsidR="00247F60" w:rsidRPr="00D80E4D" w:rsidRDefault="00247F60" w:rsidP="00117BCB">
            <w:pPr>
              <w:pStyle w:val="NormalWeb"/>
              <w:spacing w:before="0" w:beforeAutospacing="0" w:after="0" w:afterAutospacing="0"/>
              <w:jc w:val="center"/>
              <w:rPr>
                <w:b/>
                <w:szCs w:val="24"/>
                <w:lang w:val="uk-UA"/>
              </w:rPr>
            </w:pPr>
            <w:r w:rsidRPr="00D80E4D">
              <w:rPr>
                <w:b/>
                <w:szCs w:val="24"/>
                <w:lang w:val="uk-UA"/>
              </w:rPr>
              <w:t>3.</w:t>
            </w:r>
          </w:p>
        </w:tc>
        <w:tc>
          <w:tcPr>
            <w:tcW w:w="2070" w:type="dxa"/>
            <w:gridSpan w:val="2"/>
          </w:tcPr>
          <w:p w:rsidR="00247F60" w:rsidRPr="00D80E4D" w:rsidRDefault="00247F60"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7889" w:type="dxa"/>
          </w:tcPr>
          <w:p w:rsidR="00247F60" w:rsidRPr="00B039AE" w:rsidRDefault="00247F60"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247F60" w:rsidRPr="00B039AE" w:rsidRDefault="00247F60"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w:t>
            </w:r>
            <w:r>
              <w:rPr>
                <w:szCs w:val="24"/>
                <w:lang w:val="uk-UA"/>
              </w:rPr>
              <w:t xml:space="preserve">згідно з </w:t>
            </w:r>
            <w:r w:rsidRPr="00B039AE">
              <w:rPr>
                <w:szCs w:val="24"/>
                <w:lang w:val="uk-UA"/>
              </w:rPr>
              <w:t>вимог</w:t>
            </w:r>
            <w:r>
              <w:rPr>
                <w:szCs w:val="24"/>
                <w:lang w:val="uk-UA"/>
              </w:rPr>
              <w:t>ами</w:t>
            </w:r>
            <w:r w:rsidRPr="00B039AE">
              <w:rPr>
                <w:szCs w:val="24"/>
                <w:lang w:val="uk-UA"/>
              </w:rPr>
              <w:t xml:space="preserve"> Закону. </w:t>
            </w:r>
          </w:p>
          <w:p w:rsidR="00247F60" w:rsidRDefault="00247F60"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247F60" w:rsidRPr="00B039AE" w:rsidRDefault="00247F60" w:rsidP="00117BCB">
            <w:pPr>
              <w:pStyle w:val="NormalWeb"/>
              <w:spacing w:before="0" w:beforeAutospacing="0" w:after="0" w:afterAutospacing="0"/>
              <w:ind w:firstLine="274"/>
              <w:jc w:val="both"/>
              <w:rPr>
                <w:szCs w:val="24"/>
                <w:lang w:val="uk-UA"/>
              </w:rPr>
            </w:pPr>
            <w:r w:rsidRPr="00B039AE">
              <w:rPr>
                <w:szCs w:val="24"/>
                <w:lang w:val="uk-UA"/>
              </w:rPr>
              <w:t xml:space="preserve">Учасник </w:t>
            </w:r>
            <w:r>
              <w:rPr>
                <w:szCs w:val="24"/>
                <w:lang w:val="uk-UA"/>
              </w:rPr>
              <w:t>–</w:t>
            </w:r>
            <w:r w:rsidRPr="00B039AE">
              <w:rPr>
                <w:szCs w:val="24"/>
                <w:lang w:val="uk-UA"/>
              </w:rPr>
              <w:t xml:space="preserve">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247F60" w:rsidRPr="00B039AE" w:rsidRDefault="00247F60" w:rsidP="0028716F">
            <w:pPr>
              <w:pStyle w:val="NormalWeb"/>
              <w:spacing w:before="0" w:beforeAutospacing="0" w:after="0" w:afterAutospacing="0"/>
              <w:jc w:val="both"/>
              <w:rPr>
                <w:szCs w:val="24"/>
                <w:lang w:val="uk-UA"/>
              </w:rPr>
            </w:pPr>
          </w:p>
        </w:tc>
      </w:tr>
      <w:tr w:rsidR="00247F60" w:rsidRPr="00D16482" w:rsidTr="00713D95">
        <w:tc>
          <w:tcPr>
            <w:tcW w:w="409" w:type="dxa"/>
          </w:tcPr>
          <w:p w:rsidR="00247F60" w:rsidRPr="00D80E4D" w:rsidRDefault="00247F60" w:rsidP="00117BCB">
            <w:pPr>
              <w:pStyle w:val="NormalWeb"/>
              <w:spacing w:before="0" w:beforeAutospacing="0" w:after="0" w:afterAutospacing="0"/>
              <w:jc w:val="center"/>
              <w:rPr>
                <w:b/>
                <w:szCs w:val="24"/>
                <w:lang w:val="uk-UA"/>
              </w:rPr>
            </w:pPr>
            <w:r w:rsidRPr="00D80E4D">
              <w:rPr>
                <w:b/>
                <w:szCs w:val="24"/>
                <w:lang w:val="uk-UA"/>
              </w:rPr>
              <w:t>4.</w:t>
            </w:r>
          </w:p>
        </w:tc>
        <w:tc>
          <w:tcPr>
            <w:tcW w:w="2070" w:type="dxa"/>
            <w:gridSpan w:val="2"/>
          </w:tcPr>
          <w:p w:rsidR="00247F60" w:rsidRPr="00D80E4D" w:rsidRDefault="00247F60" w:rsidP="00117BCB">
            <w:pPr>
              <w:pStyle w:val="NormalWeb"/>
              <w:spacing w:before="0" w:beforeAutospacing="0" w:after="0" w:afterAutospacing="0"/>
              <w:rPr>
                <w:b/>
                <w:szCs w:val="24"/>
                <w:lang w:val="uk-UA"/>
              </w:rPr>
            </w:pPr>
            <w:r w:rsidRPr="00D80E4D">
              <w:rPr>
                <w:b/>
                <w:szCs w:val="24"/>
                <w:lang w:val="uk-UA"/>
              </w:rPr>
              <w:t>Істотні умови, що обов</w:t>
            </w:r>
            <w:r w:rsidRPr="005C315A">
              <w:rPr>
                <w:b/>
                <w:szCs w:val="24"/>
              </w:rPr>
              <w:t>'</w:t>
            </w:r>
            <w:r w:rsidRPr="00D80E4D">
              <w:rPr>
                <w:b/>
                <w:szCs w:val="24"/>
                <w:lang w:val="uk-UA"/>
              </w:rPr>
              <w:t>язково включаються до договору про закупівлю</w:t>
            </w:r>
          </w:p>
        </w:tc>
        <w:tc>
          <w:tcPr>
            <w:tcW w:w="7889" w:type="dxa"/>
          </w:tcPr>
          <w:p w:rsidR="00247F60" w:rsidRPr="00117BCB" w:rsidRDefault="00247F60"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247F60" w:rsidRPr="00D80E4D" w:rsidRDefault="00247F60"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247F60" w:rsidRPr="00D80E4D" w:rsidRDefault="00247F60" w:rsidP="00D614A8">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247F60" w:rsidRPr="00D80E4D" w:rsidRDefault="00247F60" w:rsidP="00D614A8">
            <w:pPr>
              <w:pStyle w:val="NormalWeb"/>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247F60" w:rsidRPr="00D80E4D" w:rsidRDefault="00247F60" w:rsidP="00D614A8">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tc>
      </w:tr>
      <w:tr w:rsidR="00247F60" w:rsidRPr="00F85051" w:rsidTr="00713D95">
        <w:tc>
          <w:tcPr>
            <w:tcW w:w="409" w:type="dxa"/>
          </w:tcPr>
          <w:p w:rsidR="00247F60" w:rsidRPr="00D80E4D" w:rsidRDefault="00247F60" w:rsidP="00117BCB">
            <w:pPr>
              <w:pStyle w:val="NormalWeb"/>
              <w:spacing w:before="0" w:beforeAutospacing="0" w:after="0" w:afterAutospacing="0"/>
              <w:jc w:val="center"/>
              <w:rPr>
                <w:b/>
                <w:szCs w:val="24"/>
                <w:lang w:val="uk-UA"/>
              </w:rPr>
            </w:pPr>
            <w:r w:rsidRPr="00D80E4D">
              <w:rPr>
                <w:b/>
                <w:szCs w:val="24"/>
                <w:lang w:val="uk-UA"/>
              </w:rPr>
              <w:t>5</w:t>
            </w:r>
            <w:r w:rsidRPr="005C315A">
              <w:rPr>
                <w:b/>
                <w:szCs w:val="24"/>
              </w:rPr>
              <w:t>.</w:t>
            </w:r>
          </w:p>
        </w:tc>
        <w:tc>
          <w:tcPr>
            <w:tcW w:w="2070" w:type="dxa"/>
            <w:gridSpan w:val="2"/>
          </w:tcPr>
          <w:p w:rsidR="00247F60" w:rsidRPr="00D80E4D" w:rsidRDefault="00247F60"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5C315A">
              <w:rPr>
                <w:b/>
                <w:szCs w:val="24"/>
              </w:rPr>
              <w:t xml:space="preserve">  </w:t>
            </w:r>
          </w:p>
        </w:tc>
        <w:tc>
          <w:tcPr>
            <w:tcW w:w="7889" w:type="dxa"/>
          </w:tcPr>
          <w:p w:rsidR="00247F60" w:rsidRDefault="00247F60" w:rsidP="00117BCB">
            <w:pPr>
              <w:pStyle w:val="NormalWeb"/>
              <w:spacing w:before="0" w:beforeAutospacing="0" w:after="0" w:afterAutospacing="0"/>
              <w:ind w:firstLine="274"/>
              <w:jc w:val="both"/>
              <w:rPr>
                <w:szCs w:val="24"/>
                <w:lang w:val="uk-UA"/>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r>
              <w:rPr>
                <w:szCs w:val="24"/>
                <w:lang w:val="uk-UA"/>
              </w:rPr>
              <w:t>не укладення</w:t>
            </w:r>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247F60" w:rsidRPr="005C315A" w:rsidRDefault="00247F60" w:rsidP="00117BCB">
            <w:pPr>
              <w:pStyle w:val="NormalWeb"/>
              <w:spacing w:before="0" w:beforeAutospacing="0" w:after="0" w:afterAutospacing="0"/>
              <w:ind w:firstLine="274"/>
              <w:jc w:val="both"/>
              <w:rPr>
                <w:szCs w:val="24"/>
              </w:rPr>
            </w:pPr>
          </w:p>
        </w:tc>
      </w:tr>
      <w:tr w:rsidR="00247F60" w:rsidRPr="004A734E" w:rsidTr="00713D95">
        <w:tc>
          <w:tcPr>
            <w:tcW w:w="409" w:type="dxa"/>
          </w:tcPr>
          <w:p w:rsidR="00247F60" w:rsidRPr="00D80E4D" w:rsidRDefault="00247F60" w:rsidP="00117BCB">
            <w:pPr>
              <w:pStyle w:val="NormalWeb"/>
              <w:spacing w:before="0" w:beforeAutospacing="0" w:after="0" w:afterAutospacing="0"/>
              <w:jc w:val="center"/>
              <w:rPr>
                <w:b/>
                <w:szCs w:val="24"/>
                <w:lang w:val="uk-UA"/>
              </w:rPr>
            </w:pPr>
            <w:r w:rsidRPr="00D80E4D">
              <w:rPr>
                <w:b/>
                <w:szCs w:val="24"/>
                <w:lang w:val="uk-UA"/>
              </w:rPr>
              <w:t>6</w:t>
            </w:r>
            <w:r w:rsidRPr="005C315A">
              <w:rPr>
                <w:b/>
                <w:szCs w:val="24"/>
              </w:rPr>
              <w:t>.</w:t>
            </w:r>
          </w:p>
        </w:tc>
        <w:tc>
          <w:tcPr>
            <w:tcW w:w="2070" w:type="dxa"/>
            <w:gridSpan w:val="2"/>
          </w:tcPr>
          <w:p w:rsidR="00247F60" w:rsidRPr="00D80E4D" w:rsidRDefault="00247F60" w:rsidP="00117BCB">
            <w:pPr>
              <w:pStyle w:val="NormalWeb"/>
              <w:spacing w:before="0" w:beforeAutospacing="0" w:after="0" w:afterAutospacing="0"/>
              <w:rPr>
                <w:b/>
                <w:szCs w:val="24"/>
                <w:lang w:val="uk-UA"/>
              </w:rPr>
            </w:pPr>
            <w:r w:rsidRPr="005C7AC8">
              <w:rPr>
                <w:b/>
                <w:szCs w:val="24"/>
                <w:lang w:val="uk-UA"/>
              </w:rPr>
              <w:t>Забезпечення виконання договору про закупівлю</w:t>
            </w:r>
          </w:p>
        </w:tc>
        <w:tc>
          <w:tcPr>
            <w:tcW w:w="7889" w:type="dxa"/>
          </w:tcPr>
          <w:p w:rsidR="00247F60" w:rsidRPr="00E9459D" w:rsidRDefault="00247F60" w:rsidP="00981F2F">
            <w:pPr>
              <w:pStyle w:val="BodyText"/>
              <w:spacing w:after="0"/>
              <w:ind w:left="51" w:firstLine="180"/>
            </w:pPr>
            <w:r>
              <w:rPr>
                <w:szCs w:val="24"/>
              </w:rPr>
              <w:t xml:space="preserve">Не вимагається. </w:t>
            </w:r>
          </w:p>
          <w:p w:rsidR="00247F60" w:rsidRPr="00502354" w:rsidRDefault="00247F60" w:rsidP="00117BCB">
            <w:pPr>
              <w:pStyle w:val="BodyText"/>
              <w:spacing w:after="0"/>
              <w:ind w:left="51" w:firstLine="180"/>
            </w:pPr>
          </w:p>
        </w:tc>
      </w:tr>
    </w:tbl>
    <w:p w:rsidR="00247F60" w:rsidRPr="00E558CE" w:rsidRDefault="00247F60"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247F60" w:rsidRPr="00E558CE" w:rsidRDefault="00247F60" w:rsidP="003C7176">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247F60" w:rsidRDefault="00247F60" w:rsidP="003C7176">
      <w:pPr>
        <w:pStyle w:val="Heading1"/>
        <w:rPr>
          <w:bCs/>
        </w:rPr>
      </w:pPr>
      <w:r w:rsidRPr="00B76620">
        <w:rPr>
          <w:bCs/>
        </w:rPr>
        <w:t>ТЕХНІЧНІ ВИМОГИ</w:t>
      </w:r>
    </w:p>
    <w:p w:rsidR="00247F60" w:rsidRDefault="00247F60" w:rsidP="007F5CD1">
      <w:pPr>
        <w:jc w:val="center"/>
        <w:rPr>
          <w:lang w:val="uk-UA"/>
        </w:rPr>
      </w:pPr>
    </w:p>
    <w:p w:rsidR="00247F60" w:rsidRPr="00B948E7" w:rsidRDefault="00247F60" w:rsidP="00B948E7">
      <w:pPr>
        <w:widowControl w:val="0"/>
        <w:autoSpaceDE w:val="0"/>
        <w:autoSpaceDN w:val="0"/>
        <w:adjustRightInd w:val="0"/>
        <w:jc w:val="both"/>
        <w:rPr>
          <w:lang w:val="uk-UA" w:eastAsia="uk-UA"/>
        </w:rPr>
      </w:pPr>
      <w:r w:rsidRPr="00D44770">
        <w:rPr>
          <w:lang w:val="uk-UA" w:eastAsia="uk-UA"/>
        </w:rPr>
        <w:t xml:space="preserve">Предметом закупівлі є </w:t>
      </w:r>
      <w:r w:rsidRPr="00B948E7">
        <w:rPr>
          <w:lang w:val="uk-UA" w:eastAsia="uk-UA"/>
        </w:rPr>
        <w:t>"Послуги щодо надання кредитів банківськими</w:t>
      </w:r>
      <w:r>
        <w:rPr>
          <w:lang w:val="uk-UA" w:eastAsia="uk-UA"/>
        </w:rPr>
        <w:t xml:space="preserve"> установами</w:t>
      </w:r>
      <w:r w:rsidRPr="00B948E7">
        <w:rPr>
          <w:lang w:val="uk-UA" w:eastAsia="uk-UA"/>
        </w:rPr>
        <w:t>/Послуги з кредитування</w:t>
      </w:r>
      <w:r>
        <w:rPr>
          <w:lang w:val="uk-UA" w:eastAsia="uk-UA"/>
        </w:rPr>
        <w:t xml:space="preserve"> </w:t>
      </w:r>
      <w:r w:rsidRPr="00B948E7">
        <w:rPr>
          <w:lang w:val="uk-UA" w:eastAsia="uk-UA"/>
        </w:rPr>
        <w:t>(відкриття відновлювальної кредитної лінії</w:t>
      </w:r>
      <w:r>
        <w:rPr>
          <w:lang w:val="uk-UA" w:eastAsia="uk-UA"/>
        </w:rPr>
        <w:t xml:space="preserve"> 400 млн. грн.</w:t>
      </w:r>
      <w:r w:rsidRPr="00B948E7">
        <w:rPr>
          <w:lang w:val="uk-UA" w:eastAsia="uk-UA"/>
        </w:rPr>
        <w:t>).</w:t>
      </w:r>
    </w:p>
    <w:p w:rsidR="00247F60" w:rsidRDefault="00247F60" w:rsidP="00B948E7">
      <w:pPr>
        <w:jc w:val="both"/>
        <w:rPr>
          <w:bCs/>
          <w:lang w:val="uk-UA"/>
        </w:rPr>
      </w:pPr>
      <w:r w:rsidRPr="00B948E7">
        <w:rPr>
          <w:b/>
          <w:bCs/>
          <w:lang w:val="uk-UA"/>
        </w:rPr>
        <w:t>Сума кредиту</w:t>
      </w:r>
      <w:r>
        <w:rPr>
          <w:b/>
          <w:bCs/>
          <w:lang w:val="uk-UA"/>
        </w:rPr>
        <w:t xml:space="preserve"> </w:t>
      </w:r>
      <w:r w:rsidRPr="00B948E7">
        <w:rPr>
          <w:b/>
          <w:bCs/>
          <w:lang w:val="uk-UA"/>
        </w:rPr>
        <w:t>–</w:t>
      </w:r>
      <w:r>
        <w:rPr>
          <w:b/>
          <w:bCs/>
          <w:lang w:val="uk-UA"/>
        </w:rPr>
        <w:t xml:space="preserve"> </w:t>
      </w:r>
      <w:r>
        <w:rPr>
          <w:bCs/>
          <w:lang w:val="uk-UA"/>
        </w:rPr>
        <w:t>400 000 000 грн.</w:t>
      </w:r>
    </w:p>
    <w:p w:rsidR="00247F60" w:rsidRPr="00B948E7" w:rsidRDefault="00247F60" w:rsidP="00B948E7">
      <w:pPr>
        <w:jc w:val="both"/>
        <w:rPr>
          <w:bCs/>
          <w:lang w:val="uk-UA"/>
        </w:rPr>
      </w:pPr>
      <w:r w:rsidRPr="00B948E7">
        <w:rPr>
          <w:b/>
          <w:bCs/>
          <w:lang w:val="uk-UA"/>
        </w:rPr>
        <w:t xml:space="preserve">Валюта кредиту – </w:t>
      </w:r>
      <w:r w:rsidRPr="00B948E7">
        <w:rPr>
          <w:bCs/>
          <w:lang w:val="uk-UA"/>
        </w:rPr>
        <w:t>українська гривня</w:t>
      </w:r>
    </w:p>
    <w:p w:rsidR="00247F60" w:rsidRPr="00B948E7" w:rsidRDefault="00247F60" w:rsidP="00B948E7">
      <w:pPr>
        <w:jc w:val="both"/>
        <w:rPr>
          <w:bCs/>
          <w:lang w:val="uk-UA"/>
        </w:rPr>
      </w:pPr>
      <w:r w:rsidRPr="00B948E7">
        <w:rPr>
          <w:b/>
          <w:bCs/>
          <w:lang w:val="uk-UA"/>
        </w:rPr>
        <w:t xml:space="preserve">Вид кредиту – </w:t>
      </w:r>
      <w:r w:rsidRPr="00B948E7">
        <w:rPr>
          <w:bCs/>
          <w:lang w:val="uk-UA"/>
        </w:rPr>
        <w:t xml:space="preserve">відновлювана кредитна лінія </w:t>
      </w:r>
    </w:p>
    <w:p w:rsidR="00247F60" w:rsidRPr="00B948E7" w:rsidRDefault="00247F60" w:rsidP="00B948E7">
      <w:pPr>
        <w:jc w:val="both"/>
        <w:rPr>
          <w:lang w:val="uk-UA"/>
        </w:rPr>
      </w:pPr>
      <w:r w:rsidRPr="00B948E7">
        <w:rPr>
          <w:b/>
          <w:bCs/>
          <w:lang w:val="uk-UA"/>
        </w:rPr>
        <w:t>Цільове призначення –</w:t>
      </w:r>
      <w:r w:rsidRPr="00B948E7">
        <w:rPr>
          <w:lang w:val="uk-UA"/>
        </w:rPr>
        <w:t xml:space="preserve"> </w:t>
      </w:r>
      <w:r>
        <w:rPr>
          <w:rFonts w:cs="Times New Roman CYR"/>
          <w:iCs/>
          <w:lang w:val="uk-UA"/>
        </w:rPr>
        <w:t>відкриття кредитної лінії</w:t>
      </w:r>
      <w:r w:rsidRPr="00B948E7">
        <w:rPr>
          <w:rFonts w:cs="Times New Roman CYR"/>
          <w:iCs/>
          <w:lang w:val="uk-UA"/>
        </w:rPr>
        <w:t xml:space="preserve"> з метою</w:t>
      </w:r>
      <w:r w:rsidRPr="00B948E7">
        <w:rPr>
          <w:lang w:val="uk-UA"/>
        </w:rPr>
        <w:t xml:space="preserve"> здійснення розрахунків з енергогенеруючими компаніями для підтримання останніми 100-відсоткових розрахунків з вугільними підприємствами</w:t>
      </w:r>
    </w:p>
    <w:p w:rsidR="00247F60" w:rsidRPr="00B948E7" w:rsidRDefault="00247F60" w:rsidP="00B948E7">
      <w:pPr>
        <w:jc w:val="both"/>
        <w:rPr>
          <w:b/>
          <w:bCs/>
          <w:lang w:val="uk-UA"/>
        </w:rPr>
      </w:pPr>
    </w:p>
    <w:tbl>
      <w:tblPr>
        <w:tblW w:w="10260" w:type="dxa"/>
        <w:tblLayout w:type="fixed"/>
        <w:tblCellMar>
          <w:left w:w="0" w:type="dxa"/>
          <w:right w:w="0" w:type="dxa"/>
        </w:tblCellMar>
        <w:tblLook w:val="0000"/>
      </w:tblPr>
      <w:tblGrid>
        <w:gridCol w:w="720"/>
        <w:gridCol w:w="2520"/>
        <w:gridCol w:w="7020"/>
      </w:tblGrid>
      <w:tr w:rsidR="00247F60" w:rsidRPr="00B948E7" w:rsidTr="009A2A37">
        <w:tc>
          <w:tcPr>
            <w:tcW w:w="720" w:type="dxa"/>
          </w:tcPr>
          <w:p w:rsidR="00247F60" w:rsidRPr="00B948E7" w:rsidRDefault="00247F60" w:rsidP="009A2A37">
            <w:pPr>
              <w:jc w:val="both"/>
              <w:rPr>
                <w:lang w:val="uk-UA"/>
              </w:rPr>
            </w:pPr>
            <w:r w:rsidRPr="00B948E7">
              <w:rPr>
                <w:rFonts w:cs="Times New Roman CYR"/>
                <w:b/>
                <w:lang w:val="uk-UA"/>
              </w:rPr>
              <w:t>№</w:t>
            </w:r>
          </w:p>
        </w:tc>
        <w:tc>
          <w:tcPr>
            <w:tcW w:w="9540" w:type="dxa"/>
            <w:gridSpan w:val="2"/>
          </w:tcPr>
          <w:p w:rsidR="00247F60" w:rsidRPr="00B948E7" w:rsidRDefault="00247F60" w:rsidP="009A2A37">
            <w:pPr>
              <w:jc w:val="both"/>
              <w:rPr>
                <w:lang w:val="uk-UA"/>
              </w:rPr>
            </w:pPr>
            <w:r w:rsidRPr="00B948E7">
              <w:rPr>
                <w:rFonts w:cs="Times New Roman CYR"/>
                <w:b/>
                <w:lang w:val="uk-UA"/>
              </w:rPr>
              <w:t>Загальні вимоги замовника торгів</w:t>
            </w:r>
            <w:r w:rsidRPr="00B948E7">
              <w:rPr>
                <w:rFonts w:cs="Tahoma"/>
                <w:b/>
                <w:lang w:val="uk-UA"/>
              </w:rPr>
              <w:t xml:space="preserve"> щодо надання послуг</w:t>
            </w:r>
          </w:p>
        </w:tc>
      </w:tr>
      <w:tr w:rsidR="00247F60" w:rsidRPr="00B948E7" w:rsidTr="009A2A37">
        <w:tc>
          <w:tcPr>
            <w:tcW w:w="720" w:type="dxa"/>
          </w:tcPr>
          <w:p w:rsidR="00247F60" w:rsidRPr="00B948E7" w:rsidRDefault="00247F60" w:rsidP="009A2A37">
            <w:pPr>
              <w:jc w:val="both"/>
              <w:rPr>
                <w:lang w:val="uk-UA"/>
              </w:rPr>
            </w:pPr>
            <w:r w:rsidRPr="00B948E7">
              <w:rPr>
                <w:b/>
                <w:bCs/>
                <w:i/>
                <w:lang w:val="uk-UA"/>
              </w:rPr>
              <w:t>1.</w:t>
            </w:r>
          </w:p>
        </w:tc>
        <w:tc>
          <w:tcPr>
            <w:tcW w:w="2520" w:type="dxa"/>
          </w:tcPr>
          <w:p w:rsidR="00247F60" w:rsidRPr="00B948E7" w:rsidRDefault="00247F60" w:rsidP="009A2A37">
            <w:pPr>
              <w:ind w:left="180" w:right="180"/>
              <w:jc w:val="both"/>
              <w:rPr>
                <w:lang w:val="uk-UA"/>
              </w:rPr>
            </w:pPr>
            <w:r w:rsidRPr="00B948E7">
              <w:rPr>
                <w:rFonts w:cs="Tahoma"/>
                <w:b/>
                <w:i/>
                <w:lang w:val="uk-UA"/>
              </w:rPr>
              <w:t>Відновлювані кредитні лінії</w:t>
            </w:r>
          </w:p>
        </w:tc>
        <w:tc>
          <w:tcPr>
            <w:tcW w:w="7020" w:type="dxa"/>
          </w:tcPr>
          <w:p w:rsidR="00247F60" w:rsidRPr="00B948E7" w:rsidRDefault="00247F60" w:rsidP="009A2A37">
            <w:pPr>
              <w:ind w:left="180" w:right="180"/>
              <w:jc w:val="both"/>
              <w:rPr>
                <w:lang w:val="uk-UA"/>
              </w:rPr>
            </w:pPr>
            <w:r w:rsidRPr="00B948E7">
              <w:rPr>
                <w:lang w:val="uk-UA"/>
              </w:rPr>
              <w:t xml:space="preserve">Надання Кредиту в майбутньому </w:t>
            </w:r>
            <w:r w:rsidRPr="009861DB">
              <w:rPr>
                <w:lang w:val="uk-UA"/>
              </w:rPr>
              <w:t>окремими частинами (траншами) в межах діючого ліміту кред</w:t>
            </w:r>
            <w:r w:rsidRPr="00B948E7">
              <w:rPr>
                <w:lang w:val="uk-UA"/>
              </w:rPr>
              <w:t>итування за умови своєчасної сплати Позичальником у повному обсязі всіх платежів, передбачених Договором. У разі часткового або повного погашення Основної суми боргу Позичальник може повторно отримати Кредит або його частину в межах діючого ліміту кредитування протягом строку дії Договору.</w:t>
            </w:r>
          </w:p>
        </w:tc>
      </w:tr>
      <w:tr w:rsidR="00247F60" w:rsidRPr="00B948E7" w:rsidTr="009A2A37">
        <w:tc>
          <w:tcPr>
            <w:tcW w:w="720" w:type="dxa"/>
          </w:tcPr>
          <w:p w:rsidR="00247F60" w:rsidRPr="00B948E7" w:rsidRDefault="00247F60" w:rsidP="009A2A37">
            <w:pPr>
              <w:jc w:val="both"/>
              <w:rPr>
                <w:lang w:val="uk-UA"/>
              </w:rPr>
            </w:pPr>
            <w:r w:rsidRPr="00B948E7">
              <w:rPr>
                <w:rFonts w:cs="Tahoma"/>
                <w:b/>
                <w:bCs/>
                <w:i/>
                <w:lang w:val="uk-UA"/>
              </w:rPr>
              <w:t>2.</w:t>
            </w:r>
          </w:p>
        </w:tc>
        <w:tc>
          <w:tcPr>
            <w:tcW w:w="2520" w:type="dxa"/>
          </w:tcPr>
          <w:p w:rsidR="00247F60" w:rsidRPr="00B948E7" w:rsidRDefault="00247F60" w:rsidP="009A2A37">
            <w:pPr>
              <w:ind w:left="180" w:right="180"/>
              <w:jc w:val="both"/>
              <w:rPr>
                <w:lang w:val="uk-UA"/>
              </w:rPr>
            </w:pPr>
            <w:r w:rsidRPr="00B948E7">
              <w:rPr>
                <w:rFonts w:cs="Tahoma"/>
                <w:b/>
                <w:i/>
                <w:lang w:val="uk-UA"/>
              </w:rPr>
              <w:t>Термін користування відновлюваними кредитними лініями</w:t>
            </w:r>
          </w:p>
        </w:tc>
        <w:tc>
          <w:tcPr>
            <w:tcW w:w="7020" w:type="dxa"/>
          </w:tcPr>
          <w:p w:rsidR="00247F60" w:rsidRPr="00B948E7" w:rsidRDefault="00247F60" w:rsidP="009A2A37">
            <w:pPr>
              <w:ind w:left="180" w:right="180"/>
              <w:jc w:val="both"/>
              <w:rPr>
                <w:lang w:val="uk-UA"/>
              </w:rPr>
            </w:pPr>
            <w:r w:rsidRPr="00B948E7">
              <w:rPr>
                <w:lang w:val="uk-UA"/>
              </w:rPr>
              <w:t xml:space="preserve">- починаючи з </w:t>
            </w:r>
            <w:r>
              <w:rPr>
                <w:lang w:val="uk-UA"/>
              </w:rPr>
              <w:t>моменту укладання договору</w:t>
            </w:r>
            <w:r w:rsidRPr="00B948E7">
              <w:rPr>
                <w:lang w:val="uk-UA"/>
              </w:rPr>
              <w:t xml:space="preserve"> та з остаточним терміном повернення до </w:t>
            </w:r>
            <w:r>
              <w:rPr>
                <w:lang w:val="uk-UA"/>
              </w:rPr>
              <w:t>31</w:t>
            </w:r>
            <w:r w:rsidRPr="00B948E7">
              <w:rPr>
                <w:lang w:val="uk-UA"/>
              </w:rPr>
              <w:t xml:space="preserve"> </w:t>
            </w:r>
            <w:r>
              <w:rPr>
                <w:lang w:val="uk-UA"/>
              </w:rPr>
              <w:t>травня</w:t>
            </w:r>
            <w:r w:rsidRPr="00B948E7">
              <w:rPr>
                <w:lang w:val="uk-UA"/>
              </w:rPr>
              <w:t xml:space="preserve"> 2017 року</w:t>
            </w:r>
            <w:r>
              <w:rPr>
                <w:lang w:val="uk-UA"/>
              </w:rPr>
              <w:t xml:space="preserve"> (включно)</w:t>
            </w:r>
            <w:r w:rsidRPr="00B948E7">
              <w:rPr>
                <w:lang w:val="uk-UA"/>
              </w:rPr>
              <w:t>;</w:t>
            </w:r>
          </w:p>
          <w:p w:rsidR="00247F60" w:rsidRPr="00B948E7" w:rsidRDefault="00247F60" w:rsidP="007573B8">
            <w:pPr>
              <w:ind w:right="180"/>
              <w:jc w:val="both"/>
              <w:rPr>
                <w:lang w:val="uk-UA"/>
              </w:rPr>
            </w:pPr>
          </w:p>
        </w:tc>
      </w:tr>
      <w:tr w:rsidR="00247F60" w:rsidRPr="00D16482" w:rsidTr="00AC43E7">
        <w:trPr>
          <w:trHeight w:val="1468"/>
        </w:trPr>
        <w:tc>
          <w:tcPr>
            <w:tcW w:w="720" w:type="dxa"/>
          </w:tcPr>
          <w:p w:rsidR="00247F60" w:rsidRPr="00B948E7" w:rsidRDefault="00247F60" w:rsidP="009A2A37">
            <w:pPr>
              <w:jc w:val="both"/>
              <w:rPr>
                <w:rFonts w:cs="Tahoma"/>
                <w:b/>
                <w:bCs/>
                <w:i/>
                <w:lang w:val="uk-UA"/>
              </w:rPr>
            </w:pPr>
            <w:r>
              <w:rPr>
                <w:rFonts w:cs="Tahoma"/>
                <w:b/>
                <w:bCs/>
                <w:i/>
                <w:lang w:val="uk-UA"/>
              </w:rPr>
              <w:t>3.</w:t>
            </w:r>
          </w:p>
        </w:tc>
        <w:tc>
          <w:tcPr>
            <w:tcW w:w="2520" w:type="dxa"/>
          </w:tcPr>
          <w:p w:rsidR="00247F60" w:rsidRPr="00B948E7" w:rsidRDefault="00247F60" w:rsidP="009A2A37">
            <w:pPr>
              <w:ind w:left="180" w:right="180"/>
              <w:jc w:val="both"/>
              <w:rPr>
                <w:lang w:val="uk-UA"/>
              </w:rPr>
            </w:pPr>
            <w:r w:rsidRPr="00B948E7">
              <w:rPr>
                <w:rFonts w:cs="Tahoma"/>
                <w:b/>
                <w:i/>
                <w:lang w:val="uk-UA"/>
              </w:rPr>
              <w:t>Забезпечення виконання зобов’язань</w:t>
            </w:r>
          </w:p>
        </w:tc>
        <w:tc>
          <w:tcPr>
            <w:tcW w:w="7020" w:type="dxa"/>
          </w:tcPr>
          <w:p w:rsidR="00247F60" w:rsidRPr="00B948E7" w:rsidRDefault="00247F60" w:rsidP="009A2A37">
            <w:pPr>
              <w:ind w:left="180" w:right="180"/>
              <w:jc w:val="both"/>
              <w:rPr>
                <w:color w:val="000000"/>
                <w:lang w:val="uk-UA"/>
              </w:rPr>
            </w:pPr>
            <w:r w:rsidRPr="00B948E7">
              <w:rPr>
                <w:lang w:val="uk-UA"/>
              </w:rPr>
              <w:t>Виконання Позичальником зобов’язання забезпечується заставою майнових прав тільки за договорами</w:t>
            </w:r>
            <w:r w:rsidRPr="00B948E7">
              <w:rPr>
                <w:color w:val="000000"/>
                <w:lang w:val="uk-UA"/>
              </w:rPr>
              <w:t xml:space="preserve"> купівлі – продажу електричної енергії, укладеними з енергопостачальними компаніями у розмірі, що не перевищує трьохкратної вартості від суми кредитної лінії.</w:t>
            </w:r>
          </w:p>
        </w:tc>
      </w:tr>
      <w:tr w:rsidR="00247F60" w:rsidRPr="00B948E7" w:rsidTr="009A2A37">
        <w:trPr>
          <w:trHeight w:val="1410"/>
        </w:trPr>
        <w:tc>
          <w:tcPr>
            <w:tcW w:w="720" w:type="dxa"/>
          </w:tcPr>
          <w:p w:rsidR="00247F60" w:rsidRPr="00B948E7" w:rsidRDefault="00247F60" w:rsidP="009A2A37">
            <w:pPr>
              <w:jc w:val="both"/>
              <w:rPr>
                <w:rFonts w:cs="Tahoma"/>
                <w:b/>
                <w:bCs/>
                <w:i/>
                <w:lang w:val="uk-UA"/>
              </w:rPr>
            </w:pPr>
            <w:r>
              <w:rPr>
                <w:rFonts w:cs="Tahoma"/>
                <w:b/>
                <w:bCs/>
                <w:i/>
                <w:lang w:val="uk-UA"/>
              </w:rPr>
              <w:t>4</w:t>
            </w:r>
            <w:r w:rsidRPr="00B948E7">
              <w:rPr>
                <w:rFonts w:cs="Tahoma"/>
                <w:b/>
                <w:bCs/>
                <w:i/>
                <w:lang w:val="uk-UA"/>
              </w:rPr>
              <w:t>.</w:t>
            </w:r>
          </w:p>
        </w:tc>
        <w:tc>
          <w:tcPr>
            <w:tcW w:w="2520" w:type="dxa"/>
          </w:tcPr>
          <w:p w:rsidR="00247F60" w:rsidRPr="00B948E7" w:rsidRDefault="00247F60" w:rsidP="009A2A37">
            <w:pPr>
              <w:ind w:left="180" w:right="180"/>
              <w:jc w:val="both"/>
              <w:rPr>
                <w:rFonts w:cs="Tahoma"/>
                <w:b/>
                <w:i/>
                <w:lang w:val="uk-UA"/>
              </w:rPr>
            </w:pPr>
            <w:r w:rsidRPr="00B948E7">
              <w:rPr>
                <w:rFonts w:cs="Tahoma"/>
                <w:b/>
                <w:i/>
                <w:lang w:val="uk-UA"/>
              </w:rPr>
              <w:t>Інше забезпечення</w:t>
            </w:r>
          </w:p>
        </w:tc>
        <w:tc>
          <w:tcPr>
            <w:tcW w:w="7020" w:type="dxa"/>
          </w:tcPr>
          <w:p w:rsidR="00247F60" w:rsidRPr="00B948E7" w:rsidRDefault="00247F60" w:rsidP="009A2A37">
            <w:pPr>
              <w:ind w:left="180" w:right="180"/>
              <w:jc w:val="both"/>
              <w:rPr>
                <w:lang w:val="uk-UA"/>
              </w:rPr>
            </w:pPr>
            <w:r w:rsidRPr="00B948E7">
              <w:rPr>
                <w:lang w:val="uk-UA"/>
              </w:rPr>
              <w:t>Будь-яке інше забезпечення (у тому числі, але не виключно обороти грошових коштів та залишки грошових коштів по рахунках, відкритих в відділеннях банка-кредитора, переведення зарплатного проекту, основні фонди) не допускається.</w:t>
            </w:r>
          </w:p>
        </w:tc>
      </w:tr>
    </w:tbl>
    <w:p w:rsidR="00247F60" w:rsidRPr="00B948E7" w:rsidRDefault="00247F60" w:rsidP="00B948E7">
      <w:pPr>
        <w:jc w:val="both"/>
        <w:rPr>
          <w:lang w:val="uk-UA"/>
        </w:rPr>
      </w:pPr>
    </w:p>
    <w:p w:rsidR="00247F60" w:rsidRPr="000E4C4E" w:rsidRDefault="00247F60" w:rsidP="00B948E7">
      <w:pPr>
        <w:widowControl w:val="0"/>
        <w:autoSpaceDE w:val="0"/>
        <w:autoSpaceDN w:val="0"/>
        <w:adjustRightInd w:val="0"/>
        <w:jc w:val="both"/>
        <w:rPr>
          <w:bCs/>
          <w:i/>
          <w:color w:val="000000"/>
          <w:sz w:val="28"/>
          <w:szCs w:val="28"/>
          <w:lang w:val="uk-UA"/>
        </w:rPr>
      </w:pPr>
    </w:p>
    <w:p w:rsidR="00247F60" w:rsidRPr="00BF0F86" w:rsidRDefault="00247F60" w:rsidP="000B3A83">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247F60" w:rsidRDefault="00247F60" w:rsidP="000B3A83">
      <w:pPr>
        <w:pStyle w:val="Heading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247F60" w:rsidRPr="0052165D" w:rsidRDefault="00247F60" w:rsidP="000B3A83">
      <w:pPr>
        <w:rPr>
          <w:lang w:val="uk-UA"/>
        </w:rPr>
      </w:pPr>
    </w:p>
    <w:p w:rsidR="00247F60" w:rsidRDefault="00247F60" w:rsidP="000B3A83">
      <w:pPr>
        <w:pStyle w:val="Heading6"/>
        <w:rPr>
          <w:bCs/>
        </w:rPr>
      </w:pPr>
      <w:r>
        <w:rPr>
          <w:bCs/>
        </w:rPr>
        <w:t>Таблиця 1</w:t>
      </w:r>
    </w:p>
    <w:p w:rsidR="00247F60" w:rsidRDefault="00247F60"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247F60" w:rsidRPr="00E0379A" w:rsidTr="00311131">
        <w:trPr>
          <w:trHeight w:val="277"/>
        </w:trPr>
        <w:tc>
          <w:tcPr>
            <w:tcW w:w="3348" w:type="dxa"/>
            <w:vAlign w:val="center"/>
          </w:tcPr>
          <w:p w:rsidR="00247F60" w:rsidRPr="00E0379A" w:rsidRDefault="00247F60" w:rsidP="00311131">
            <w:pPr>
              <w:widowControl w:val="0"/>
              <w:jc w:val="center"/>
              <w:rPr>
                <w:bCs/>
                <w:lang w:val="uk-UA"/>
              </w:rPr>
            </w:pPr>
            <w:r w:rsidRPr="00E0379A">
              <w:rPr>
                <w:b/>
                <w:bCs/>
                <w:lang w:val="uk-UA"/>
              </w:rPr>
              <w:t>Кваліфікаційний критерій</w:t>
            </w:r>
          </w:p>
        </w:tc>
        <w:tc>
          <w:tcPr>
            <w:tcW w:w="6892" w:type="dxa"/>
            <w:vAlign w:val="center"/>
          </w:tcPr>
          <w:p w:rsidR="00247F60" w:rsidRPr="00E0379A" w:rsidRDefault="00247F60" w:rsidP="00311131">
            <w:pPr>
              <w:widowControl w:val="0"/>
              <w:jc w:val="center"/>
              <w:rPr>
                <w:b/>
                <w:lang w:val="uk-UA"/>
              </w:rPr>
            </w:pPr>
            <w:r w:rsidRPr="00E0379A">
              <w:rPr>
                <w:b/>
                <w:lang w:val="uk-UA"/>
              </w:rPr>
              <w:t xml:space="preserve">Документ, який підтверджує відповідність </w:t>
            </w:r>
          </w:p>
        </w:tc>
      </w:tr>
      <w:tr w:rsidR="00247F60" w:rsidRPr="00FA01BD" w:rsidTr="00311131">
        <w:trPr>
          <w:trHeight w:val="276"/>
        </w:trPr>
        <w:tc>
          <w:tcPr>
            <w:tcW w:w="3348" w:type="dxa"/>
          </w:tcPr>
          <w:p w:rsidR="00247F60" w:rsidRPr="00E0379A" w:rsidRDefault="00247F60" w:rsidP="009B5727">
            <w:pPr>
              <w:widowControl w:val="0"/>
              <w:rPr>
                <w:b/>
                <w:bCs/>
                <w:lang w:val="uk-UA"/>
              </w:rPr>
            </w:pPr>
            <w:r>
              <w:rPr>
                <w:bCs/>
                <w:lang w:val="uk-UA"/>
              </w:rPr>
              <w:t>1</w:t>
            </w:r>
            <w:r w:rsidRPr="00E0379A">
              <w:rPr>
                <w:bCs/>
                <w:lang w:val="uk-UA"/>
              </w:rPr>
              <w:t>. Наявність документально підтвердженого досвіду виконання аналогічн</w:t>
            </w:r>
            <w:r>
              <w:rPr>
                <w:bCs/>
                <w:lang w:val="uk-UA"/>
              </w:rPr>
              <w:t xml:space="preserve">ого </w:t>
            </w:r>
            <w:r w:rsidRPr="00E0379A">
              <w:rPr>
                <w:bCs/>
                <w:lang w:val="uk-UA"/>
              </w:rPr>
              <w:t>договор</w:t>
            </w:r>
            <w:r>
              <w:rPr>
                <w:bCs/>
                <w:lang w:val="uk-UA"/>
              </w:rPr>
              <w:t>у</w:t>
            </w:r>
          </w:p>
        </w:tc>
        <w:tc>
          <w:tcPr>
            <w:tcW w:w="6892" w:type="dxa"/>
          </w:tcPr>
          <w:p w:rsidR="00247F60" w:rsidRPr="00B05A33" w:rsidRDefault="00247F60" w:rsidP="00B05A33">
            <w:pPr>
              <w:jc w:val="both"/>
              <w:rPr>
                <w:bCs/>
                <w:lang w:val="uk-UA"/>
              </w:rPr>
            </w:pPr>
            <w:r>
              <w:rPr>
                <w:bCs/>
                <w:lang w:val="uk-UA"/>
              </w:rPr>
              <w:t>1</w:t>
            </w:r>
            <w:r w:rsidRPr="00DF175A">
              <w:rPr>
                <w:bCs/>
                <w:lang w:val="uk-UA"/>
              </w:rPr>
              <w:t xml:space="preserve">.1. </w:t>
            </w:r>
            <w:r>
              <w:rPr>
                <w:bCs/>
                <w:lang w:val="uk-UA"/>
              </w:rPr>
              <w:t>Довідка, складена в довільній формі, про досвід виконання аналогічного договору з інформацією про загальний обсяг виданих кредитів на останню звітну дату.</w:t>
            </w:r>
          </w:p>
        </w:tc>
      </w:tr>
    </w:tbl>
    <w:p w:rsidR="00247F60" w:rsidRDefault="00247F60" w:rsidP="000B3A83">
      <w:pPr>
        <w:jc w:val="center"/>
        <w:rPr>
          <w:b/>
          <w:bCs/>
          <w:lang w:val="uk-UA"/>
        </w:rPr>
      </w:pPr>
    </w:p>
    <w:p w:rsidR="00247F60" w:rsidRDefault="00247F60"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247F60" w:rsidRDefault="00247F60" w:rsidP="000B3A83">
      <w:pPr>
        <w:ind w:firstLine="540"/>
        <w:jc w:val="right"/>
        <w:rPr>
          <w:b/>
          <w:lang w:val="uk-UA"/>
        </w:rPr>
      </w:pPr>
    </w:p>
    <w:p w:rsidR="00247F60" w:rsidRPr="005D7BAD" w:rsidRDefault="00247F60" w:rsidP="000B3A83">
      <w:pPr>
        <w:ind w:firstLine="540"/>
        <w:jc w:val="right"/>
        <w:rPr>
          <w:b/>
          <w:lang w:val="uk-UA"/>
        </w:rPr>
      </w:pPr>
      <w:r w:rsidRPr="005D7BAD">
        <w:rPr>
          <w:b/>
          <w:lang w:val="uk-UA"/>
        </w:rPr>
        <w:t>Таблиця 2</w:t>
      </w:r>
    </w:p>
    <w:p w:rsidR="00247F60" w:rsidRDefault="00247F60"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247F60" w:rsidRPr="006408B4" w:rsidTr="000C2E6A">
        <w:trPr>
          <w:cantSplit/>
        </w:trPr>
        <w:tc>
          <w:tcPr>
            <w:tcW w:w="468" w:type="dxa"/>
            <w:vAlign w:val="center"/>
          </w:tcPr>
          <w:p w:rsidR="00247F60" w:rsidRPr="006408B4" w:rsidRDefault="00247F60" w:rsidP="000C2E6A">
            <w:pPr>
              <w:tabs>
                <w:tab w:val="num" w:pos="1080"/>
                <w:tab w:val="left" w:pos="10381"/>
              </w:tabs>
              <w:jc w:val="center"/>
              <w:rPr>
                <w:b/>
                <w:bCs/>
                <w:lang w:val="uk-UA"/>
              </w:rPr>
            </w:pPr>
            <w:r w:rsidRPr="006408B4">
              <w:rPr>
                <w:b/>
                <w:bCs/>
                <w:lang w:val="uk-UA"/>
              </w:rPr>
              <w:t>№</w:t>
            </w:r>
          </w:p>
        </w:tc>
        <w:tc>
          <w:tcPr>
            <w:tcW w:w="9956" w:type="dxa"/>
            <w:vAlign w:val="center"/>
          </w:tcPr>
          <w:p w:rsidR="00247F60" w:rsidRPr="006408B4" w:rsidRDefault="00247F60"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247F60" w:rsidRPr="00D16482" w:rsidTr="000C2E6A">
        <w:tc>
          <w:tcPr>
            <w:tcW w:w="468" w:type="dxa"/>
          </w:tcPr>
          <w:p w:rsidR="00247F60" w:rsidRPr="006408B4" w:rsidRDefault="00247F60" w:rsidP="00D614A8">
            <w:pPr>
              <w:widowControl w:val="0"/>
              <w:numPr>
                <w:ilvl w:val="0"/>
                <w:numId w:val="3"/>
              </w:numPr>
              <w:tabs>
                <w:tab w:val="left" w:pos="10381"/>
              </w:tabs>
              <w:ind w:left="0" w:firstLine="0"/>
              <w:jc w:val="center"/>
              <w:rPr>
                <w:lang w:val="uk-UA"/>
              </w:rPr>
            </w:pPr>
          </w:p>
        </w:tc>
        <w:tc>
          <w:tcPr>
            <w:tcW w:w="9956" w:type="dxa"/>
          </w:tcPr>
          <w:p w:rsidR="00247F60" w:rsidRPr="006408B4" w:rsidRDefault="00247F60"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247F60" w:rsidRPr="00D80E4D" w:rsidRDefault="00247F60"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247F60" w:rsidRPr="00D80E4D" w:rsidRDefault="00247F60"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28716F">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247F60" w:rsidRPr="00D80E4D" w:rsidRDefault="00247F60"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247F60" w:rsidRPr="00D80E4D" w:rsidRDefault="00247F60"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247F60" w:rsidRPr="00D80E4D" w:rsidRDefault="00247F60"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247F60" w:rsidRPr="00D80E4D" w:rsidRDefault="00247F60"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247F60" w:rsidRPr="00D80E4D" w:rsidRDefault="00247F60"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247F60" w:rsidRPr="00D80E4D" w:rsidRDefault="00247F60"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або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247F60" w:rsidRPr="006408B4" w:rsidTr="000C2E6A">
        <w:tc>
          <w:tcPr>
            <w:tcW w:w="468" w:type="dxa"/>
          </w:tcPr>
          <w:p w:rsidR="00247F60" w:rsidRPr="006408B4" w:rsidRDefault="00247F60" w:rsidP="00D614A8">
            <w:pPr>
              <w:widowControl w:val="0"/>
              <w:numPr>
                <w:ilvl w:val="0"/>
                <w:numId w:val="3"/>
              </w:numPr>
              <w:tabs>
                <w:tab w:val="left" w:pos="10381"/>
              </w:tabs>
              <w:ind w:left="0" w:firstLine="0"/>
              <w:jc w:val="center"/>
              <w:rPr>
                <w:lang w:val="uk-UA"/>
              </w:rPr>
            </w:pPr>
          </w:p>
        </w:tc>
        <w:tc>
          <w:tcPr>
            <w:tcW w:w="9956" w:type="dxa"/>
          </w:tcPr>
          <w:p w:rsidR="00247F60" w:rsidRPr="006408B4" w:rsidRDefault="00247F60" w:rsidP="000C2E6A">
            <w:pPr>
              <w:jc w:val="both"/>
              <w:rPr>
                <w:lang w:val="uk-UA"/>
              </w:rPr>
            </w:pPr>
            <w:r w:rsidRPr="006408B4">
              <w:rPr>
                <w:lang w:val="uk-UA"/>
              </w:rPr>
              <w:t xml:space="preserve">Довідка, складена в довільні формі про те, що: </w:t>
            </w:r>
          </w:p>
          <w:p w:rsidR="00247F60" w:rsidRPr="006408B4" w:rsidRDefault="00247F60" w:rsidP="00D614A8">
            <w:pPr>
              <w:pStyle w:val="ListParagraph"/>
              <w:numPr>
                <w:ilvl w:val="0"/>
                <w:numId w:val="8"/>
              </w:numPr>
              <w:tabs>
                <w:tab w:val="left" w:pos="241"/>
              </w:tabs>
              <w:ind w:left="0" w:firstLine="0"/>
              <w:jc w:val="both"/>
              <w:rPr>
                <w:lang w:val="uk-UA"/>
              </w:rPr>
            </w:pP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247F60" w:rsidRPr="006408B4" w:rsidTr="000C2E6A">
        <w:tc>
          <w:tcPr>
            <w:tcW w:w="468" w:type="dxa"/>
          </w:tcPr>
          <w:p w:rsidR="00247F60" w:rsidRPr="006408B4" w:rsidRDefault="00247F60" w:rsidP="00D614A8">
            <w:pPr>
              <w:widowControl w:val="0"/>
              <w:numPr>
                <w:ilvl w:val="0"/>
                <w:numId w:val="3"/>
              </w:numPr>
              <w:tabs>
                <w:tab w:val="left" w:pos="10381"/>
              </w:tabs>
              <w:ind w:left="0" w:firstLine="0"/>
              <w:jc w:val="center"/>
              <w:rPr>
                <w:lang w:val="uk-UA"/>
              </w:rPr>
            </w:pPr>
          </w:p>
        </w:tc>
        <w:tc>
          <w:tcPr>
            <w:tcW w:w="9956" w:type="dxa"/>
          </w:tcPr>
          <w:p w:rsidR="00247F60" w:rsidRPr="002F7A8E" w:rsidRDefault="00247F60"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247F60" w:rsidRPr="000C2E6A" w:rsidRDefault="00247F60" w:rsidP="000B3A83">
      <w:pPr>
        <w:tabs>
          <w:tab w:val="num" w:pos="1080"/>
          <w:tab w:val="left" w:pos="10381"/>
        </w:tabs>
        <w:ind w:firstLine="244"/>
        <w:jc w:val="center"/>
        <w:rPr>
          <w:b/>
          <w:bCs/>
        </w:rPr>
      </w:pPr>
    </w:p>
    <w:p w:rsidR="00247F60" w:rsidRPr="005D7BAD" w:rsidRDefault="00247F60" w:rsidP="000B3A83">
      <w:pPr>
        <w:ind w:firstLine="540"/>
        <w:jc w:val="right"/>
        <w:rPr>
          <w:b/>
          <w:lang w:val="uk-UA"/>
        </w:rPr>
      </w:pPr>
      <w:r w:rsidRPr="005D7BAD">
        <w:rPr>
          <w:b/>
          <w:lang w:val="uk-UA"/>
        </w:rPr>
        <w:t>Таблиця 3</w:t>
      </w:r>
    </w:p>
    <w:p w:rsidR="00247F60" w:rsidRDefault="00247F60" w:rsidP="000B3A83">
      <w:pPr>
        <w:pStyle w:val="Heading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247F60" w:rsidRPr="005D7BAD" w:rsidTr="009F6E34">
        <w:trPr>
          <w:cantSplit/>
        </w:trPr>
        <w:tc>
          <w:tcPr>
            <w:tcW w:w="468" w:type="dxa"/>
            <w:vAlign w:val="center"/>
          </w:tcPr>
          <w:p w:rsidR="00247F60" w:rsidRPr="005D7BAD" w:rsidRDefault="00247F60" w:rsidP="009F6E34">
            <w:pPr>
              <w:tabs>
                <w:tab w:val="num" w:pos="1080"/>
                <w:tab w:val="left" w:pos="10381"/>
              </w:tabs>
              <w:jc w:val="center"/>
              <w:rPr>
                <w:b/>
                <w:bCs/>
                <w:lang w:val="uk-UA"/>
              </w:rPr>
            </w:pPr>
            <w:r w:rsidRPr="005D7BAD">
              <w:rPr>
                <w:b/>
                <w:bCs/>
                <w:lang w:val="uk-UA"/>
              </w:rPr>
              <w:t>№</w:t>
            </w:r>
          </w:p>
        </w:tc>
        <w:tc>
          <w:tcPr>
            <w:tcW w:w="9900" w:type="dxa"/>
            <w:vAlign w:val="center"/>
          </w:tcPr>
          <w:p w:rsidR="00247F60" w:rsidRPr="005D7BAD" w:rsidRDefault="00247F60" w:rsidP="009F6E34">
            <w:pPr>
              <w:tabs>
                <w:tab w:val="num" w:pos="1080"/>
                <w:tab w:val="left" w:pos="10381"/>
              </w:tabs>
              <w:jc w:val="center"/>
              <w:rPr>
                <w:b/>
                <w:bCs/>
                <w:lang w:val="uk-UA"/>
              </w:rPr>
            </w:pPr>
            <w:r w:rsidRPr="005D7BAD">
              <w:rPr>
                <w:b/>
                <w:bCs/>
                <w:lang w:val="uk-UA"/>
              </w:rPr>
              <w:t>Назва документу</w:t>
            </w:r>
          </w:p>
        </w:tc>
      </w:tr>
      <w:tr w:rsidR="00247F60" w:rsidRPr="005D7BAD" w:rsidTr="009F6E34">
        <w:trPr>
          <w:cantSplit/>
        </w:trPr>
        <w:tc>
          <w:tcPr>
            <w:tcW w:w="468" w:type="dxa"/>
          </w:tcPr>
          <w:p w:rsidR="00247F60" w:rsidRPr="005D7BAD" w:rsidRDefault="00247F60" w:rsidP="00D614A8">
            <w:pPr>
              <w:numPr>
                <w:ilvl w:val="0"/>
                <w:numId w:val="4"/>
              </w:numPr>
              <w:tabs>
                <w:tab w:val="clear" w:pos="1032"/>
                <w:tab w:val="num" w:pos="817"/>
                <w:tab w:val="left" w:pos="10381"/>
              </w:tabs>
              <w:ind w:left="0" w:firstLine="0"/>
              <w:jc w:val="center"/>
              <w:rPr>
                <w:lang w:val="uk-UA"/>
              </w:rPr>
            </w:pPr>
          </w:p>
        </w:tc>
        <w:tc>
          <w:tcPr>
            <w:tcW w:w="9900" w:type="dxa"/>
          </w:tcPr>
          <w:p w:rsidR="00247F60" w:rsidRPr="005D7BAD" w:rsidRDefault="00247F60"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247F60" w:rsidRPr="00D16482" w:rsidTr="009F6E34">
        <w:trPr>
          <w:cantSplit/>
        </w:trPr>
        <w:tc>
          <w:tcPr>
            <w:tcW w:w="468" w:type="dxa"/>
          </w:tcPr>
          <w:p w:rsidR="00247F60" w:rsidRPr="005D7BAD" w:rsidRDefault="00247F60" w:rsidP="00D614A8">
            <w:pPr>
              <w:numPr>
                <w:ilvl w:val="0"/>
                <w:numId w:val="4"/>
              </w:numPr>
              <w:tabs>
                <w:tab w:val="clear" w:pos="1032"/>
                <w:tab w:val="num" w:pos="817"/>
                <w:tab w:val="left" w:pos="10381"/>
              </w:tabs>
              <w:ind w:left="0" w:firstLine="0"/>
              <w:jc w:val="center"/>
              <w:rPr>
                <w:lang w:val="uk-UA"/>
              </w:rPr>
            </w:pPr>
          </w:p>
        </w:tc>
        <w:tc>
          <w:tcPr>
            <w:tcW w:w="9900" w:type="dxa"/>
          </w:tcPr>
          <w:p w:rsidR="00247F60" w:rsidRPr="00017F75" w:rsidRDefault="00247F60" w:rsidP="00295D08">
            <w:pPr>
              <w:tabs>
                <w:tab w:val="num" w:pos="1080"/>
                <w:tab w:val="left" w:pos="10381"/>
              </w:tabs>
              <w:jc w:val="both"/>
              <w:rPr>
                <w:lang w:val="uk-UA"/>
              </w:rPr>
            </w:pPr>
            <w:r w:rsidRPr="00017F75">
              <w:rPr>
                <w:lang w:val="uk-UA"/>
              </w:rPr>
              <w:t xml:space="preserve">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p>
        </w:tc>
      </w:tr>
      <w:tr w:rsidR="00247F60" w:rsidRPr="005D7BAD" w:rsidTr="009F6E34">
        <w:trPr>
          <w:cantSplit/>
        </w:trPr>
        <w:tc>
          <w:tcPr>
            <w:tcW w:w="468" w:type="dxa"/>
          </w:tcPr>
          <w:p w:rsidR="00247F60" w:rsidRPr="005D7BAD" w:rsidRDefault="00247F60" w:rsidP="00D614A8">
            <w:pPr>
              <w:numPr>
                <w:ilvl w:val="0"/>
                <w:numId w:val="4"/>
              </w:numPr>
              <w:tabs>
                <w:tab w:val="clear" w:pos="1032"/>
                <w:tab w:val="num" w:pos="817"/>
                <w:tab w:val="left" w:pos="10381"/>
              </w:tabs>
              <w:ind w:left="0" w:firstLine="0"/>
              <w:jc w:val="center"/>
              <w:rPr>
                <w:lang w:val="uk-UA"/>
              </w:rPr>
            </w:pPr>
          </w:p>
        </w:tc>
        <w:tc>
          <w:tcPr>
            <w:tcW w:w="9900" w:type="dxa"/>
          </w:tcPr>
          <w:p w:rsidR="00247F60" w:rsidRPr="00017F75" w:rsidRDefault="00247F60"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247F60" w:rsidRPr="008B7CBC" w:rsidTr="009F6E34">
        <w:trPr>
          <w:cantSplit/>
        </w:trPr>
        <w:tc>
          <w:tcPr>
            <w:tcW w:w="468" w:type="dxa"/>
          </w:tcPr>
          <w:p w:rsidR="00247F60" w:rsidRPr="008B7CBC" w:rsidRDefault="00247F60" w:rsidP="00D614A8">
            <w:pPr>
              <w:numPr>
                <w:ilvl w:val="0"/>
                <w:numId w:val="4"/>
              </w:numPr>
              <w:tabs>
                <w:tab w:val="clear" w:pos="1032"/>
                <w:tab w:val="num" w:pos="817"/>
                <w:tab w:val="left" w:pos="10381"/>
              </w:tabs>
              <w:ind w:left="0" w:firstLine="0"/>
              <w:jc w:val="center"/>
              <w:rPr>
                <w:lang w:val="uk-UA"/>
              </w:rPr>
            </w:pPr>
          </w:p>
        </w:tc>
        <w:tc>
          <w:tcPr>
            <w:tcW w:w="9900" w:type="dxa"/>
          </w:tcPr>
          <w:p w:rsidR="00247F60" w:rsidRPr="00017F75" w:rsidRDefault="00247F60"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 xml:space="preserve">формою, що наведена в Додатку 3 </w:t>
            </w:r>
          </w:p>
        </w:tc>
      </w:tr>
      <w:tr w:rsidR="00247F60" w:rsidRPr="00D16482" w:rsidTr="009F6E34">
        <w:trPr>
          <w:cantSplit/>
        </w:trPr>
        <w:tc>
          <w:tcPr>
            <w:tcW w:w="468" w:type="dxa"/>
          </w:tcPr>
          <w:p w:rsidR="00247F60" w:rsidRPr="008B7CBC" w:rsidRDefault="00247F60" w:rsidP="00D614A8">
            <w:pPr>
              <w:numPr>
                <w:ilvl w:val="0"/>
                <w:numId w:val="4"/>
              </w:numPr>
              <w:tabs>
                <w:tab w:val="clear" w:pos="1032"/>
                <w:tab w:val="num" w:pos="817"/>
                <w:tab w:val="left" w:pos="10381"/>
              </w:tabs>
              <w:ind w:left="0" w:firstLine="0"/>
              <w:jc w:val="center"/>
              <w:rPr>
                <w:lang w:val="uk-UA"/>
              </w:rPr>
            </w:pPr>
          </w:p>
        </w:tc>
        <w:tc>
          <w:tcPr>
            <w:tcW w:w="9900" w:type="dxa"/>
          </w:tcPr>
          <w:p w:rsidR="00247F60" w:rsidRPr="00017F75" w:rsidRDefault="00247F60" w:rsidP="0094396C">
            <w:pPr>
              <w:jc w:val="both"/>
              <w:rPr>
                <w:lang w:val="uk-UA"/>
              </w:rPr>
            </w:pPr>
            <w:r>
              <w:rPr>
                <w:bCs/>
                <w:lang w:val="uk-UA"/>
              </w:rPr>
              <w:t>К</w:t>
            </w:r>
            <w:r w:rsidRPr="003C008F">
              <w:rPr>
                <w:bCs/>
                <w:lang w:val="uk-UA"/>
              </w:rPr>
              <w:t xml:space="preserve">опія </w:t>
            </w:r>
            <w:r>
              <w:rPr>
                <w:bCs/>
                <w:lang w:val="uk-UA"/>
              </w:rPr>
              <w:t>ліцензії НБУ на право здійснення Учасником торгів діяльності, передбаченою цією закупівлею.</w:t>
            </w:r>
          </w:p>
        </w:tc>
      </w:tr>
      <w:tr w:rsidR="00247F60" w:rsidRPr="003F4246" w:rsidTr="009F6E34">
        <w:trPr>
          <w:cantSplit/>
        </w:trPr>
        <w:tc>
          <w:tcPr>
            <w:tcW w:w="468" w:type="dxa"/>
          </w:tcPr>
          <w:p w:rsidR="00247F60" w:rsidRPr="008B7CBC" w:rsidRDefault="00247F60" w:rsidP="00D614A8">
            <w:pPr>
              <w:numPr>
                <w:ilvl w:val="0"/>
                <w:numId w:val="4"/>
              </w:numPr>
              <w:tabs>
                <w:tab w:val="clear" w:pos="1032"/>
                <w:tab w:val="num" w:pos="817"/>
                <w:tab w:val="left" w:pos="10381"/>
              </w:tabs>
              <w:ind w:left="0" w:firstLine="0"/>
              <w:jc w:val="center"/>
              <w:rPr>
                <w:lang w:val="uk-UA"/>
              </w:rPr>
            </w:pPr>
          </w:p>
        </w:tc>
        <w:tc>
          <w:tcPr>
            <w:tcW w:w="9900" w:type="dxa"/>
          </w:tcPr>
          <w:p w:rsidR="00247F60" w:rsidRDefault="00247F60" w:rsidP="006721D0">
            <w:pPr>
              <w:rPr>
                <w:bCs/>
                <w:lang w:val="uk-UA"/>
              </w:rPr>
            </w:pPr>
            <w:r>
              <w:rPr>
                <w:bCs/>
                <w:lang w:val="uk-UA"/>
              </w:rPr>
              <w:t>Копія Свідоцтва про реєстрацію Учасника в Державному реєстрі банків.</w:t>
            </w:r>
          </w:p>
        </w:tc>
      </w:tr>
      <w:tr w:rsidR="00247F60" w:rsidRPr="003F4246" w:rsidTr="009F6E34">
        <w:trPr>
          <w:cantSplit/>
        </w:trPr>
        <w:tc>
          <w:tcPr>
            <w:tcW w:w="468" w:type="dxa"/>
          </w:tcPr>
          <w:p w:rsidR="00247F60" w:rsidRPr="008B7CBC" w:rsidRDefault="00247F60" w:rsidP="00D614A8">
            <w:pPr>
              <w:numPr>
                <w:ilvl w:val="0"/>
                <w:numId w:val="4"/>
              </w:numPr>
              <w:tabs>
                <w:tab w:val="clear" w:pos="1032"/>
                <w:tab w:val="num" w:pos="817"/>
                <w:tab w:val="left" w:pos="10381"/>
              </w:tabs>
              <w:ind w:left="0" w:firstLine="0"/>
              <w:jc w:val="center"/>
              <w:rPr>
                <w:lang w:val="uk-UA"/>
              </w:rPr>
            </w:pPr>
          </w:p>
        </w:tc>
        <w:tc>
          <w:tcPr>
            <w:tcW w:w="9900" w:type="dxa"/>
          </w:tcPr>
          <w:p w:rsidR="00247F60" w:rsidRDefault="00247F60" w:rsidP="0094396C">
            <w:pPr>
              <w:jc w:val="both"/>
              <w:rPr>
                <w:bCs/>
                <w:lang w:val="uk-UA"/>
              </w:rPr>
            </w:pPr>
            <w:r>
              <w:rPr>
                <w:bCs/>
                <w:lang w:val="uk-UA"/>
              </w:rPr>
              <w:t xml:space="preserve">Інформація щодо наявності в Учасника кредитного рейтингу інвестиційної категорії, підтверджена одним або кількома міжнародними або національними агенціями. </w:t>
            </w:r>
          </w:p>
        </w:tc>
      </w:tr>
      <w:tr w:rsidR="00247F60" w:rsidRPr="00D16482" w:rsidTr="009F6E34">
        <w:trPr>
          <w:cantSplit/>
        </w:trPr>
        <w:tc>
          <w:tcPr>
            <w:tcW w:w="468" w:type="dxa"/>
          </w:tcPr>
          <w:p w:rsidR="00247F60" w:rsidRPr="008B7CBC" w:rsidRDefault="00247F60" w:rsidP="00D614A8">
            <w:pPr>
              <w:numPr>
                <w:ilvl w:val="0"/>
                <w:numId w:val="4"/>
              </w:numPr>
              <w:tabs>
                <w:tab w:val="clear" w:pos="1032"/>
                <w:tab w:val="num" w:pos="817"/>
                <w:tab w:val="left" w:pos="10381"/>
              </w:tabs>
              <w:ind w:left="0" w:firstLine="0"/>
              <w:jc w:val="center"/>
              <w:rPr>
                <w:lang w:val="uk-UA"/>
              </w:rPr>
            </w:pPr>
          </w:p>
        </w:tc>
        <w:tc>
          <w:tcPr>
            <w:tcW w:w="9900" w:type="dxa"/>
          </w:tcPr>
          <w:p w:rsidR="00247F60" w:rsidRDefault="00247F60" w:rsidP="0094396C">
            <w:pPr>
              <w:jc w:val="both"/>
              <w:rPr>
                <w:bCs/>
                <w:lang w:val="uk-UA"/>
              </w:rPr>
            </w:pPr>
            <w:r w:rsidRPr="009A1EEB">
              <w:rPr>
                <w:lang w:val="uk-UA"/>
              </w:rPr>
              <w:t>Довідка, складена у довільній  формі, яка повинна містити відомості про підприємство: реквізити (адреса – юридична та фактична, телефон, факс, банківські реквізити); керівництво (посада, ім'я по батькові, телефон для контактів -  для юридичних осіб); форма власності та юридичний статус, організаційно-правова форма -  для юридичних осіб.</w:t>
            </w:r>
          </w:p>
        </w:tc>
      </w:tr>
    </w:tbl>
    <w:p w:rsidR="00247F60" w:rsidRPr="004A734E" w:rsidRDefault="00247F60" w:rsidP="000B3A83">
      <w:pPr>
        <w:ind w:firstLine="540"/>
        <w:jc w:val="right"/>
        <w:rPr>
          <w:b/>
          <w:lang w:val="uk-UA"/>
        </w:rPr>
      </w:pPr>
      <w:r w:rsidRPr="00D0321E">
        <w:rPr>
          <w:b/>
          <w:lang w:val="uk-UA"/>
        </w:rPr>
        <w:t>Таблиця 4</w:t>
      </w:r>
    </w:p>
    <w:p w:rsidR="00247F60" w:rsidRDefault="00247F60"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247F60" w:rsidRPr="006408B4" w:rsidTr="000C2E6A">
        <w:trPr>
          <w:cantSplit/>
        </w:trPr>
        <w:tc>
          <w:tcPr>
            <w:tcW w:w="468" w:type="dxa"/>
            <w:vAlign w:val="center"/>
          </w:tcPr>
          <w:p w:rsidR="00247F60" w:rsidRPr="006408B4" w:rsidRDefault="00247F60" w:rsidP="000C2E6A">
            <w:pPr>
              <w:tabs>
                <w:tab w:val="num" w:pos="1080"/>
                <w:tab w:val="left" w:pos="10381"/>
              </w:tabs>
              <w:jc w:val="center"/>
              <w:rPr>
                <w:b/>
                <w:bCs/>
                <w:lang w:val="uk-UA"/>
              </w:rPr>
            </w:pPr>
            <w:r w:rsidRPr="006408B4">
              <w:rPr>
                <w:b/>
                <w:bCs/>
                <w:lang w:val="uk-UA"/>
              </w:rPr>
              <w:t>№</w:t>
            </w:r>
          </w:p>
        </w:tc>
        <w:tc>
          <w:tcPr>
            <w:tcW w:w="9956" w:type="dxa"/>
            <w:vAlign w:val="center"/>
          </w:tcPr>
          <w:p w:rsidR="00247F60" w:rsidRPr="006408B4" w:rsidRDefault="00247F60" w:rsidP="000C2E6A">
            <w:pPr>
              <w:tabs>
                <w:tab w:val="num" w:pos="1080"/>
                <w:tab w:val="left" w:pos="10381"/>
              </w:tabs>
              <w:jc w:val="center"/>
              <w:rPr>
                <w:b/>
                <w:bCs/>
                <w:lang w:val="uk-UA"/>
              </w:rPr>
            </w:pPr>
            <w:r w:rsidRPr="006408B4">
              <w:rPr>
                <w:b/>
                <w:bCs/>
                <w:lang w:val="uk-UA"/>
              </w:rPr>
              <w:t>Назва документу</w:t>
            </w:r>
          </w:p>
        </w:tc>
      </w:tr>
      <w:tr w:rsidR="00247F60" w:rsidRPr="009B6242" w:rsidTr="000C2E6A">
        <w:trPr>
          <w:cantSplit/>
        </w:trPr>
        <w:tc>
          <w:tcPr>
            <w:tcW w:w="468" w:type="dxa"/>
          </w:tcPr>
          <w:p w:rsidR="00247F60" w:rsidRPr="006408B4" w:rsidRDefault="00247F60" w:rsidP="000C2E6A">
            <w:pPr>
              <w:widowControl w:val="0"/>
              <w:tabs>
                <w:tab w:val="left" w:pos="10381"/>
              </w:tabs>
              <w:jc w:val="center"/>
              <w:rPr>
                <w:lang w:val="uk-UA"/>
              </w:rPr>
            </w:pPr>
            <w:r w:rsidRPr="006408B4">
              <w:rPr>
                <w:lang w:val="uk-UA"/>
              </w:rPr>
              <w:t>1.</w:t>
            </w:r>
          </w:p>
        </w:tc>
        <w:tc>
          <w:tcPr>
            <w:tcW w:w="9956" w:type="dxa"/>
          </w:tcPr>
          <w:p w:rsidR="00247F60" w:rsidRPr="00D80E4D" w:rsidRDefault="00247F60"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247F60" w:rsidRPr="00D80E4D" w:rsidRDefault="00247F60"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247F60" w:rsidRPr="00D6541D" w:rsidRDefault="00247F60"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247F60" w:rsidRPr="006408B4" w:rsidTr="000C2E6A">
        <w:tc>
          <w:tcPr>
            <w:tcW w:w="468" w:type="dxa"/>
          </w:tcPr>
          <w:p w:rsidR="00247F60" w:rsidRPr="006408B4" w:rsidRDefault="00247F60" w:rsidP="000C2E6A">
            <w:pPr>
              <w:widowControl w:val="0"/>
              <w:tabs>
                <w:tab w:val="left" w:pos="10381"/>
              </w:tabs>
              <w:jc w:val="center"/>
              <w:rPr>
                <w:lang w:val="uk-UA"/>
              </w:rPr>
            </w:pPr>
            <w:r w:rsidRPr="006408B4">
              <w:rPr>
                <w:lang w:val="uk-UA"/>
              </w:rPr>
              <w:t>2.</w:t>
            </w:r>
          </w:p>
        </w:tc>
        <w:tc>
          <w:tcPr>
            <w:tcW w:w="9956" w:type="dxa"/>
          </w:tcPr>
          <w:p w:rsidR="00247F60" w:rsidRPr="006408B4" w:rsidRDefault="00247F60"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247F60" w:rsidRPr="00D80E4D" w:rsidRDefault="00247F60" w:rsidP="000C2E6A">
            <w:pPr>
              <w:pStyle w:val="NormalWeb"/>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247F60" w:rsidRPr="00D80E4D" w:rsidRDefault="00247F60" w:rsidP="00235892">
            <w:pPr>
              <w:pStyle w:val="NormalWeb"/>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5C315A">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247F60" w:rsidRPr="00206F9F" w:rsidTr="000C2E6A">
        <w:tc>
          <w:tcPr>
            <w:tcW w:w="468" w:type="dxa"/>
          </w:tcPr>
          <w:p w:rsidR="00247F60" w:rsidRPr="006408B4" w:rsidRDefault="00247F60" w:rsidP="000C2E6A">
            <w:pPr>
              <w:widowControl w:val="0"/>
              <w:tabs>
                <w:tab w:val="left" w:pos="10381"/>
              </w:tabs>
              <w:jc w:val="center"/>
              <w:rPr>
                <w:lang w:val="uk-UA"/>
              </w:rPr>
            </w:pPr>
            <w:r>
              <w:rPr>
                <w:lang w:val="uk-UA"/>
              </w:rPr>
              <w:t>3</w:t>
            </w:r>
            <w:r w:rsidRPr="006408B4">
              <w:rPr>
                <w:lang w:val="uk-UA"/>
              </w:rPr>
              <w:t>.</w:t>
            </w:r>
          </w:p>
        </w:tc>
        <w:tc>
          <w:tcPr>
            <w:tcW w:w="9956" w:type="dxa"/>
          </w:tcPr>
          <w:p w:rsidR="00247F60" w:rsidRDefault="00247F60"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247F60" w:rsidRPr="006408B4" w:rsidRDefault="00247F60"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247F60" w:rsidRPr="00D16482" w:rsidTr="000C2E6A">
        <w:tc>
          <w:tcPr>
            <w:tcW w:w="468" w:type="dxa"/>
          </w:tcPr>
          <w:p w:rsidR="00247F60" w:rsidRDefault="00247F60" w:rsidP="000C2E6A">
            <w:pPr>
              <w:widowControl w:val="0"/>
              <w:tabs>
                <w:tab w:val="left" w:pos="10381"/>
              </w:tabs>
              <w:jc w:val="center"/>
              <w:rPr>
                <w:lang w:val="uk-UA"/>
              </w:rPr>
            </w:pPr>
            <w:r>
              <w:rPr>
                <w:lang w:val="uk-UA"/>
              </w:rPr>
              <w:t>4.</w:t>
            </w:r>
          </w:p>
        </w:tc>
        <w:tc>
          <w:tcPr>
            <w:tcW w:w="9956" w:type="dxa"/>
          </w:tcPr>
          <w:p w:rsidR="00247F60" w:rsidRPr="006408B4" w:rsidRDefault="00247F60"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247F60" w:rsidRDefault="00247F60" w:rsidP="00935D08">
      <w:pPr>
        <w:pStyle w:val="BodyText"/>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247F60" w:rsidRPr="00935D08" w:rsidRDefault="00247F60" w:rsidP="00935D08">
      <w:pPr>
        <w:pStyle w:val="BodyText"/>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247F60" w:rsidRDefault="00247F60" w:rsidP="00D95823">
      <w:pPr>
        <w:pStyle w:val="NormalWeb"/>
        <w:spacing w:before="0" w:beforeAutospacing="0" w:after="0" w:afterAutospacing="0"/>
        <w:ind w:firstLine="567"/>
        <w:jc w:val="both"/>
        <w:rPr>
          <w:lang w:val="uk-UA"/>
        </w:rPr>
      </w:pPr>
      <w:r w:rsidRPr="00D95823">
        <w:rPr>
          <w:lang w:val="uk-UA"/>
        </w:rPr>
        <w:t>Документи, що не передбачені законодавством для учасників - юридичних, фізичних осіб, у тому числі фізичних осіб - підприємців, не подаються ними у складі тендерної пропозиції</w:t>
      </w:r>
      <w:r>
        <w:rPr>
          <w:lang w:val="uk-UA"/>
        </w:rPr>
        <w:t xml:space="preserve">. </w:t>
      </w:r>
    </w:p>
    <w:p w:rsidR="00247F60" w:rsidRPr="005E6D44" w:rsidRDefault="00247F60" w:rsidP="005A2FAB">
      <w:pPr>
        <w:pStyle w:val="NormalWeb"/>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w:t>
      </w:r>
      <w:r>
        <w:rPr>
          <w:lang w:val="uk-UA"/>
        </w:rPr>
        <w:t>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247F60" w:rsidRPr="00647A22" w:rsidRDefault="00247F60" w:rsidP="00D95823">
      <w:pPr>
        <w:pStyle w:val="NormalWeb"/>
        <w:spacing w:before="0" w:beforeAutospacing="0" w:after="0" w:afterAutospacing="0"/>
        <w:ind w:firstLine="567"/>
        <w:jc w:val="both"/>
        <w:rPr>
          <w:color w:val="FF6600"/>
          <w:lang w:val="uk-UA"/>
        </w:rPr>
      </w:pPr>
    </w:p>
    <w:p w:rsidR="00247F60" w:rsidRPr="006408B4" w:rsidRDefault="00247F60"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247F60" w:rsidRPr="000741BA" w:rsidRDefault="00247F60"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247F60" w:rsidRDefault="00247F60"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247F60" w:rsidRDefault="00247F60"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247F60" w:rsidRDefault="00247F60" w:rsidP="00D6541D">
      <w:pPr>
        <w:ind w:firstLine="567"/>
        <w:jc w:val="both"/>
        <w:rPr>
          <w:lang w:val="uk-UA"/>
        </w:rPr>
      </w:pPr>
      <w:r>
        <w:rPr>
          <w:lang w:val="uk-UA"/>
        </w:rPr>
        <w:t>Також переможець надає:</w:t>
      </w:r>
    </w:p>
    <w:p w:rsidR="00247F60" w:rsidRDefault="00247F60" w:rsidP="00D614A8">
      <w:pPr>
        <w:pStyle w:val="ListParagraph"/>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приведену у відповідність до показників за результатами проведеного "Електронного аукціону"</w:t>
      </w:r>
      <w:r>
        <w:rPr>
          <w:lang w:val="uk-UA"/>
        </w:rPr>
        <w:t>;</w:t>
      </w:r>
    </w:p>
    <w:p w:rsidR="00247F60" w:rsidRPr="0023732B" w:rsidRDefault="00247F60" w:rsidP="00D614A8">
      <w:pPr>
        <w:pStyle w:val="ListParagraph"/>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247F60" w:rsidRPr="000741BA" w:rsidRDefault="00247F60" w:rsidP="00AC43E7">
      <w:pPr>
        <w:pStyle w:val="NormalWeb"/>
        <w:spacing w:before="0" w:beforeAutospacing="0" w:after="0" w:afterAutospacing="0"/>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247F60" w:rsidRPr="0023732B" w:rsidRDefault="00247F60" w:rsidP="004C6890">
      <w:pPr>
        <w:tabs>
          <w:tab w:val="left" w:pos="10381"/>
        </w:tabs>
        <w:ind w:firstLine="567"/>
        <w:jc w:val="both"/>
        <w:rPr>
          <w:i/>
          <w:iCs/>
          <w:u w:val="single"/>
          <w:lang w:val="uk-UA"/>
        </w:rPr>
      </w:pPr>
    </w:p>
    <w:p w:rsidR="00247F60" w:rsidRDefault="00247F60"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247F60" w:rsidRDefault="00247F60" w:rsidP="000F73EF">
      <w:pPr>
        <w:pStyle w:val="BodyText3"/>
      </w:pPr>
      <w:r>
        <w:t>ТП подається у вигляді, наведеному нижче.</w:t>
      </w:r>
    </w:p>
    <w:p w:rsidR="00247F60" w:rsidRDefault="00247F60" w:rsidP="000F73EF">
      <w:pPr>
        <w:pStyle w:val="BodyText"/>
        <w:spacing w:after="0"/>
        <w:ind w:firstLine="0"/>
        <w:rPr>
          <w:b/>
          <w:i/>
          <w:sz w:val="16"/>
          <w:szCs w:val="16"/>
        </w:rPr>
      </w:pPr>
      <w:r>
        <w:rPr>
          <w:b/>
          <w:i/>
          <w:szCs w:val="16"/>
        </w:rPr>
        <w:t>Учасник не повинен відступати від даної форми.</w:t>
      </w:r>
    </w:p>
    <w:p w:rsidR="00247F60" w:rsidRDefault="00247F60" w:rsidP="000F73EF">
      <w:pPr>
        <w:pStyle w:val="Heading2"/>
        <w:keepLines/>
        <w:numPr>
          <w:ilvl w:val="1"/>
          <w:numId w:val="0"/>
        </w:numPr>
        <w:ind w:left="1117" w:hanging="578"/>
        <w:jc w:val="center"/>
      </w:pPr>
    </w:p>
    <w:p w:rsidR="00247F60" w:rsidRDefault="00247F60" w:rsidP="000F73EF">
      <w:pPr>
        <w:pStyle w:val="Heading2"/>
        <w:keepLines/>
        <w:numPr>
          <w:ilvl w:val="1"/>
          <w:numId w:val="0"/>
        </w:numPr>
        <w:jc w:val="center"/>
      </w:pPr>
      <w:r>
        <w:t xml:space="preserve">ТЕНДЕРНА ПРОПОЗИЦІЯ </w:t>
      </w:r>
    </w:p>
    <w:p w:rsidR="00247F60" w:rsidRPr="00065D53" w:rsidRDefault="00247F60" w:rsidP="00065D53">
      <w:pPr>
        <w:jc w:val="center"/>
        <w:rPr>
          <w:b/>
          <w:lang w:val="uk-UA"/>
        </w:rPr>
      </w:pPr>
    </w:p>
    <w:p w:rsidR="00247F60" w:rsidRPr="00065D53" w:rsidRDefault="00247F60" w:rsidP="000F73EF">
      <w:pPr>
        <w:pStyle w:val="Heading2"/>
        <w:keepLines/>
        <w:numPr>
          <w:ilvl w:val="1"/>
          <w:numId w:val="0"/>
        </w:numPr>
        <w:jc w:val="center"/>
        <w:rPr>
          <w:b w:val="0"/>
          <w:i/>
        </w:rPr>
      </w:pPr>
      <w:r w:rsidRPr="00065D53">
        <w:rPr>
          <w:b w:val="0"/>
          <w:i/>
        </w:rPr>
        <w:t>(форма, яка подається Учасником на фірмовому бланку)</w:t>
      </w:r>
    </w:p>
    <w:p w:rsidR="00247F60" w:rsidRDefault="00247F60" w:rsidP="000F73EF">
      <w:pPr>
        <w:ind w:right="196"/>
        <w:jc w:val="center"/>
        <w:outlineLvl w:val="0"/>
        <w:rPr>
          <w:lang w:val="uk-UA"/>
        </w:rPr>
      </w:pPr>
    </w:p>
    <w:p w:rsidR="00247F60" w:rsidRDefault="00247F60" w:rsidP="000F73EF">
      <w:pPr>
        <w:ind w:right="196"/>
        <w:jc w:val="center"/>
        <w:outlineLvl w:val="0"/>
        <w:rPr>
          <w:lang w:val="uk-UA"/>
        </w:rPr>
      </w:pPr>
      <w:r>
        <w:rPr>
          <w:lang w:val="uk-UA"/>
        </w:rPr>
        <w:t>“______”______________ 2016 р.</w:t>
      </w:r>
    </w:p>
    <w:p w:rsidR="00247F60" w:rsidRDefault="00247F60" w:rsidP="000F73EF">
      <w:pPr>
        <w:ind w:right="76"/>
        <w:jc w:val="center"/>
        <w:outlineLvl w:val="0"/>
        <w:rPr>
          <w:lang w:val="uk-UA"/>
        </w:rPr>
      </w:pPr>
    </w:p>
    <w:p w:rsidR="00247F60" w:rsidRDefault="00247F60" w:rsidP="000F73EF">
      <w:pPr>
        <w:ind w:right="76"/>
        <w:jc w:val="center"/>
        <w:outlineLvl w:val="0"/>
        <w:rPr>
          <w:lang w:val="uk-UA"/>
        </w:rPr>
      </w:pPr>
      <w:r>
        <w:rPr>
          <w:lang w:val="uk-UA"/>
        </w:rPr>
        <w:t>Тендерному комітету ДП "Енергоринок", Україна, м. Київ, вул. С. Петлюри, 27.</w:t>
      </w:r>
    </w:p>
    <w:p w:rsidR="00247F60" w:rsidRDefault="00247F60" w:rsidP="000F73EF">
      <w:pPr>
        <w:tabs>
          <w:tab w:val="left" w:pos="1440"/>
          <w:tab w:val="left" w:pos="1620"/>
        </w:tabs>
        <w:ind w:right="76" w:firstLine="432"/>
        <w:outlineLvl w:val="0"/>
        <w:rPr>
          <w:lang w:val="uk-UA"/>
        </w:rPr>
      </w:pPr>
    </w:p>
    <w:p w:rsidR="00247F60" w:rsidRDefault="00247F60" w:rsidP="0012520C">
      <w:pPr>
        <w:tabs>
          <w:tab w:val="left" w:pos="1440"/>
          <w:tab w:val="left" w:pos="1620"/>
        </w:tabs>
        <w:ind w:right="-5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247F60" w:rsidRDefault="00247F60" w:rsidP="0029387C">
      <w:pPr>
        <w:tabs>
          <w:tab w:val="left" w:pos="1440"/>
          <w:tab w:val="left" w:pos="1620"/>
        </w:tabs>
        <w:ind w:right="76" w:firstLine="432"/>
        <w:jc w:val="center"/>
        <w:outlineLvl w:val="0"/>
        <w:rPr>
          <w:lang w:val="uk-UA"/>
        </w:rPr>
      </w:pPr>
      <w:r>
        <w:rPr>
          <w:sz w:val="18"/>
          <w:lang w:val="uk-UA"/>
        </w:rPr>
        <w:t>( найменування Учасника)</w:t>
      </w:r>
    </w:p>
    <w:p w:rsidR="00247F60" w:rsidRDefault="00247F60" w:rsidP="0012520C">
      <w:pPr>
        <w:widowControl w:val="0"/>
        <w:jc w:val="both"/>
        <w:rPr>
          <w:sz w:val="16"/>
          <w:lang w:val="uk-UA"/>
        </w:rPr>
      </w:pPr>
      <w:r>
        <w:rPr>
          <w:lang w:val="uk-UA"/>
        </w:rPr>
        <w:t xml:space="preserve">документацію  на </w:t>
      </w:r>
      <w:r w:rsidRPr="006A4B38">
        <w:rPr>
          <w:lang w:val="uk-UA"/>
        </w:rPr>
        <w:t>закупівлю</w:t>
      </w:r>
      <w:r w:rsidRPr="006A4B38">
        <w:rPr>
          <w:b/>
          <w:i/>
          <w:iCs/>
          <w:lang w:val="uk-UA"/>
        </w:rPr>
        <w:t xml:space="preserve"> </w:t>
      </w:r>
      <w:r w:rsidRPr="00B948E7">
        <w:rPr>
          <w:lang w:val="uk-UA" w:eastAsia="uk-UA"/>
        </w:rPr>
        <w:t>"Послуги щодо надання кредитів банківськими</w:t>
      </w:r>
      <w:r>
        <w:rPr>
          <w:lang w:val="uk-UA" w:eastAsia="uk-UA"/>
        </w:rPr>
        <w:t xml:space="preserve"> установами</w:t>
      </w:r>
      <w:r w:rsidRPr="00B948E7">
        <w:rPr>
          <w:lang w:val="uk-UA" w:eastAsia="uk-UA"/>
        </w:rPr>
        <w:t>/Послуги з кредитування(відкриття відновлювальної кредитної лінії</w:t>
      </w:r>
      <w:r>
        <w:rPr>
          <w:lang w:val="uk-UA" w:eastAsia="uk-UA"/>
        </w:rPr>
        <w:t xml:space="preserve"> 400 млн. грн.</w:t>
      </w:r>
      <w:r w:rsidRPr="00B948E7">
        <w:rPr>
          <w:lang w:val="uk-UA" w:eastAsia="uk-UA"/>
        </w:rPr>
        <w:t>)</w:t>
      </w:r>
      <w:r w:rsidRPr="00B578BA">
        <w:rPr>
          <w:lang w:val="uk-UA"/>
        </w:rPr>
        <w:t xml:space="preserve">, </w:t>
      </w:r>
      <w:r>
        <w:rPr>
          <w:lang w:val="uk-UA"/>
        </w:rPr>
        <w:t>надаємо свою тендерну пропозицію і пропонуємо надати послуги згідно з умовами тендерної документації.</w:t>
      </w:r>
    </w:p>
    <w:p w:rsidR="00247F60" w:rsidRDefault="00247F60" w:rsidP="000F73EF">
      <w:pPr>
        <w:widowControl w:val="0"/>
        <w:jc w:val="center"/>
        <w:rPr>
          <w:sz w:val="16"/>
          <w:lang w:val="uk-UA"/>
        </w:rPr>
      </w:pPr>
    </w:p>
    <w:p w:rsidR="00247F60" w:rsidRDefault="00247F60" w:rsidP="00D614A8">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247F60" w:rsidRPr="00012268" w:rsidRDefault="00247F60" w:rsidP="00D614A8">
      <w:pPr>
        <w:pStyle w:val="ListParagraph"/>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247F60" w:rsidRDefault="00247F60" w:rsidP="00D614A8">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247F60" w:rsidRPr="00012268" w:rsidRDefault="00247F60" w:rsidP="00D614A8">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247F60" w:rsidRPr="008B2CFB" w:rsidRDefault="00247F60" w:rsidP="00D614A8">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247F60" w:rsidRDefault="00247F60" w:rsidP="00D614A8">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247F60" w:rsidRDefault="00247F60" w:rsidP="0094048F">
      <w:pPr>
        <w:widowControl w:val="0"/>
        <w:numPr>
          <w:ilvl w:val="0"/>
          <w:numId w:val="2"/>
        </w:numPr>
        <w:tabs>
          <w:tab w:val="clear" w:pos="720"/>
          <w:tab w:val="num" w:pos="0"/>
        </w:tabs>
        <w:spacing w:before="20" w:after="20"/>
        <w:ind w:left="51" w:firstLine="360"/>
        <w:jc w:val="both"/>
        <w:rPr>
          <w:lang w:val="uk-UA"/>
        </w:rPr>
      </w:pPr>
      <w:r>
        <w:rPr>
          <w:lang w:val="uk-UA"/>
        </w:rPr>
        <w:t>Ми погоджуємося з умовами, що Ви можете відхилити нашу чи всі тендерні пропозиції в згідно з умовами тендерної документації.</w:t>
      </w:r>
    </w:p>
    <w:p w:rsidR="00247F60" w:rsidRPr="003963D8" w:rsidRDefault="00247F60" w:rsidP="0094048F">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247F60" w:rsidRDefault="00247F60" w:rsidP="0094048F">
      <w:pPr>
        <w:widowControl w:val="0"/>
        <w:spacing w:before="20" w:after="20"/>
        <w:ind w:left="51" w:firstLine="375"/>
        <w:jc w:val="both"/>
        <w:rPr>
          <w:lang w:val="uk-UA"/>
        </w:rPr>
      </w:pPr>
    </w:p>
    <w:p w:rsidR="00247F60" w:rsidRDefault="00247F60" w:rsidP="000F73EF">
      <w:pPr>
        <w:widowControl w:val="0"/>
        <w:spacing w:before="20" w:after="20"/>
        <w:jc w:val="both"/>
        <w:rPr>
          <w:lang w:val="uk-UA"/>
        </w:rPr>
      </w:pPr>
    </w:p>
    <w:p w:rsidR="00247F60" w:rsidRDefault="00247F60"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247F60" w:rsidRDefault="00247F60"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247F60" w:rsidRDefault="00247F60" w:rsidP="000F73EF">
      <w:pPr>
        <w:pStyle w:val="BodyText"/>
        <w:spacing w:after="0"/>
        <w:ind w:firstLine="0"/>
        <w:rPr>
          <w:iCs/>
          <w:sz w:val="16"/>
          <w:szCs w:val="22"/>
        </w:rPr>
      </w:pPr>
      <w:r>
        <w:rPr>
          <w:i/>
          <w:sz w:val="22"/>
          <w:szCs w:val="22"/>
        </w:rPr>
        <w:t xml:space="preserve">                                                                                                                                    </w:t>
      </w:r>
      <w:r>
        <w:rPr>
          <w:iCs/>
          <w:sz w:val="16"/>
          <w:szCs w:val="22"/>
        </w:rPr>
        <w:t>М.П.</w:t>
      </w:r>
    </w:p>
    <w:p w:rsidR="00247F60" w:rsidRDefault="00247F60" w:rsidP="000F73EF">
      <w:pPr>
        <w:rPr>
          <w:bCs/>
          <w:sz w:val="20"/>
          <w:u w:val="single"/>
          <w:lang w:val="uk-UA"/>
        </w:rPr>
      </w:pPr>
    </w:p>
    <w:p w:rsidR="00247F60" w:rsidRDefault="00247F60" w:rsidP="000F73EF">
      <w:pPr>
        <w:jc w:val="both"/>
        <w:rPr>
          <w:bCs/>
          <w:sz w:val="20"/>
          <w:u w:val="single"/>
          <w:lang w:val="uk-UA"/>
        </w:rPr>
      </w:pPr>
    </w:p>
    <w:p w:rsidR="00247F60" w:rsidRPr="007F5CD1" w:rsidRDefault="00247F60" w:rsidP="003D2B8D">
      <w:pPr>
        <w:ind w:firstLine="567"/>
        <w:jc w:val="both"/>
        <w:rPr>
          <w:lang w:val="uk-UA"/>
        </w:rPr>
      </w:pPr>
    </w:p>
    <w:p w:rsidR="00247F60" w:rsidRDefault="00247F60" w:rsidP="006A4B38">
      <w:pPr>
        <w:pStyle w:val="Heading9"/>
        <w:jc w:val="right"/>
        <w:rPr>
          <w:lang w:val="uk-UA"/>
        </w:rPr>
      </w:pPr>
      <w:r w:rsidRPr="00F85051">
        <w:rPr>
          <w:lang w:val="uk-UA"/>
        </w:rPr>
        <w:t xml:space="preserve">                                                                                                                              </w:t>
      </w:r>
    </w:p>
    <w:p w:rsidR="00247F60" w:rsidRDefault="00247F60" w:rsidP="006A4B38">
      <w:pPr>
        <w:pStyle w:val="Heading9"/>
        <w:jc w:val="right"/>
        <w:rPr>
          <w:lang w:val="uk-UA"/>
        </w:rPr>
      </w:pPr>
    </w:p>
    <w:p w:rsidR="00247F60" w:rsidRDefault="00247F60" w:rsidP="006A4B38">
      <w:pPr>
        <w:pStyle w:val="Heading9"/>
        <w:jc w:val="right"/>
        <w:rPr>
          <w:lang w:val="uk-UA"/>
        </w:rPr>
      </w:pPr>
    </w:p>
    <w:p w:rsidR="00247F60" w:rsidRDefault="00247F60" w:rsidP="006A4B38">
      <w:pPr>
        <w:pStyle w:val="Heading9"/>
        <w:jc w:val="right"/>
        <w:rPr>
          <w:lang w:val="uk-UA"/>
        </w:rPr>
      </w:pPr>
    </w:p>
    <w:sectPr w:rsidR="00247F60" w:rsidSect="009D1C25">
      <w:footerReference w:type="even" r:id="rId8"/>
      <w:footerReference w:type="default" r:id="rId9"/>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F60" w:rsidRDefault="00247F60">
      <w:r>
        <w:separator/>
      </w:r>
    </w:p>
  </w:endnote>
  <w:endnote w:type="continuationSeparator" w:id="0">
    <w:p w:rsidR="00247F60" w:rsidRDefault="00247F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F60" w:rsidRDefault="00247F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7F60" w:rsidRDefault="00247F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F60" w:rsidRDefault="00247F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247F60" w:rsidRDefault="00247F6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F60" w:rsidRDefault="00247F60">
      <w:r>
        <w:separator/>
      </w:r>
    </w:p>
  </w:footnote>
  <w:footnote w:type="continuationSeparator" w:id="0">
    <w:p w:rsidR="00247F60" w:rsidRDefault="00247F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15371F8F"/>
    <w:multiLevelType w:val="multilevel"/>
    <w:tmpl w:val="779E6534"/>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146"/>
        </w:tabs>
        <w:ind w:left="1146"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36331361"/>
    <w:multiLevelType w:val="multilevel"/>
    <w:tmpl w:val="62EEA1D2"/>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288"/>
        </w:tabs>
        <w:ind w:left="1288"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6">
    <w:nsid w:val="390363E8"/>
    <w:multiLevelType w:val="multilevel"/>
    <w:tmpl w:val="80107E06"/>
    <w:lvl w:ilvl="0">
      <w:start w:val="2"/>
      <w:numFmt w:val="decimal"/>
      <w:lvlText w:val="%1."/>
      <w:lvlJc w:val="left"/>
      <w:pPr>
        <w:tabs>
          <w:tab w:val="num" w:pos="420"/>
        </w:tabs>
        <w:ind w:left="420" w:hanging="420"/>
      </w:pPr>
      <w:rPr>
        <w:rFonts w:cs="Times New Roman" w:hint="default"/>
      </w:rPr>
    </w:lvl>
    <w:lvl w:ilvl="1">
      <w:start w:val="60"/>
      <w:numFmt w:val="bullet"/>
      <w:lvlText w:val="-"/>
      <w:lvlJc w:val="left"/>
      <w:pPr>
        <w:tabs>
          <w:tab w:val="num" w:pos="720"/>
        </w:tabs>
        <w:ind w:left="720" w:hanging="360"/>
      </w:pPr>
      <w:rPr>
        <w:rFonts w:ascii="Times New Roman" w:eastAsia="Times New Roman" w:hAnsi="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7">
    <w:nsid w:val="4B1F25A3"/>
    <w:multiLevelType w:val="multilevel"/>
    <w:tmpl w:val="1E726322"/>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288"/>
        </w:tabs>
        <w:ind w:left="1288"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8">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9">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1">
    <w:nsid w:val="77165FA2"/>
    <w:multiLevelType w:val="multilevel"/>
    <w:tmpl w:val="3FF86E46"/>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800"/>
        </w:tabs>
        <w:ind w:left="1800"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2">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3">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0"/>
  </w:num>
  <w:num w:numId="2">
    <w:abstractNumId w:val="9"/>
  </w:num>
  <w:num w:numId="3">
    <w:abstractNumId w:val="3"/>
  </w:num>
  <w:num w:numId="4">
    <w:abstractNumId w:val="12"/>
  </w:num>
  <w:num w:numId="5">
    <w:abstractNumId w:val="1"/>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8"/>
  </w:num>
  <w:num w:numId="8">
    <w:abstractNumId w:val="13"/>
  </w:num>
  <w:num w:numId="9">
    <w:abstractNumId w:val="0"/>
  </w:num>
  <w:num w:numId="10">
    <w:abstractNumId w:val="4"/>
  </w:num>
  <w:num w:numId="11">
    <w:abstractNumId w:val="2"/>
  </w:num>
  <w:num w:numId="12">
    <w:abstractNumId w:val="6"/>
  </w:num>
  <w:num w:numId="13">
    <w:abstractNumId w:val="5"/>
  </w:num>
  <w:num w:numId="14">
    <w:abstractNumId w:val="11"/>
  </w:num>
  <w:num w:numId="15">
    <w:abstractNumId w:val="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5138"/>
    <w:rsid w:val="00016F64"/>
    <w:rsid w:val="00017726"/>
    <w:rsid w:val="00017F75"/>
    <w:rsid w:val="00021033"/>
    <w:rsid w:val="00022C43"/>
    <w:rsid w:val="000277CE"/>
    <w:rsid w:val="00027DA7"/>
    <w:rsid w:val="00031CFE"/>
    <w:rsid w:val="0003356A"/>
    <w:rsid w:val="0003496C"/>
    <w:rsid w:val="000414F6"/>
    <w:rsid w:val="0004215D"/>
    <w:rsid w:val="00042365"/>
    <w:rsid w:val="00042388"/>
    <w:rsid w:val="0004426F"/>
    <w:rsid w:val="0004545F"/>
    <w:rsid w:val="000458D3"/>
    <w:rsid w:val="0004654E"/>
    <w:rsid w:val="0004755C"/>
    <w:rsid w:val="00047A04"/>
    <w:rsid w:val="00053457"/>
    <w:rsid w:val="00054B4C"/>
    <w:rsid w:val="00056117"/>
    <w:rsid w:val="0005618E"/>
    <w:rsid w:val="000565DC"/>
    <w:rsid w:val="00057A2E"/>
    <w:rsid w:val="00060B5C"/>
    <w:rsid w:val="00064064"/>
    <w:rsid w:val="000646ED"/>
    <w:rsid w:val="000652D2"/>
    <w:rsid w:val="00065D53"/>
    <w:rsid w:val="00066F2D"/>
    <w:rsid w:val="00070ED0"/>
    <w:rsid w:val="00072B48"/>
    <w:rsid w:val="000741BA"/>
    <w:rsid w:val="00074341"/>
    <w:rsid w:val="000754E3"/>
    <w:rsid w:val="0007592C"/>
    <w:rsid w:val="00077156"/>
    <w:rsid w:val="000779E8"/>
    <w:rsid w:val="00077DCA"/>
    <w:rsid w:val="0008224E"/>
    <w:rsid w:val="000841E4"/>
    <w:rsid w:val="00085BEA"/>
    <w:rsid w:val="000903A1"/>
    <w:rsid w:val="00090BF2"/>
    <w:rsid w:val="000929DC"/>
    <w:rsid w:val="00092C5D"/>
    <w:rsid w:val="0009319D"/>
    <w:rsid w:val="0009420B"/>
    <w:rsid w:val="00094D73"/>
    <w:rsid w:val="000952F7"/>
    <w:rsid w:val="00095381"/>
    <w:rsid w:val="00095614"/>
    <w:rsid w:val="00096251"/>
    <w:rsid w:val="000A05E5"/>
    <w:rsid w:val="000A1DB6"/>
    <w:rsid w:val="000A259F"/>
    <w:rsid w:val="000A3B07"/>
    <w:rsid w:val="000A65FE"/>
    <w:rsid w:val="000A7CE2"/>
    <w:rsid w:val="000B38F1"/>
    <w:rsid w:val="000B3A83"/>
    <w:rsid w:val="000B53C2"/>
    <w:rsid w:val="000C2A8E"/>
    <w:rsid w:val="000C2E6A"/>
    <w:rsid w:val="000C2FE1"/>
    <w:rsid w:val="000D01A3"/>
    <w:rsid w:val="000D0980"/>
    <w:rsid w:val="000D1CF8"/>
    <w:rsid w:val="000D2002"/>
    <w:rsid w:val="000D47C3"/>
    <w:rsid w:val="000D5666"/>
    <w:rsid w:val="000D5CFE"/>
    <w:rsid w:val="000D6107"/>
    <w:rsid w:val="000D7FB1"/>
    <w:rsid w:val="000E1BC5"/>
    <w:rsid w:val="000E2AEE"/>
    <w:rsid w:val="000E2DCB"/>
    <w:rsid w:val="000E2ED9"/>
    <w:rsid w:val="000E4C4E"/>
    <w:rsid w:val="000E7CCD"/>
    <w:rsid w:val="000F005B"/>
    <w:rsid w:val="000F117C"/>
    <w:rsid w:val="000F2B75"/>
    <w:rsid w:val="000F2C8B"/>
    <w:rsid w:val="000F330B"/>
    <w:rsid w:val="000F73EF"/>
    <w:rsid w:val="00100E57"/>
    <w:rsid w:val="00104B25"/>
    <w:rsid w:val="00110FB1"/>
    <w:rsid w:val="00111205"/>
    <w:rsid w:val="0011122A"/>
    <w:rsid w:val="00111605"/>
    <w:rsid w:val="00111DB2"/>
    <w:rsid w:val="00112210"/>
    <w:rsid w:val="0011320D"/>
    <w:rsid w:val="00114086"/>
    <w:rsid w:val="001153E2"/>
    <w:rsid w:val="001165C0"/>
    <w:rsid w:val="00116E74"/>
    <w:rsid w:val="00117BCB"/>
    <w:rsid w:val="0012046F"/>
    <w:rsid w:val="0012520C"/>
    <w:rsid w:val="0012605E"/>
    <w:rsid w:val="00126D81"/>
    <w:rsid w:val="00126F62"/>
    <w:rsid w:val="00127C26"/>
    <w:rsid w:val="00131240"/>
    <w:rsid w:val="00133765"/>
    <w:rsid w:val="00134681"/>
    <w:rsid w:val="00134EA4"/>
    <w:rsid w:val="00135520"/>
    <w:rsid w:val="00135B77"/>
    <w:rsid w:val="001362F1"/>
    <w:rsid w:val="0014072D"/>
    <w:rsid w:val="00141957"/>
    <w:rsid w:val="00142D5A"/>
    <w:rsid w:val="00144815"/>
    <w:rsid w:val="00145629"/>
    <w:rsid w:val="0014689C"/>
    <w:rsid w:val="00151349"/>
    <w:rsid w:val="00151BF2"/>
    <w:rsid w:val="001544A2"/>
    <w:rsid w:val="00155325"/>
    <w:rsid w:val="001621BD"/>
    <w:rsid w:val="001624AE"/>
    <w:rsid w:val="001642B4"/>
    <w:rsid w:val="00164A6B"/>
    <w:rsid w:val="00165024"/>
    <w:rsid w:val="00165260"/>
    <w:rsid w:val="001661E7"/>
    <w:rsid w:val="00167049"/>
    <w:rsid w:val="00167AC0"/>
    <w:rsid w:val="00170BC8"/>
    <w:rsid w:val="00172EC6"/>
    <w:rsid w:val="0017355E"/>
    <w:rsid w:val="00175633"/>
    <w:rsid w:val="001769FD"/>
    <w:rsid w:val="00177960"/>
    <w:rsid w:val="00183000"/>
    <w:rsid w:val="00190CBB"/>
    <w:rsid w:val="001921D8"/>
    <w:rsid w:val="00192704"/>
    <w:rsid w:val="0019396D"/>
    <w:rsid w:val="0019770E"/>
    <w:rsid w:val="001A046C"/>
    <w:rsid w:val="001A345F"/>
    <w:rsid w:val="001A4D4E"/>
    <w:rsid w:val="001A5EDF"/>
    <w:rsid w:val="001A6148"/>
    <w:rsid w:val="001B1C65"/>
    <w:rsid w:val="001B47D8"/>
    <w:rsid w:val="001B577E"/>
    <w:rsid w:val="001B587A"/>
    <w:rsid w:val="001C18A6"/>
    <w:rsid w:val="001C4015"/>
    <w:rsid w:val="001C5464"/>
    <w:rsid w:val="001C5893"/>
    <w:rsid w:val="001C5C0A"/>
    <w:rsid w:val="001D0990"/>
    <w:rsid w:val="001D1F50"/>
    <w:rsid w:val="001D3B6A"/>
    <w:rsid w:val="001D3D40"/>
    <w:rsid w:val="001D5A9E"/>
    <w:rsid w:val="001D6215"/>
    <w:rsid w:val="001D64BE"/>
    <w:rsid w:val="001E0609"/>
    <w:rsid w:val="001E153D"/>
    <w:rsid w:val="001E191A"/>
    <w:rsid w:val="001E1B07"/>
    <w:rsid w:val="001E1E11"/>
    <w:rsid w:val="001E1FD3"/>
    <w:rsid w:val="001E5411"/>
    <w:rsid w:val="001E58DA"/>
    <w:rsid w:val="001E5D1A"/>
    <w:rsid w:val="001E7024"/>
    <w:rsid w:val="001F0F41"/>
    <w:rsid w:val="001F2C07"/>
    <w:rsid w:val="001F4B46"/>
    <w:rsid w:val="001F6202"/>
    <w:rsid w:val="001F773C"/>
    <w:rsid w:val="0020015C"/>
    <w:rsid w:val="0020517F"/>
    <w:rsid w:val="00205CDE"/>
    <w:rsid w:val="002063BF"/>
    <w:rsid w:val="00206F9F"/>
    <w:rsid w:val="00207011"/>
    <w:rsid w:val="002110A9"/>
    <w:rsid w:val="00212133"/>
    <w:rsid w:val="002145CE"/>
    <w:rsid w:val="002205BC"/>
    <w:rsid w:val="00225026"/>
    <w:rsid w:val="002255CC"/>
    <w:rsid w:val="00227366"/>
    <w:rsid w:val="00227809"/>
    <w:rsid w:val="00227E5F"/>
    <w:rsid w:val="002312CC"/>
    <w:rsid w:val="00231311"/>
    <w:rsid w:val="00234419"/>
    <w:rsid w:val="00235892"/>
    <w:rsid w:val="00237251"/>
    <w:rsid w:val="0023732B"/>
    <w:rsid w:val="002429D5"/>
    <w:rsid w:val="00243D2D"/>
    <w:rsid w:val="002455B1"/>
    <w:rsid w:val="002466D9"/>
    <w:rsid w:val="00247CE0"/>
    <w:rsid w:val="00247F60"/>
    <w:rsid w:val="00250A80"/>
    <w:rsid w:val="00251AE6"/>
    <w:rsid w:val="002569A7"/>
    <w:rsid w:val="00263DE3"/>
    <w:rsid w:val="00265551"/>
    <w:rsid w:val="00267F78"/>
    <w:rsid w:val="0027323A"/>
    <w:rsid w:val="00273738"/>
    <w:rsid w:val="002754B2"/>
    <w:rsid w:val="00275DFE"/>
    <w:rsid w:val="00276964"/>
    <w:rsid w:val="002808D2"/>
    <w:rsid w:val="0028182A"/>
    <w:rsid w:val="00281FAD"/>
    <w:rsid w:val="00285573"/>
    <w:rsid w:val="00285755"/>
    <w:rsid w:val="00286016"/>
    <w:rsid w:val="0028716F"/>
    <w:rsid w:val="00292030"/>
    <w:rsid w:val="0029387C"/>
    <w:rsid w:val="00294248"/>
    <w:rsid w:val="00295D08"/>
    <w:rsid w:val="002A1EAC"/>
    <w:rsid w:val="002A28C8"/>
    <w:rsid w:val="002A588F"/>
    <w:rsid w:val="002A59C1"/>
    <w:rsid w:val="002A70D8"/>
    <w:rsid w:val="002B18B2"/>
    <w:rsid w:val="002B2C1F"/>
    <w:rsid w:val="002B6890"/>
    <w:rsid w:val="002B7EFD"/>
    <w:rsid w:val="002C314B"/>
    <w:rsid w:val="002C3B38"/>
    <w:rsid w:val="002C45E7"/>
    <w:rsid w:val="002C5199"/>
    <w:rsid w:val="002C62A7"/>
    <w:rsid w:val="002C6E57"/>
    <w:rsid w:val="002D1E8D"/>
    <w:rsid w:val="002D34A9"/>
    <w:rsid w:val="002D421D"/>
    <w:rsid w:val="002D7A9E"/>
    <w:rsid w:val="002E2264"/>
    <w:rsid w:val="002E3171"/>
    <w:rsid w:val="002E38A2"/>
    <w:rsid w:val="002E435D"/>
    <w:rsid w:val="002E504E"/>
    <w:rsid w:val="002E7BB0"/>
    <w:rsid w:val="002F1B15"/>
    <w:rsid w:val="002F6BF5"/>
    <w:rsid w:val="002F727E"/>
    <w:rsid w:val="002F7A8E"/>
    <w:rsid w:val="003004C8"/>
    <w:rsid w:val="0030144E"/>
    <w:rsid w:val="00302161"/>
    <w:rsid w:val="00302F39"/>
    <w:rsid w:val="00303D8B"/>
    <w:rsid w:val="0030442B"/>
    <w:rsid w:val="00307619"/>
    <w:rsid w:val="00310EB5"/>
    <w:rsid w:val="00311131"/>
    <w:rsid w:val="00312CC5"/>
    <w:rsid w:val="00316CAB"/>
    <w:rsid w:val="00317025"/>
    <w:rsid w:val="00317498"/>
    <w:rsid w:val="00320525"/>
    <w:rsid w:val="00322ED1"/>
    <w:rsid w:val="00324C82"/>
    <w:rsid w:val="00325959"/>
    <w:rsid w:val="00326B19"/>
    <w:rsid w:val="00330EA0"/>
    <w:rsid w:val="00330EE6"/>
    <w:rsid w:val="00331A5D"/>
    <w:rsid w:val="00332D0F"/>
    <w:rsid w:val="00333D3D"/>
    <w:rsid w:val="00333F3E"/>
    <w:rsid w:val="00334B38"/>
    <w:rsid w:val="003414ED"/>
    <w:rsid w:val="003418CD"/>
    <w:rsid w:val="00341F11"/>
    <w:rsid w:val="00345596"/>
    <w:rsid w:val="00345A03"/>
    <w:rsid w:val="003470E1"/>
    <w:rsid w:val="00351CD2"/>
    <w:rsid w:val="0035242C"/>
    <w:rsid w:val="00352EAE"/>
    <w:rsid w:val="00357817"/>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0E9C"/>
    <w:rsid w:val="00391899"/>
    <w:rsid w:val="0039189D"/>
    <w:rsid w:val="00394178"/>
    <w:rsid w:val="003963D8"/>
    <w:rsid w:val="00397449"/>
    <w:rsid w:val="003974F9"/>
    <w:rsid w:val="003A0284"/>
    <w:rsid w:val="003A05D8"/>
    <w:rsid w:val="003A31F4"/>
    <w:rsid w:val="003A6086"/>
    <w:rsid w:val="003A62FE"/>
    <w:rsid w:val="003A67EB"/>
    <w:rsid w:val="003B0AEE"/>
    <w:rsid w:val="003B39B0"/>
    <w:rsid w:val="003B3D0B"/>
    <w:rsid w:val="003B440E"/>
    <w:rsid w:val="003B48E0"/>
    <w:rsid w:val="003B529E"/>
    <w:rsid w:val="003B570D"/>
    <w:rsid w:val="003B6832"/>
    <w:rsid w:val="003B7EF8"/>
    <w:rsid w:val="003C008F"/>
    <w:rsid w:val="003C3033"/>
    <w:rsid w:val="003C7176"/>
    <w:rsid w:val="003D07C7"/>
    <w:rsid w:val="003D10E9"/>
    <w:rsid w:val="003D176B"/>
    <w:rsid w:val="003D24F2"/>
    <w:rsid w:val="003D2B8D"/>
    <w:rsid w:val="003D3FD6"/>
    <w:rsid w:val="003D4062"/>
    <w:rsid w:val="003D4A2A"/>
    <w:rsid w:val="003D4DDE"/>
    <w:rsid w:val="003E08DA"/>
    <w:rsid w:val="003E14C3"/>
    <w:rsid w:val="003E3FD1"/>
    <w:rsid w:val="003E4F6F"/>
    <w:rsid w:val="003E7BFF"/>
    <w:rsid w:val="003F17A7"/>
    <w:rsid w:val="003F4246"/>
    <w:rsid w:val="003F6235"/>
    <w:rsid w:val="003F6E19"/>
    <w:rsid w:val="00400350"/>
    <w:rsid w:val="0040104E"/>
    <w:rsid w:val="00401BDF"/>
    <w:rsid w:val="00401E8D"/>
    <w:rsid w:val="004028E1"/>
    <w:rsid w:val="00404DB0"/>
    <w:rsid w:val="004067F5"/>
    <w:rsid w:val="0040710C"/>
    <w:rsid w:val="00407AAB"/>
    <w:rsid w:val="00410AE1"/>
    <w:rsid w:val="0041129C"/>
    <w:rsid w:val="0041194F"/>
    <w:rsid w:val="00413B94"/>
    <w:rsid w:val="00414E62"/>
    <w:rsid w:val="00420485"/>
    <w:rsid w:val="00420F17"/>
    <w:rsid w:val="0042199E"/>
    <w:rsid w:val="00422F12"/>
    <w:rsid w:val="00424D8D"/>
    <w:rsid w:val="00426E68"/>
    <w:rsid w:val="00431144"/>
    <w:rsid w:val="004325B5"/>
    <w:rsid w:val="00432732"/>
    <w:rsid w:val="00433BF5"/>
    <w:rsid w:val="004353C6"/>
    <w:rsid w:val="00436460"/>
    <w:rsid w:val="004369F4"/>
    <w:rsid w:val="00440EFC"/>
    <w:rsid w:val="004445DC"/>
    <w:rsid w:val="00445AC3"/>
    <w:rsid w:val="00446F8A"/>
    <w:rsid w:val="00451510"/>
    <w:rsid w:val="00461955"/>
    <w:rsid w:val="00461FD5"/>
    <w:rsid w:val="0046604E"/>
    <w:rsid w:val="00467B02"/>
    <w:rsid w:val="004701CE"/>
    <w:rsid w:val="0047036F"/>
    <w:rsid w:val="00471250"/>
    <w:rsid w:val="00476432"/>
    <w:rsid w:val="00477C27"/>
    <w:rsid w:val="00480666"/>
    <w:rsid w:val="004806FF"/>
    <w:rsid w:val="00481336"/>
    <w:rsid w:val="004823C0"/>
    <w:rsid w:val="00482D67"/>
    <w:rsid w:val="0048768B"/>
    <w:rsid w:val="00492D2E"/>
    <w:rsid w:val="0049324B"/>
    <w:rsid w:val="00496739"/>
    <w:rsid w:val="00497B11"/>
    <w:rsid w:val="00497F61"/>
    <w:rsid w:val="004A1B28"/>
    <w:rsid w:val="004A734E"/>
    <w:rsid w:val="004B002E"/>
    <w:rsid w:val="004B017E"/>
    <w:rsid w:val="004B030D"/>
    <w:rsid w:val="004B097B"/>
    <w:rsid w:val="004B5704"/>
    <w:rsid w:val="004B724A"/>
    <w:rsid w:val="004C146B"/>
    <w:rsid w:val="004C23C7"/>
    <w:rsid w:val="004C274B"/>
    <w:rsid w:val="004C4997"/>
    <w:rsid w:val="004C4C2B"/>
    <w:rsid w:val="004C53E6"/>
    <w:rsid w:val="004C54E4"/>
    <w:rsid w:val="004C6738"/>
    <w:rsid w:val="004C6890"/>
    <w:rsid w:val="004C7205"/>
    <w:rsid w:val="004C7644"/>
    <w:rsid w:val="004D01B9"/>
    <w:rsid w:val="004D0838"/>
    <w:rsid w:val="004D29B1"/>
    <w:rsid w:val="004D7730"/>
    <w:rsid w:val="004E169D"/>
    <w:rsid w:val="004E5A2E"/>
    <w:rsid w:val="004E6BE9"/>
    <w:rsid w:val="004F111F"/>
    <w:rsid w:val="004F13FF"/>
    <w:rsid w:val="004F17CD"/>
    <w:rsid w:val="004F252C"/>
    <w:rsid w:val="004F4C67"/>
    <w:rsid w:val="004F7B8A"/>
    <w:rsid w:val="00501178"/>
    <w:rsid w:val="00502354"/>
    <w:rsid w:val="005029F4"/>
    <w:rsid w:val="005052B3"/>
    <w:rsid w:val="0050540B"/>
    <w:rsid w:val="00507B07"/>
    <w:rsid w:val="00507C71"/>
    <w:rsid w:val="00512179"/>
    <w:rsid w:val="0052165D"/>
    <w:rsid w:val="005217CB"/>
    <w:rsid w:val="00524BFD"/>
    <w:rsid w:val="00526540"/>
    <w:rsid w:val="005322EC"/>
    <w:rsid w:val="00533302"/>
    <w:rsid w:val="00537B1B"/>
    <w:rsid w:val="00537B63"/>
    <w:rsid w:val="00541575"/>
    <w:rsid w:val="005426AF"/>
    <w:rsid w:val="00543A8A"/>
    <w:rsid w:val="00543BCA"/>
    <w:rsid w:val="005514FF"/>
    <w:rsid w:val="00551F84"/>
    <w:rsid w:val="00555F0A"/>
    <w:rsid w:val="005567E9"/>
    <w:rsid w:val="00560F40"/>
    <w:rsid w:val="005611F6"/>
    <w:rsid w:val="00563834"/>
    <w:rsid w:val="0056543E"/>
    <w:rsid w:val="005661DE"/>
    <w:rsid w:val="00567792"/>
    <w:rsid w:val="00571F2E"/>
    <w:rsid w:val="00574025"/>
    <w:rsid w:val="00577621"/>
    <w:rsid w:val="00577EB7"/>
    <w:rsid w:val="00581512"/>
    <w:rsid w:val="005824AC"/>
    <w:rsid w:val="0058314A"/>
    <w:rsid w:val="00583231"/>
    <w:rsid w:val="00585F71"/>
    <w:rsid w:val="00586C52"/>
    <w:rsid w:val="00587661"/>
    <w:rsid w:val="00592883"/>
    <w:rsid w:val="005937B2"/>
    <w:rsid w:val="005A0E9D"/>
    <w:rsid w:val="005A2FAB"/>
    <w:rsid w:val="005A7440"/>
    <w:rsid w:val="005B39B0"/>
    <w:rsid w:val="005B6E50"/>
    <w:rsid w:val="005B75A7"/>
    <w:rsid w:val="005C13D9"/>
    <w:rsid w:val="005C1804"/>
    <w:rsid w:val="005C315A"/>
    <w:rsid w:val="005C62B2"/>
    <w:rsid w:val="005C7AC8"/>
    <w:rsid w:val="005D26F9"/>
    <w:rsid w:val="005D441A"/>
    <w:rsid w:val="005D60AB"/>
    <w:rsid w:val="005D6379"/>
    <w:rsid w:val="005D7A77"/>
    <w:rsid w:val="005D7BAD"/>
    <w:rsid w:val="005E0E5D"/>
    <w:rsid w:val="005E2B52"/>
    <w:rsid w:val="005E3F9F"/>
    <w:rsid w:val="005E467F"/>
    <w:rsid w:val="005E4BFB"/>
    <w:rsid w:val="005E6D44"/>
    <w:rsid w:val="005E7BF9"/>
    <w:rsid w:val="005E7E1F"/>
    <w:rsid w:val="005F2C19"/>
    <w:rsid w:val="005F384C"/>
    <w:rsid w:val="005F447C"/>
    <w:rsid w:val="005F7A59"/>
    <w:rsid w:val="005F7AB7"/>
    <w:rsid w:val="00603904"/>
    <w:rsid w:val="006068CA"/>
    <w:rsid w:val="0060770F"/>
    <w:rsid w:val="00607C81"/>
    <w:rsid w:val="00610C2B"/>
    <w:rsid w:val="00614325"/>
    <w:rsid w:val="00614929"/>
    <w:rsid w:val="0062148A"/>
    <w:rsid w:val="00621747"/>
    <w:rsid w:val="006220E3"/>
    <w:rsid w:val="00623DCB"/>
    <w:rsid w:val="00623E5B"/>
    <w:rsid w:val="0062419F"/>
    <w:rsid w:val="00626658"/>
    <w:rsid w:val="006266E3"/>
    <w:rsid w:val="0062715B"/>
    <w:rsid w:val="006304D9"/>
    <w:rsid w:val="00632910"/>
    <w:rsid w:val="006361A4"/>
    <w:rsid w:val="00637009"/>
    <w:rsid w:val="006408B4"/>
    <w:rsid w:val="00642BEF"/>
    <w:rsid w:val="00647A22"/>
    <w:rsid w:val="00655106"/>
    <w:rsid w:val="00656522"/>
    <w:rsid w:val="00657D5B"/>
    <w:rsid w:val="00660EE6"/>
    <w:rsid w:val="00661052"/>
    <w:rsid w:val="00662947"/>
    <w:rsid w:val="00662A59"/>
    <w:rsid w:val="00667D04"/>
    <w:rsid w:val="0067063E"/>
    <w:rsid w:val="00670F19"/>
    <w:rsid w:val="006721D0"/>
    <w:rsid w:val="00675E26"/>
    <w:rsid w:val="006777DB"/>
    <w:rsid w:val="006821D8"/>
    <w:rsid w:val="0068413F"/>
    <w:rsid w:val="00685A94"/>
    <w:rsid w:val="0069018D"/>
    <w:rsid w:val="00690553"/>
    <w:rsid w:val="006908B1"/>
    <w:rsid w:val="00690DB4"/>
    <w:rsid w:val="00693A52"/>
    <w:rsid w:val="00693BAC"/>
    <w:rsid w:val="00693C60"/>
    <w:rsid w:val="006A4142"/>
    <w:rsid w:val="006A420C"/>
    <w:rsid w:val="006A4B38"/>
    <w:rsid w:val="006A57CC"/>
    <w:rsid w:val="006A59D5"/>
    <w:rsid w:val="006B0609"/>
    <w:rsid w:val="006B1EF2"/>
    <w:rsid w:val="006B2942"/>
    <w:rsid w:val="006B4D30"/>
    <w:rsid w:val="006B6A27"/>
    <w:rsid w:val="006C43CC"/>
    <w:rsid w:val="006C4683"/>
    <w:rsid w:val="006C6572"/>
    <w:rsid w:val="006D79FE"/>
    <w:rsid w:val="006E55EA"/>
    <w:rsid w:val="006E585D"/>
    <w:rsid w:val="006E7ED5"/>
    <w:rsid w:val="006F0AD7"/>
    <w:rsid w:val="006F1FD0"/>
    <w:rsid w:val="006F7B46"/>
    <w:rsid w:val="00702AD5"/>
    <w:rsid w:val="00702B23"/>
    <w:rsid w:val="007042AC"/>
    <w:rsid w:val="007059D3"/>
    <w:rsid w:val="00706E52"/>
    <w:rsid w:val="00707A80"/>
    <w:rsid w:val="00712244"/>
    <w:rsid w:val="00713788"/>
    <w:rsid w:val="00713D95"/>
    <w:rsid w:val="00714E07"/>
    <w:rsid w:val="00715BBD"/>
    <w:rsid w:val="00716C72"/>
    <w:rsid w:val="0072226C"/>
    <w:rsid w:val="00722412"/>
    <w:rsid w:val="0072247A"/>
    <w:rsid w:val="00723668"/>
    <w:rsid w:val="00724C7F"/>
    <w:rsid w:val="00724ED2"/>
    <w:rsid w:val="00726AFA"/>
    <w:rsid w:val="00735AD6"/>
    <w:rsid w:val="00736A29"/>
    <w:rsid w:val="00736AD2"/>
    <w:rsid w:val="0073710E"/>
    <w:rsid w:val="00742E20"/>
    <w:rsid w:val="007433A2"/>
    <w:rsid w:val="00744C08"/>
    <w:rsid w:val="007456D6"/>
    <w:rsid w:val="0074739E"/>
    <w:rsid w:val="00747F0B"/>
    <w:rsid w:val="0075022E"/>
    <w:rsid w:val="007504C2"/>
    <w:rsid w:val="00753504"/>
    <w:rsid w:val="007538CB"/>
    <w:rsid w:val="00754BE0"/>
    <w:rsid w:val="0075505D"/>
    <w:rsid w:val="0075625E"/>
    <w:rsid w:val="007573B8"/>
    <w:rsid w:val="00761062"/>
    <w:rsid w:val="007648B1"/>
    <w:rsid w:val="007668D2"/>
    <w:rsid w:val="007679D4"/>
    <w:rsid w:val="00770AAB"/>
    <w:rsid w:val="00774AC2"/>
    <w:rsid w:val="00775B3C"/>
    <w:rsid w:val="00776811"/>
    <w:rsid w:val="007805EA"/>
    <w:rsid w:val="00784D22"/>
    <w:rsid w:val="00785BDD"/>
    <w:rsid w:val="00790149"/>
    <w:rsid w:val="007904D4"/>
    <w:rsid w:val="0079066A"/>
    <w:rsid w:val="007909CD"/>
    <w:rsid w:val="007915C3"/>
    <w:rsid w:val="00791C53"/>
    <w:rsid w:val="00792370"/>
    <w:rsid w:val="00793190"/>
    <w:rsid w:val="007931C2"/>
    <w:rsid w:val="0079367C"/>
    <w:rsid w:val="00793B51"/>
    <w:rsid w:val="00793C80"/>
    <w:rsid w:val="00793F42"/>
    <w:rsid w:val="00795E64"/>
    <w:rsid w:val="007961BA"/>
    <w:rsid w:val="00796318"/>
    <w:rsid w:val="00796AE8"/>
    <w:rsid w:val="007A1730"/>
    <w:rsid w:val="007A42D1"/>
    <w:rsid w:val="007B3D2F"/>
    <w:rsid w:val="007B6496"/>
    <w:rsid w:val="007C373A"/>
    <w:rsid w:val="007C46AB"/>
    <w:rsid w:val="007C6210"/>
    <w:rsid w:val="007C6756"/>
    <w:rsid w:val="007C6CE7"/>
    <w:rsid w:val="007D196B"/>
    <w:rsid w:val="007D3A28"/>
    <w:rsid w:val="007D3B3F"/>
    <w:rsid w:val="007D4DA1"/>
    <w:rsid w:val="007E11C5"/>
    <w:rsid w:val="007E4C70"/>
    <w:rsid w:val="007E6D04"/>
    <w:rsid w:val="007F2FE0"/>
    <w:rsid w:val="007F3029"/>
    <w:rsid w:val="007F4387"/>
    <w:rsid w:val="007F559B"/>
    <w:rsid w:val="007F5CD1"/>
    <w:rsid w:val="007F6D8B"/>
    <w:rsid w:val="00801F45"/>
    <w:rsid w:val="00803553"/>
    <w:rsid w:val="00804A05"/>
    <w:rsid w:val="00805966"/>
    <w:rsid w:val="008113F7"/>
    <w:rsid w:val="00814D0D"/>
    <w:rsid w:val="00816E50"/>
    <w:rsid w:val="0081702D"/>
    <w:rsid w:val="00821BDB"/>
    <w:rsid w:val="00822918"/>
    <w:rsid w:val="008305FE"/>
    <w:rsid w:val="00832065"/>
    <w:rsid w:val="00833C59"/>
    <w:rsid w:val="008340EA"/>
    <w:rsid w:val="00834163"/>
    <w:rsid w:val="00835A2E"/>
    <w:rsid w:val="008361A6"/>
    <w:rsid w:val="0083658A"/>
    <w:rsid w:val="00836D71"/>
    <w:rsid w:val="00842D57"/>
    <w:rsid w:val="0084616B"/>
    <w:rsid w:val="00851103"/>
    <w:rsid w:val="0085285D"/>
    <w:rsid w:val="00854652"/>
    <w:rsid w:val="0085573B"/>
    <w:rsid w:val="00857666"/>
    <w:rsid w:val="008613FF"/>
    <w:rsid w:val="00861693"/>
    <w:rsid w:val="00862191"/>
    <w:rsid w:val="00865BDC"/>
    <w:rsid w:val="008661C5"/>
    <w:rsid w:val="00867196"/>
    <w:rsid w:val="00873743"/>
    <w:rsid w:val="00874B51"/>
    <w:rsid w:val="00875690"/>
    <w:rsid w:val="00882B74"/>
    <w:rsid w:val="00882C69"/>
    <w:rsid w:val="008844AB"/>
    <w:rsid w:val="00890943"/>
    <w:rsid w:val="00892DEB"/>
    <w:rsid w:val="00894400"/>
    <w:rsid w:val="00895842"/>
    <w:rsid w:val="00897AAC"/>
    <w:rsid w:val="008A0224"/>
    <w:rsid w:val="008A1373"/>
    <w:rsid w:val="008A393C"/>
    <w:rsid w:val="008A492E"/>
    <w:rsid w:val="008A6230"/>
    <w:rsid w:val="008A68E0"/>
    <w:rsid w:val="008A6BB0"/>
    <w:rsid w:val="008A795F"/>
    <w:rsid w:val="008B04E4"/>
    <w:rsid w:val="008B1542"/>
    <w:rsid w:val="008B2CFB"/>
    <w:rsid w:val="008B32FB"/>
    <w:rsid w:val="008B42A2"/>
    <w:rsid w:val="008B4420"/>
    <w:rsid w:val="008B48BD"/>
    <w:rsid w:val="008B7CBC"/>
    <w:rsid w:val="008C1396"/>
    <w:rsid w:val="008C1BF2"/>
    <w:rsid w:val="008C67DE"/>
    <w:rsid w:val="008C77A1"/>
    <w:rsid w:val="008D438B"/>
    <w:rsid w:val="008D6E3A"/>
    <w:rsid w:val="008D712C"/>
    <w:rsid w:val="008E491B"/>
    <w:rsid w:val="008F0896"/>
    <w:rsid w:val="008F0E42"/>
    <w:rsid w:val="008F39AF"/>
    <w:rsid w:val="008F4EE8"/>
    <w:rsid w:val="00901381"/>
    <w:rsid w:val="009045A0"/>
    <w:rsid w:val="00904B3C"/>
    <w:rsid w:val="009055A0"/>
    <w:rsid w:val="009110B2"/>
    <w:rsid w:val="009127D9"/>
    <w:rsid w:val="00912EE6"/>
    <w:rsid w:val="009201D8"/>
    <w:rsid w:val="00920856"/>
    <w:rsid w:val="00921337"/>
    <w:rsid w:val="00922206"/>
    <w:rsid w:val="00922D66"/>
    <w:rsid w:val="00924423"/>
    <w:rsid w:val="009267A0"/>
    <w:rsid w:val="00927992"/>
    <w:rsid w:val="00930980"/>
    <w:rsid w:val="00930FB1"/>
    <w:rsid w:val="0093269F"/>
    <w:rsid w:val="00935D08"/>
    <w:rsid w:val="00936587"/>
    <w:rsid w:val="0094048F"/>
    <w:rsid w:val="00941957"/>
    <w:rsid w:val="00943899"/>
    <w:rsid w:val="0094396C"/>
    <w:rsid w:val="00944A3C"/>
    <w:rsid w:val="009464C4"/>
    <w:rsid w:val="009474C2"/>
    <w:rsid w:val="00950B78"/>
    <w:rsid w:val="0095152F"/>
    <w:rsid w:val="00954F2A"/>
    <w:rsid w:val="0095546C"/>
    <w:rsid w:val="009617DE"/>
    <w:rsid w:val="00961D3F"/>
    <w:rsid w:val="00961E6B"/>
    <w:rsid w:val="00965300"/>
    <w:rsid w:val="0096674E"/>
    <w:rsid w:val="00970890"/>
    <w:rsid w:val="00972AD4"/>
    <w:rsid w:val="00972C45"/>
    <w:rsid w:val="0097379D"/>
    <w:rsid w:val="00977B8F"/>
    <w:rsid w:val="00981F2F"/>
    <w:rsid w:val="00982F4E"/>
    <w:rsid w:val="00984FAE"/>
    <w:rsid w:val="00984FC3"/>
    <w:rsid w:val="00985591"/>
    <w:rsid w:val="009861DB"/>
    <w:rsid w:val="0098706A"/>
    <w:rsid w:val="00990AC8"/>
    <w:rsid w:val="009918AB"/>
    <w:rsid w:val="00992210"/>
    <w:rsid w:val="0099274C"/>
    <w:rsid w:val="0099792D"/>
    <w:rsid w:val="00997BF4"/>
    <w:rsid w:val="009A0277"/>
    <w:rsid w:val="009A1EEB"/>
    <w:rsid w:val="009A2A37"/>
    <w:rsid w:val="009A33F7"/>
    <w:rsid w:val="009A56A9"/>
    <w:rsid w:val="009A6B26"/>
    <w:rsid w:val="009A6F09"/>
    <w:rsid w:val="009A7339"/>
    <w:rsid w:val="009B0258"/>
    <w:rsid w:val="009B19F6"/>
    <w:rsid w:val="009B3DEA"/>
    <w:rsid w:val="009B5727"/>
    <w:rsid w:val="009B60F4"/>
    <w:rsid w:val="009B6242"/>
    <w:rsid w:val="009B73E7"/>
    <w:rsid w:val="009B7C2A"/>
    <w:rsid w:val="009C0379"/>
    <w:rsid w:val="009C2C8A"/>
    <w:rsid w:val="009C3AC2"/>
    <w:rsid w:val="009C4609"/>
    <w:rsid w:val="009D1C25"/>
    <w:rsid w:val="009D2F35"/>
    <w:rsid w:val="009D2F3E"/>
    <w:rsid w:val="009D4235"/>
    <w:rsid w:val="009D7433"/>
    <w:rsid w:val="009E019E"/>
    <w:rsid w:val="009E0EBA"/>
    <w:rsid w:val="009E403B"/>
    <w:rsid w:val="009E5B5B"/>
    <w:rsid w:val="009E6AAC"/>
    <w:rsid w:val="009E6F8C"/>
    <w:rsid w:val="009E731F"/>
    <w:rsid w:val="009E741C"/>
    <w:rsid w:val="009E7B0B"/>
    <w:rsid w:val="009F0EA0"/>
    <w:rsid w:val="009F3394"/>
    <w:rsid w:val="009F450F"/>
    <w:rsid w:val="009F4B2D"/>
    <w:rsid w:val="009F4BFF"/>
    <w:rsid w:val="009F558F"/>
    <w:rsid w:val="009F5D6E"/>
    <w:rsid w:val="009F6846"/>
    <w:rsid w:val="009F6DA2"/>
    <w:rsid w:val="009F6E34"/>
    <w:rsid w:val="009F72AB"/>
    <w:rsid w:val="009F7B0E"/>
    <w:rsid w:val="009F7D87"/>
    <w:rsid w:val="00A000C2"/>
    <w:rsid w:val="00A006F2"/>
    <w:rsid w:val="00A00AC7"/>
    <w:rsid w:val="00A06387"/>
    <w:rsid w:val="00A06489"/>
    <w:rsid w:val="00A072BC"/>
    <w:rsid w:val="00A129F2"/>
    <w:rsid w:val="00A21571"/>
    <w:rsid w:val="00A246CD"/>
    <w:rsid w:val="00A250DD"/>
    <w:rsid w:val="00A300E9"/>
    <w:rsid w:val="00A32200"/>
    <w:rsid w:val="00A350CB"/>
    <w:rsid w:val="00A354F4"/>
    <w:rsid w:val="00A36EA5"/>
    <w:rsid w:val="00A36F8E"/>
    <w:rsid w:val="00A37FA1"/>
    <w:rsid w:val="00A43E65"/>
    <w:rsid w:val="00A47985"/>
    <w:rsid w:val="00A50D1C"/>
    <w:rsid w:val="00A50D5E"/>
    <w:rsid w:val="00A53107"/>
    <w:rsid w:val="00A5584F"/>
    <w:rsid w:val="00A56476"/>
    <w:rsid w:val="00A61A26"/>
    <w:rsid w:val="00A62EB5"/>
    <w:rsid w:val="00A6713B"/>
    <w:rsid w:val="00A67BE3"/>
    <w:rsid w:val="00A67CAE"/>
    <w:rsid w:val="00A70481"/>
    <w:rsid w:val="00A71777"/>
    <w:rsid w:val="00A71E2F"/>
    <w:rsid w:val="00A72E04"/>
    <w:rsid w:val="00A74BBF"/>
    <w:rsid w:val="00A75D35"/>
    <w:rsid w:val="00A770DE"/>
    <w:rsid w:val="00A8039E"/>
    <w:rsid w:val="00A80963"/>
    <w:rsid w:val="00A81A1B"/>
    <w:rsid w:val="00A8309B"/>
    <w:rsid w:val="00A83A20"/>
    <w:rsid w:val="00A8410C"/>
    <w:rsid w:val="00A86911"/>
    <w:rsid w:val="00A8796C"/>
    <w:rsid w:val="00A91BD4"/>
    <w:rsid w:val="00A93DC4"/>
    <w:rsid w:val="00A94762"/>
    <w:rsid w:val="00A953D9"/>
    <w:rsid w:val="00A96B4E"/>
    <w:rsid w:val="00A96FFF"/>
    <w:rsid w:val="00A97C95"/>
    <w:rsid w:val="00AA1093"/>
    <w:rsid w:val="00AA27CF"/>
    <w:rsid w:val="00AA340B"/>
    <w:rsid w:val="00AA348E"/>
    <w:rsid w:val="00AA4E46"/>
    <w:rsid w:val="00AA4F9A"/>
    <w:rsid w:val="00AA5A7A"/>
    <w:rsid w:val="00AA613B"/>
    <w:rsid w:val="00AB4792"/>
    <w:rsid w:val="00AB6E1F"/>
    <w:rsid w:val="00AC18A7"/>
    <w:rsid w:val="00AC18C1"/>
    <w:rsid w:val="00AC2FDF"/>
    <w:rsid w:val="00AC43E7"/>
    <w:rsid w:val="00AC4631"/>
    <w:rsid w:val="00AC78EE"/>
    <w:rsid w:val="00AD03D9"/>
    <w:rsid w:val="00AD201D"/>
    <w:rsid w:val="00AD2B06"/>
    <w:rsid w:val="00AD5356"/>
    <w:rsid w:val="00AD79A9"/>
    <w:rsid w:val="00AE2F09"/>
    <w:rsid w:val="00AF0BF2"/>
    <w:rsid w:val="00AF1963"/>
    <w:rsid w:val="00AF1AF4"/>
    <w:rsid w:val="00AF24A0"/>
    <w:rsid w:val="00AF29C6"/>
    <w:rsid w:val="00AF48FF"/>
    <w:rsid w:val="00B0085D"/>
    <w:rsid w:val="00B02E5A"/>
    <w:rsid w:val="00B039AE"/>
    <w:rsid w:val="00B03E88"/>
    <w:rsid w:val="00B0425D"/>
    <w:rsid w:val="00B05981"/>
    <w:rsid w:val="00B05A33"/>
    <w:rsid w:val="00B07A3F"/>
    <w:rsid w:val="00B07D4F"/>
    <w:rsid w:val="00B10715"/>
    <w:rsid w:val="00B12EDA"/>
    <w:rsid w:val="00B16BFB"/>
    <w:rsid w:val="00B1750B"/>
    <w:rsid w:val="00B176B1"/>
    <w:rsid w:val="00B23207"/>
    <w:rsid w:val="00B23E73"/>
    <w:rsid w:val="00B245BF"/>
    <w:rsid w:val="00B246E3"/>
    <w:rsid w:val="00B26446"/>
    <w:rsid w:val="00B2735A"/>
    <w:rsid w:val="00B30437"/>
    <w:rsid w:val="00B32F40"/>
    <w:rsid w:val="00B33343"/>
    <w:rsid w:val="00B36302"/>
    <w:rsid w:val="00B4713E"/>
    <w:rsid w:val="00B578BA"/>
    <w:rsid w:val="00B57D6B"/>
    <w:rsid w:val="00B57FFE"/>
    <w:rsid w:val="00B61898"/>
    <w:rsid w:val="00B61A9F"/>
    <w:rsid w:val="00B62BA4"/>
    <w:rsid w:val="00B63990"/>
    <w:rsid w:val="00B6420D"/>
    <w:rsid w:val="00B7020C"/>
    <w:rsid w:val="00B70B7C"/>
    <w:rsid w:val="00B7136F"/>
    <w:rsid w:val="00B74663"/>
    <w:rsid w:val="00B7468F"/>
    <w:rsid w:val="00B752C4"/>
    <w:rsid w:val="00B76620"/>
    <w:rsid w:val="00B774AB"/>
    <w:rsid w:val="00B8173D"/>
    <w:rsid w:val="00B828FB"/>
    <w:rsid w:val="00B82A26"/>
    <w:rsid w:val="00B852CD"/>
    <w:rsid w:val="00B869BF"/>
    <w:rsid w:val="00B906C4"/>
    <w:rsid w:val="00B90758"/>
    <w:rsid w:val="00B91F48"/>
    <w:rsid w:val="00B940D7"/>
    <w:rsid w:val="00B94122"/>
    <w:rsid w:val="00B948DB"/>
    <w:rsid w:val="00B948E7"/>
    <w:rsid w:val="00BA09E1"/>
    <w:rsid w:val="00BA1057"/>
    <w:rsid w:val="00BA14EC"/>
    <w:rsid w:val="00BA502F"/>
    <w:rsid w:val="00BB416D"/>
    <w:rsid w:val="00BB5694"/>
    <w:rsid w:val="00BB69F4"/>
    <w:rsid w:val="00BC36DD"/>
    <w:rsid w:val="00BC5881"/>
    <w:rsid w:val="00BC7307"/>
    <w:rsid w:val="00BC7B5A"/>
    <w:rsid w:val="00BD7852"/>
    <w:rsid w:val="00BD7A4B"/>
    <w:rsid w:val="00BD7BF3"/>
    <w:rsid w:val="00BE0388"/>
    <w:rsid w:val="00BE14E5"/>
    <w:rsid w:val="00BE1765"/>
    <w:rsid w:val="00BE4615"/>
    <w:rsid w:val="00BE59D5"/>
    <w:rsid w:val="00BE6FD5"/>
    <w:rsid w:val="00BF0296"/>
    <w:rsid w:val="00BF0F86"/>
    <w:rsid w:val="00BF1C16"/>
    <w:rsid w:val="00BF4542"/>
    <w:rsid w:val="00BF583B"/>
    <w:rsid w:val="00C00017"/>
    <w:rsid w:val="00C02202"/>
    <w:rsid w:val="00C0307A"/>
    <w:rsid w:val="00C03743"/>
    <w:rsid w:val="00C04890"/>
    <w:rsid w:val="00C074FB"/>
    <w:rsid w:val="00C10E09"/>
    <w:rsid w:val="00C1223B"/>
    <w:rsid w:val="00C12D35"/>
    <w:rsid w:val="00C130B3"/>
    <w:rsid w:val="00C1438C"/>
    <w:rsid w:val="00C15BD4"/>
    <w:rsid w:val="00C1663F"/>
    <w:rsid w:val="00C218D6"/>
    <w:rsid w:val="00C23B10"/>
    <w:rsid w:val="00C25737"/>
    <w:rsid w:val="00C26239"/>
    <w:rsid w:val="00C26F78"/>
    <w:rsid w:val="00C30A60"/>
    <w:rsid w:val="00C32FD2"/>
    <w:rsid w:val="00C37F39"/>
    <w:rsid w:val="00C41FCD"/>
    <w:rsid w:val="00C425BF"/>
    <w:rsid w:val="00C42B7B"/>
    <w:rsid w:val="00C42D44"/>
    <w:rsid w:val="00C45BBD"/>
    <w:rsid w:val="00C537CD"/>
    <w:rsid w:val="00C53EB6"/>
    <w:rsid w:val="00C542FD"/>
    <w:rsid w:val="00C5433C"/>
    <w:rsid w:val="00C5602D"/>
    <w:rsid w:val="00C57DC0"/>
    <w:rsid w:val="00C608B4"/>
    <w:rsid w:val="00C61370"/>
    <w:rsid w:val="00C63406"/>
    <w:rsid w:val="00C66911"/>
    <w:rsid w:val="00C67E25"/>
    <w:rsid w:val="00C67FF9"/>
    <w:rsid w:val="00C70287"/>
    <w:rsid w:val="00C70C90"/>
    <w:rsid w:val="00C76014"/>
    <w:rsid w:val="00C77DEE"/>
    <w:rsid w:val="00C81C35"/>
    <w:rsid w:val="00C81F39"/>
    <w:rsid w:val="00C841CA"/>
    <w:rsid w:val="00C8544A"/>
    <w:rsid w:val="00C86427"/>
    <w:rsid w:val="00C8735E"/>
    <w:rsid w:val="00C87EDB"/>
    <w:rsid w:val="00C90046"/>
    <w:rsid w:val="00C92759"/>
    <w:rsid w:val="00C927D4"/>
    <w:rsid w:val="00C93244"/>
    <w:rsid w:val="00C94BF7"/>
    <w:rsid w:val="00C95F91"/>
    <w:rsid w:val="00CA0F40"/>
    <w:rsid w:val="00CA13BF"/>
    <w:rsid w:val="00CA243C"/>
    <w:rsid w:val="00CA7493"/>
    <w:rsid w:val="00CB016C"/>
    <w:rsid w:val="00CB175D"/>
    <w:rsid w:val="00CB1F1D"/>
    <w:rsid w:val="00CB2EE9"/>
    <w:rsid w:val="00CB34C6"/>
    <w:rsid w:val="00CB5613"/>
    <w:rsid w:val="00CB6ED2"/>
    <w:rsid w:val="00CC308A"/>
    <w:rsid w:val="00CC385F"/>
    <w:rsid w:val="00CC5396"/>
    <w:rsid w:val="00CC66D1"/>
    <w:rsid w:val="00CC6B00"/>
    <w:rsid w:val="00CD1EC7"/>
    <w:rsid w:val="00CD2F41"/>
    <w:rsid w:val="00CD346D"/>
    <w:rsid w:val="00CD3F37"/>
    <w:rsid w:val="00CD4B9B"/>
    <w:rsid w:val="00CD5F17"/>
    <w:rsid w:val="00CD602D"/>
    <w:rsid w:val="00CD6217"/>
    <w:rsid w:val="00CE176A"/>
    <w:rsid w:val="00CE2484"/>
    <w:rsid w:val="00CE439F"/>
    <w:rsid w:val="00CE5149"/>
    <w:rsid w:val="00CE541F"/>
    <w:rsid w:val="00CE72B2"/>
    <w:rsid w:val="00CF2D15"/>
    <w:rsid w:val="00CF3A7B"/>
    <w:rsid w:val="00CF3C33"/>
    <w:rsid w:val="00CF4CF6"/>
    <w:rsid w:val="00D00BA8"/>
    <w:rsid w:val="00D0321E"/>
    <w:rsid w:val="00D03BA3"/>
    <w:rsid w:val="00D07119"/>
    <w:rsid w:val="00D100E1"/>
    <w:rsid w:val="00D10112"/>
    <w:rsid w:val="00D15683"/>
    <w:rsid w:val="00D16482"/>
    <w:rsid w:val="00D17778"/>
    <w:rsid w:val="00D20214"/>
    <w:rsid w:val="00D20A73"/>
    <w:rsid w:val="00D21314"/>
    <w:rsid w:val="00D22170"/>
    <w:rsid w:val="00D222EE"/>
    <w:rsid w:val="00D23449"/>
    <w:rsid w:val="00D2429D"/>
    <w:rsid w:val="00D250BC"/>
    <w:rsid w:val="00D27D83"/>
    <w:rsid w:val="00D30A80"/>
    <w:rsid w:val="00D30B39"/>
    <w:rsid w:val="00D34680"/>
    <w:rsid w:val="00D355F3"/>
    <w:rsid w:val="00D37B45"/>
    <w:rsid w:val="00D40468"/>
    <w:rsid w:val="00D4203B"/>
    <w:rsid w:val="00D44770"/>
    <w:rsid w:val="00D44CEB"/>
    <w:rsid w:val="00D453F4"/>
    <w:rsid w:val="00D514E2"/>
    <w:rsid w:val="00D51ADA"/>
    <w:rsid w:val="00D5257A"/>
    <w:rsid w:val="00D55272"/>
    <w:rsid w:val="00D60320"/>
    <w:rsid w:val="00D603C1"/>
    <w:rsid w:val="00D607BF"/>
    <w:rsid w:val="00D614A8"/>
    <w:rsid w:val="00D61D39"/>
    <w:rsid w:val="00D61DF4"/>
    <w:rsid w:val="00D6375E"/>
    <w:rsid w:val="00D6541D"/>
    <w:rsid w:val="00D66BE0"/>
    <w:rsid w:val="00D72384"/>
    <w:rsid w:val="00D73E41"/>
    <w:rsid w:val="00D74FBE"/>
    <w:rsid w:val="00D75D1C"/>
    <w:rsid w:val="00D76195"/>
    <w:rsid w:val="00D76225"/>
    <w:rsid w:val="00D77A79"/>
    <w:rsid w:val="00D8077C"/>
    <w:rsid w:val="00D80C63"/>
    <w:rsid w:val="00D80E4D"/>
    <w:rsid w:val="00D8144F"/>
    <w:rsid w:val="00D819F0"/>
    <w:rsid w:val="00D81AAD"/>
    <w:rsid w:val="00D8367E"/>
    <w:rsid w:val="00D83DC8"/>
    <w:rsid w:val="00D843CC"/>
    <w:rsid w:val="00D9029A"/>
    <w:rsid w:val="00D94934"/>
    <w:rsid w:val="00D955DF"/>
    <w:rsid w:val="00D95823"/>
    <w:rsid w:val="00D9765D"/>
    <w:rsid w:val="00D97F3E"/>
    <w:rsid w:val="00DA0AA8"/>
    <w:rsid w:val="00DA2752"/>
    <w:rsid w:val="00DA42CB"/>
    <w:rsid w:val="00DA472B"/>
    <w:rsid w:val="00DA48A0"/>
    <w:rsid w:val="00DA694A"/>
    <w:rsid w:val="00DA6F38"/>
    <w:rsid w:val="00DA71C7"/>
    <w:rsid w:val="00DB3735"/>
    <w:rsid w:val="00DB48AC"/>
    <w:rsid w:val="00DC04FE"/>
    <w:rsid w:val="00DC2CDA"/>
    <w:rsid w:val="00DC3323"/>
    <w:rsid w:val="00DC410D"/>
    <w:rsid w:val="00DC46DB"/>
    <w:rsid w:val="00DC547F"/>
    <w:rsid w:val="00DC5566"/>
    <w:rsid w:val="00DC5B9C"/>
    <w:rsid w:val="00DC5E6B"/>
    <w:rsid w:val="00DC61E6"/>
    <w:rsid w:val="00DC6ACD"/>
    <w:rsid w:val="00DC77AF"/>
    <w:rsid w:val="00DD1DD1"/>
    <w:rsid w:val="00DD3932"/>
    <w:rsid w:val="00DD6B07"/>
    <w:rsid w:val="00DD6E22"/>
    <w:rsid w:val="00DE094D"/>
    <w:rsid w:val="00DE1686"/>
    <w:rsid w:val="00DE2D64"/>
    <w:rsid w:val="00DE447B"/>
    <w:rsid w:val="00DE6737"/>
    <w:rsid w:val="00DE75AA"/>
    <w:rsid w:val="00DE79DC"/>
    <w:rsid w:val="00DF175A"/>
    <w:rsid w:val="00DF1B33"/>
    <w:rsid w:val="00DF3015"/>
    <w:rsid w:val="00DF431E"/>
    <w:rsid w:val="00DF4FC4"/>
    <w:rsid w:val="00DF5C1A"/>
    <w:rsid w:val="00DF6814"/>
    <w:rsid w:val="00DF6A9F"/>
    <w:rsid w:val="00DF7A26"/>
    <w:rsid w:val="00E0354A"/>
    <w:rsid w:val="00E0379A"/>
    <w:rsid w:val="00E03AD2"/>
    <w:rsid w:val="00E042DB"/>
    <w:rsid w:val="00E11445"/>
    <w:rsid w:val="00E12A85"/>
    <w:rsid w:val="00E13AE3"/>
    <w:rsid w:val="00E16063"/>
    <w:rsid w:val="00E162E8"/>
    <w:rsid w:val="00E1781F"/>
    <w:rsid w:val="00E23ACF"/>
    <w:rsid w:val="00E23D58"/>
    <w:rsid w:val="00E243D6"/>
    <w:rsid w:val="00E2467D"/>
    <w:rsid w:val="00E24B17"/>
    <w:rsid w:val="00E30D92"/>
    <w:rsid w:val="00E31C78"/>
    <w:rsid w:val="00E35666"/>
    <w:rsid w:val="00E37919"/>
    <w:rsid w:val="00E415BA"/>
    <w:rsid w:val="00E41ED2"/>
    <w:rsid w:val="00E43A04"/>
    <w:rsid w:val="00E44011"/>
    <w:rsid w:val="00E44148"/>
    <w:rsid w:val="00E45023"/>
    <w:rsid w:val="00E46E00"/>
    <w:rsid w:val="00E5074C"/>
    <w:rsid w:val="00E51A5D"/>
    <w:rsid w:val="00E526AA"/>
    <w:rsid w:val="00E541E6"/>
    <w:rsid w:val="00E558CE"/>
    <w:rsid w:val="00E55956"/>
    <w:rsid w:val="00E5595E"/>
    <w:rsid w:val="00E559E2"/>
    <w:rsid w:val="00E561EB"/>
    <w:rsid w:val="00E6011F"/>
    <w:rsid w:val="00E6342C"/>
    <w:rsid w:val="00E6443B"/>
    <w:rsid w:val="00E67608"/>
    <w:rsid w:val="00E6787D"/>
    <w:rsid w:val="00E709E8"/>
    <w:rsid w:val="00E71F21"/>
    <w:rsid w:val="00E735EE"/>
    <w:rsid w:val="00E73B14"/>
    <w:rsid w:val="00E76327"/>
    <w:rsid w:val="00E76C6A"/>
    <w:rsid w:val="00E803E0"/>
    <w:rsid w:val="00E804B0"/>
    <w:rsid w:val="00E84A5B"/>
    <w:rsid w:val="00E85511"/>
    <w:rsid w:val="00E86A6E"/>
    <w:rsid w:val="00E90E09"/>
    <w:rsid w:val="00E9459D"/>
    <w:rsid w:val="00E970BD"/>
    <w:rsid w:val="00EA1F41"/>
    <w:rsid w:val="00EA1FB4"/>
    <w:rsid w:val="00EA3CD2"/>
    <w:rsid w:val="00EA4D17"/>
    <w:rsid w:val="00EA6ED6"/>
    <w:rsid w:val="00EA6F99"/>
    <w:rsid w:val="00EB20DA"/>
    <w:rsid w:val="00EB311A"/>
    <w:rsid w:val="00EB3EDC"/>
    <w:rsid w:val="00EB4CB3"/>
    <w:rsid w:val="00EC21D8"/>
    <w:rsid w:val="00EC2319"/>
    <w:rsid w:val="00EC3A4F"/>
    <w:rsid w:val="00EC7872"/>
    <w:rsid w:val="00ED091F"/>
    <w:rsid w:val="00ED37E3"/>
    <w:rsid w:val="00ED5F94"/>
    <w:rsid w:val="00ED611D"/>
    <w:rsid w:val="00ED66C9"/>
    <w:rsid w:val="00ED7657"/>
    <w:rsid w:val="00EE07DE"/>
    <w:rsid w:val="00EE11AA"/>
    <w:rsid w:val="00EE4AEF"/>
    <w:rsid w:val="00EE53B0"/>
    <w:rsid w:val="00EE5D9D"/>
    <w:rsid w:val="00EE5FB5"/>
    <w:rsid w:val="00EE6593"/>
    <w:rsid w:val="00EE6909"/>
    <w:rsid w:val="00EF3FB8"/>
    <w:rsid w:val="00EF6D1F"/>
    <w:rsid w:val="00F01735"/>
    <w:rsid w:val="00F03C99"/>
    <w:rsid w:val="00F051C1"/>
    <w:rsid w:val="00F07CF6"/>
    <w:rsid w:val="00F11B8E"/>
    <w:rsid w:val="00F1350B"/>
    <w:rsid w:val="00F13A5D"/>
    <w:rsid w:val="00F14387"/>
    <w:rsid w:val="00F1455D"/>
    <w:rsid w:val="00F145C9"/>
    <w:rsid w:val="00F15670"/>
    <w:rsid w:val="00F1705A"/>
    <w:rsid w:val="00F226DF"/>
    <w:rsid w:val="00F23C3F"/>
    <w:rsid w:val="00F240D0"/>
    <w:rsid w:val="00F252CF"/>
    <w:rsid w:val="00F25BA2"/>
    <w:rsid w:val="00F273CA"/>
    <w:rsid w:val="00F30E7B"/>
    <w:rsid w:val="00F325E0"/>
    <w:rsid w:val="00F325F8"/>
    <w:rsid w:val="00F34A7C"/>
    <w:rsid w:val="00F34EA3"/>
    <w:rsid w:val="00F37721"/>
    <w:rsid w:val="00F37A2E"/>
    <w:rsid w:val="00F43039"/>
    <w:rsid w:val="00F449E7"/>
    <w:rsid w:val="00F514B2"/>
    <w:rsid w:val="00F540FA"/>
    <w:rsid w:val="00F542A1"/>
    <w:rsid w:val="00F54D82"/>
    <w:rsid w:val="00F552F3"/>
    <w:rsid w:val="00F56891"/>
    <w:rsid w:val="00F63B0B"/>
    <w:rsid w:val="00F6484A"/>
    <w:rsid w:val="00F6683D"/>
    <w:rsid w:val="00F67BF5"/>
    <w:rsid w:val="00F73632"/>
    <w:rsid w:val="00F767BA"/>
    <w:rsid w:val="00F81735"/>
    <w:rsid w:val="00F8232B"/>
    <w:rsid w:val="00F8274A"/>
    <w:rsid w:val="00F84895"/>
    <w:rsid w:val="00F84999"/>
    <w:rsid w:val="00F85051"/>
    <w:rsid w:val="00F879D2"/>
    <w:rsid w:val="00F9330B"/>
    <w:rsid w:val="00F9505F"/>
    <w:rsid w:val="00F97D38"/>
    <w:rsid w:val="00FA01BD"/>
    <w:rsid w:val="00FA1C0E"/>
    <w:rsid w:val="00FA25E1"/>
    <w:rsid w:val="00FA4A45"/>
    <w:rsid w:val="00FA6E49"/>
    <w:rsid w:val="00FB0336"/>
    <w:rsid w:val="00FB21F5"/>
    <w:rsid w:val="00FB232C"/>
    <w:rsid w:val="00FB3702"/>
    <w:rsid w:val="00FB6903"/>
    <w:rsid w:val="00FB7728"/>
    <w:rsid w:val="00FB7C21"/>
    <w:rsid w:val="00FB7D41"/>
    <w:rsid w:val="00FB7F61"/>
    <w:rsid w:val="00FC16E7"/>
    <w:rsid w:val="00FC2064"/>
    <w:rsid w:val="00FC2EEC"/>
    <w:rsid w:val="00FC51AF"/>
    <w:rsid w:val="00FC7021"/>
    <w:rsid w:val="00FD0F4C"/>
    <w:rsid w:val="00FD1603"/>
    <w:rsid w:val="00FD34E4"/>
    <w:rsid w:val="00FD365B"/>
    <w:rsid w:val="00FD3E70"/>
    <w:rsid w:val="00FD4FAC"/>
    <w:rsid w:val="00FE08D0"/>
    <w:rsid w:val="00FE14A6"/>
    <w:rsid w:val="00FE206B"/>
    <w:rsid w:val="00FE231D"/>
    <w:rsid w:val="00FE454A"/>
    <w:rsid w:val="00FE5629"/>
    <w:rsid w:val="00FE6469"/>
    <w:rsid w:val="00FF0365"/>
    <w:rsid w:val="00FF0FFC"/>
    <w:rsid w:val="00FF1F25"/>
    <w:rsid w:val="00FF30FB"/>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numbering" w:customStyle="1" w:styleId="2">
    <w:name w:val="список 2"/>
    <w:rsid w:val="00A93204"/>
    <w:pPr>
      <w:numPr>
        <w:numId w:val="6"/>
      </w:numPr>
    </w:pPr>
  </w:style>
</w:styles>
</file>

<file path=word/webSettings.xml><?xml version="1.0" encoding="utf-8"?>
<w:webSettings xmlns:r="http://schemas.openxmlformats.org/officeDocument/2006/relationships" xmlns:w="http://schemas.openxmlformats.org/wordprocessingml/2006/main">
  <w:divs>
    <w:div w:id="202519273">
      <w:marLeft w:val="0"/>
      <w:marRight w:val="0"/>
      <w:marTop w:val="0"/>
      <w:marBottom w:val="0"/>
      <w:divBdr>
        <w:top w:val="none" w:sz="0" w:space="0" w:color="auto"/>
        <w:left w:val="none" w:sz="0" w:space="0" w:color="auto"/>
        <w:bottom w:val="none" w:sz="0" w:space="0" w:color="auto"/>
        <w:right w:val="none" w:sz="0" w:space="0" w:color="auto"/>
      </w:divBdr>
    </w:div>
    <w:div w:id="202519274">
      <w:marLeft w:val="0"/>
      <w:marRight w:val="0"/>
      <w:marTop w:val="0"/>
      <w:marBottom w:val="0"/>
      <w:divBdr>
        <w:top w:val="none" w:sz="0" w:space="0" w:color="auto"/>
        <w:left w:val="none" w:sz="0" w:space="0" w:color="auto"/>
        <w:bottom w:val="none" w:sz="0" w:space="0" w:color="auto"/>
        <w:right w:val="none" w:sz="0" w:space="0" w:color="auto"/>
      </w:divBdr>
    </w:div>
    <w:div w:id="202519275">
      <w:marLeft w:val="0"/>
      <w:marRight w:val="0"/>
      <w:marTop w:val="0"/>
      <w:marBottom w:val="0"/>
      <w:divBdr>
        <w:top w:val="none" w:sz="0" w:space="0" w:color="auto"/>
        <w:left w:val="none" w:sz="0" w:space="0" w:color="auto"/>
        <w:bottom w:val="none" w:sz="0" w:space="0" w:color="auto"/>
        <w:right w:val="none" w:sz="0" w:space="0" w:color="auto"/>
      </w:divBdr>
    </w:div>
    <w:div w:id="202519276">
      <w:marLeft w:val="0"/>
      <w:marRight w:val="0"/>
      <w:marTop w:val="0"/>
      <w:marBottom w:val="0"/>
      <w:divBdr>
        <w:top w:val="none" w:sz="0" w:space="0" w:color="auto"/>
        <w:left w:val="none" w:sz="0" w:space="0" w:color="auto"/>
        <w:bottom w:val="none" w:sz="0" w:space="0" w:color="auto"/>
        <w:right w:val="none" w:sz="0" w:space="0" w:color="auto"/>
      </w:divBdr>
    </w:div>
    <w:div w:id="2025192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zakon5.rada.gov.ua/laws/show/922-19/paran1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1593</TotalTime>
  <Pages>17</Pages>
  <Words>6745</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sushko</cp:lastModifiedBy>
  <cp:revision>184</cp:revision>
  <cp:lastPrinted>2016-06-10T09:47:00Z</cp:lastPrinted>
  <dcterms:created xsi:type="dcterms:W3CDTF">2016-05-23T08:05:00Z</dcterms:created>
  <dcterms:modified xsi:type="dcterms:W3CDTF">2016-06-13T12:38:00Z</dcterms:modified>
</cp:coreProperties>
</file>